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D6A" w:rsidRPr="00F2503B" w:rsidRDefault="00522D6A" w:rsidP="00F625ED">
      <w:pPr>
        <w:jc w:val="both"/>
        <w:rPr>
          <w:sz w:val="22"/>
          <w:szCs w:val="22"/>
          <w:lang w:val="it-IT"/>
        </w:rPr>
      </w:pPr>
      <w:bookmarkStart w:id="0" w:name="_GoBack"/>
      <w:bookmarkEnd w:id="0"/>
    </w:p>
    <w:p w:rsidR="00522D6A" w:rsidRPr="00F2503B" w:rsidRDefault="00522D6A" w:rsidP="00F625ED">
      <w:pPr>
        <w:jc w:val="both"/>
        <w:rPr>
          <w:sz w:val="22"/>
          <w:szCs w:val="22"/>
          <w:lang w:val="it-IT"/>
        </w:rPr>
      </w:pPr>
    </w:p>
    <w:p w:rsidR="00522D6A" w:rsidRPr="00F2503B" w:rsidRDefault="00522D6A" w:rsidP="00F625ED">
      <w:pPr>
        <w:jc w:val="both"/>
        <w:rPr>
          <w:sz w:val="22"/>
          <w:szCs w:val="22"/>
          <w:lang w:val="it-IT"/>
        </w:rPr>
      </w:pPr>
    </w:p>
    <w:p w:rsidR="00522D6A" w:rsidRPr="00F2503B" w:rsidRDefault="00522D6A" w:rsidP="00F625ED">
      <w:pPr>
        <w:jc w:val="center"/>
        <w:rPr>
          <w:b/>
          <w:sz w:val="22"/>
          <w:szCs w:val="22"/>
          <w:lang w:val="it-IT"/>
        </w:rPr>
      </w:pPr>
    </w:p>
    <w:p w:rsidR="00522D6A" w:rsidRPr="00F2503B" w:rsidRDefault="00522D6A" w:rsidP="00F625ED">
      <w:pPr>
        <w:rPr>
          <w:b/>
          <w:sz w:val="22"/>
          <w:szCs w:val="22"/>
          <w:lang w:val="it-IT"/>
        </w:rPr>
      </w:pPr>
      <w:r w:rsidRPr="00F2503B">
        <w:rPr>
          <w:b/>
          <w:sz w:val="22"/>
          <w:szCs w:val="22"/>
          <w:lang w:val="it-IT"/>
        </w:rPr>
        <w:br w:type="textWrapping" w:clear="all"/>
      </w:r>
    </w:p>
    <w:p w:rsidR="00522D6A" w:rsidRPr="00F2503B" w:rsidRDefault="00522D6A" w:rsidP="00C41AC5">
      <w:pPr>
        <w:rPr>
          <w:sz w:val="22"/>
          <w:szCs w:val="22"/>
          <w:lang w:val="it-IT"/>
        </w:rPr>
      </w:pPr>
    </w:p>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tblPr>
      <w:tblGrid>
        <w:gridCol w:w="10150"/>
      </w:tblGrid>
      <w:tr w:rsidR="00522D6A" w:rsidRPr="00842648">
        <w:tc>
          <w:tcPr>
            <w:tcW w:w="10150" w:type="dxa"/>
            <w:tcBorders>
              <w:top w:val="double" w:sz="4" w:space="0" w:color="auto"/>
              <w:bottom w:val="double" w:sz="4" w:space="0" w:color="auto"/>
            </w:tcBorders>
          </w:tcPr>
          <w:p w:rsidR="00522D6A" w:rsidRPr="00F2503B" w:rsidRDefault="00522D6A" w:rsidP="00C41AC5">
            <w:pPr>
              <w:suppressAutoHyphens/>
              <w:spacing w:after="120" w:line="360" w:lineRule="auto"/>
              <w:ind w:left="283"/>
              <w:jc w:val="center"/>
              <w:rPr>
                <w:b/>
                <w:sz w:val="22"/>
                <w:szCs w:val="22"/>
                <w:lang w:val="it-IT"/>
              </w:rPr>
            </w:pPr>
          </w:p>
          <w:p w:rsidR="00522D6A" w:rsidRPr="00F2503B" w:rsidRDefault="00522D6A" w:rsidP="00181F30">
            <w:pPr>
              <w:suppressAutoHyphens/>
              <w:spacing w:after="120" w:line="360" w:lineRule="auto"/>
              <w:ind w:left="283"/>
              <w:jc w:val="center"/>
              <w:rPr>
                <w:b/>
                <w:sz w:val="22"/>
                <w:szCs w:val="22"/>
                <w:lang w:val="it-IT"/>
              </w:rPr>
            </w:pPr>
            <w:r w:rsidRPr="00F2503B">
              <w:rPr>
                <w:b/>
                <w:sz w:val="22"/>
                <w:szCs w:val="22"/>
                <w:lang w:val="it-IT"/>
              </w:rPr>
              <w:t xml:space="preserve">Allegato </w:t>
            </w:r>
            <w:r>
              <w:rPr>
                <w:b/>
                <w:sz w:val="22"/>
                <w:szCs w:val="22"/>
                <w:lang w:val="it-IT"/>
              </w:rPr>
              <w:t>2</w:t>
            </w:r>
            <w:r w:rsidRPr="00F2503B">
              <w:rPr>
                <w:b/>
                <w:sz w:val="22"/>
                <w:szCs w:val="22"/>
                <w:lang w:val="it-IT"/>
              </w:rPr>
              <w:t xml:space="preserve"> alla Lettera di Invito</w:t>
            </w:r>
          </w:p>
          <w:p w:rsidR="00522D6A" w:rsidRPr="00F2503B" w:rsidRDefault="00522D6A" w:rsidP="00181F30">
            <w:pPr>
              <w:suppressAutoHyphens/>
              <w:spacing w:after="120" w:line="360" w:lineRule="auto"/>
              <w:ind w:left="283"/>
              <w:jc w:val="center"/>
              <w:rPr>
                <w:b/>
                <w:sz w:val="22"/>
                <w:szCs w:val="22"/>
                <w:u w:val="single"/>
                <w:lang w:val="it-IT" w:eastAsia="it-IT"/>
              </w:rPr>
            </w:pPr>
            <w:r w:rsidRPr="00F2503B">
              <w:rPr>
                <w:b/>
                <w:sz w:val="22"/>
                <w:szCs w:val="22"/>
                <w:u w:val="single"/>
                <w:lang w:val="it-IT" w:eastAsia="it-IT"/>
              </w:rPr>
              <w:t xml:space="preserve">DICHIARAZIONE SOSTITUTIVA DEL CONCORRENTE </w:t>
            </w:r>
          </w:p>
          <w:p w:rsidR="00522D6A" w:rsidRPr="00F2503B" w:rsidRDefault="00522D6A" w:rsidP="00181F30">
            <w:pPr>
              <w:suppressAutoHyphens/>
              <w:spacing w:after="120" w:line="360" w:lineRule="auto"/>
              <w:ind w:left="283"/>
              <w:jc w:val="center"/>
              <w:rPr>
                <w:b/>
                <w:sz w:val="22"/>
                <w:szCs w:val="22"/>
                <w:lang w:val="it-IT" w:eastAsia="it-IT"/>
              </w:rPr>
            </w:pPr>
            <w:r w:rsidRPr="00F2503B">
              <w:rPr>
                <w:b/>
                <w:sz w:val="22"/>
                <w:szCs w:val="22"/>
                <w:lang w:val="it-IT" w:eastAsia="it-IT"/>
              </w:rPr>
              <w:t>(ai sensi degli artt. 46 e 47 del d.P.R. n. 445 del 28 dicembre 2000)</w:t>
            </w:r>
          </w:p>
          <w:p w:rsidR="00522D6A" w:rsidRPr="00F2503B" w:rsidRDefault="00522D6A" w:rsidP="00181F30">
            <w:pPr>
              <w:suppressAutoHyphens/>
              <w:spacing w:after="120" w:line="360" w:lineRule="auto"/>
              <w:jc w:val="center"/>
              <w:rPr>
                <w:b/>
                <w:sz w:val="22"/>
                <w:szCs w:val="22"/>
                <w:lang w:val="it-IT" w:eastAsia="it-IT"/>
              </w:rPr>
            </w:pPr>
            <w:r w:rsidRPr="00F2503B">
              <w:rPr>
                <w:b/>
                <w:sz w:val="22"/>
                <w:szCs w:val="22"/>
                <w:lang w:val="it-IT" w:eastAsia="it-IT"/>
              </w:rPr>
              <w:t xml:space="preserve">e </w:t>
            </w:r>
          </w:p>
          <w:p w:rsidR="00522D6A" w:rsidRPr="00F2503B" w:rsidRDefault="00522D6A" w:rsidP="00181F30">
            <w:pPr>
              <w:suppressAutoHyphens/>
              <w:spacing w:after="120" w:line="360" w:lineRule="auto"/>
              <w:jc w:val="center"/>
              <w:rPr>
                <w:b/>
                <w:sz w:val="22"/>
                <w:szCs w:val="22"/>
                <w:lang w:val="it-IT" w:eastAsia="it-IT"/>
              </w:rPr>
            </w:pPr>
            <w:r w:rsidRPr="00F2503B">
              <w:rPr>
                <w:b/>
                <w:sz w:val="22"/>
                <w:szCs w:val="22"/>
                <w:lang w:val="it-IT" w:eastAsia="it-IT"/>
              </w:rPr>
              <w:t>contestuali dichiarazioni di impegno</w:t>
            </w:r>
          </w:p>
          <w:p w:rsidR="00522D6A" w:rsidRDefault="00522D6A" w:rsidP="008B3E18">
            <w:pPr>
              <w:spacing w:line="356" w:lineRule="auto"/>
              <w:ind w:left="154"/>
              <w:jc w:val="center"/>
            </w:pPr>
            <w:r w:rsidRPr="00F2503B">
              <w:rPr>
                <w:b/>
                <w:bCs/>
                <w:iCs/>
                <w:sz w:val="22"/>
                <w:szCs w:val="22"/>
                <w:lang w:val="it-IT" w:eastAsia="it-IT"/>
              </w:rPr>
              <w:t xml:space="preserve">Procedura negoziata di importo inferiore alla soglia comunitaria, volta alla stipula di un Accordo Quadro ai sensi </w:t>
            </w:r>
            <w:r>
              <w:rPr>
                <w:b/>
                <w:bCs/>
                <w:iCs/>
                <w:sz w:val="22"/>
                <w:szCs w:val="22"/>
                <w:lang w:val="it-IT" w:eastAsia="it-IT"/>
              </w:rPr>
              <w:t>degli artt. 36, comma 2, lett. a</w:t>
            </w:r>
            <w:r w:rsidRPr="00F2503B">
              <w:rPr>
                <w:b/>
                <w:bCs/>
                <w:iCs/>
                <w:sz w:val="22"/>
                <w:szCs w:val="22"/>
                <w:lang w:val="it-IT" w:eastAsia="it-IT"/>
              </w:rPr>
              <w:t xml:space="preserve">), del D.Lgs. 50/2016,  per l’affidamento del </w:t>
            </w:r>
            <w:r w:rsidRPr="00F2503B">
              <w:rPr>
                <w:b/>
                <w:bCs/>
                <w:i/>
                <w:iCs/>
                <w:sz w:val="22"/>
                <w:szCs w:val="22"/>
                <w:lang w:val="it-IT" w:eastAsia="it-IT"/>
              </w:rPr>
              <w:t>“Servizio di cassa a favore di Rete di Scuole</w:t>
            </w:r>
            <w:r>
              <w:rPr>
                <w:b/>
                <w:i/>
              </w:rPr>
              <w:t xml:space="preserve"> dell’I.C. Mortegliano – Castions di Strada” – MORTEGLIANO”</w:t>
            </w:r>
            <w:r>
              <w:t xml:space="preserve"> </w:t>
            </w:r>
          </w:p>
          <w:p w:rsidR="00522D6A" w:rsidRPr="00F2503B" w:rsidRDefault="00522D6A" w:rsidP="008B3E18">
            <w:pPr>
              <w:spacing w:line="360" w:lineRule="auto"/>
              <w:jc w:val="center"/>
              <w:rPr>
                <w:sz w:val="22"/>
                <w:szCs w:val="22"/>
                <w:lang w:val="it-IT" w:eastAsia="it-IT"/>
              </w:rPr>
            </w:pPr>
            <w:r w:rsidRPr="00CD7B31">
              <w:rPr>
                <w:b/>
                <w:i/>
              </w:rPr>
              <w:t>CIG ZDC341C789</w:t>
            </w:r>
          </w:p>
        </w:tc>
      </w:tr>
    </w:tbl>
    <w:p w:rsidR="00522D6A" w:rsidRPr="00F2503B" w:rsidRDefault="00522D6A" w:rsidP="00091248">
      <w:pPr>
        <w:spacing w:after="60" w:line="360" w:lineRule="auto"/>
        <w:rPr>
          <w:b/>
          <w:bCs/>
          <w:sz w:val="22"/>
          <w:szCs w:val="22"/>
          <w:lang w:val="it-IT"/>
        </w:rPr>
      </w:pPr>
    </w:p>
    <w:p w:rsidR="00522D6A" w:rsidRPr="00F2503B" w:rsidRDefault="00522D6A" w:rsidP="00091248">
      <w:pPr>
        <w:spacing w:after="60" w:line="360" w:lineRule="auto"/>
        <w:rPr>
          <w:b/>
          <w:bCs/>
          <w:sz w:val="22"/>
          <w:szCs w:val="22"/>
          <w:lang w:val="it-IT"/>
        </w:rPr>
      </w:pPr>
    </w:p>
    <w:p w:rsidR="00522D6A" w:rsidRPr="00F2503B" w:rsidRDefault="00522D6A" w:rsidP="00982CB0">
      <w:pPr>
        <w:tabs>
          <w:tab w:val="left" w:pos="7500"/>
        </w:tabs>
        <w:spacing w:after="60" w:line="360" w:lineRule="auto"/>
        <w:rPr>
          <w:b/>
          <w:bCs/>
          <w:sz w:val="22"/>
          <w:szCs w:val="22"/>
          <w:lang w:val="it-IT"/>
        </w:rPr>
      </w:pPr>
    </w:p>
    <w:p w:rsidR="00522D6A" w:rsidRPr="00F2503B" w:rsidRDefault="00522D6A">
      <w:pPr>
        <w:rPr>
          <w:b/>
          <w:bCs/>
          <w:sz w:val="22"/>
          <w:szCs w:val="22"/>
          <w:lang w:val="it-IT"/>
        </w:rPr>
      </w:pPr>
      <w:r w:rsidRPr="00F2503B">
        <w:rPr>
          <w:b/>
          <w:bCs/>
          <w:sz w:val="22"/>
          <w:szCs w:val="22"/>
          <w:lang w:val="it-IT"/>
        </w:rPr>
        <w:br w:type="page"/>
      </w:r>
    </w:p>
    <w:p w:rsidR="00522D6A" w:rsidRPr="00F2503B" w:rsidRDefault="00522D6A" w:rsidP="0079797B">
      <w:pPr>
        <w:rPr>
          <w:sz w:val="22"/>
          <w:szCs w:val="22"/>
          <w:lang w:val="it-IT"/>
        </w:rPr>
      </w:pPr>
    </w:p>
    <w:p w:rsidR="00522D6A" w:rsidRPr="00F2503B" w:rsidRDefault="00522D6A" w:rsidP="00395CB5">
      <w:pPr>
        <w:rPr>
          <w:sz w:val="22"/>
          <w:szCs w:val="22"/>
          <w:lang w:val="it-IT"/>
        </w:rPr>
      </w:pPr>
      <w:r w:rsidRPr="00F2503B">
        <w:rPr>
          <w:b/>
          <w:sz w:val="22"/>
          <w:szCs w:val="22"/>
          <w:lang w:val="it-IT"/>
        </w:rPr>
        <w:t>Il sottoscritto</w:t>
      </w:r>
      <w:r w:rsidRPr="00F2503B">
        <w:rPr>
          <w:sz w:val="22"/>
          <w:szCs w:val="22"/>
          <w:lang w:val="it-IT"/>
        </w:rPr>
        <w:t>: _____________________________________________________________</w:t>
      </w:r>
    </w:p>
    <w:p w:rsidR="00522D6A" w:rsidRPr="00F2503B" w:rsidRDefault="00522D6A" w:rsidP="00C42A43">
      <w:pPr>
        <w:rPr>
          <w:sz w:val="22"/>
          <w:szCs w:val="22"/>
          <w:lang w:val="it-IT"/>
        </w:rPr>
      </w:pPr>
      <w:r w:rsidRPr="00F2503B">
        <w:rPr>
          <w:b/>
          <w:sz w:val="22"/>
          <w:szCs w:val="22"/>
          <w:lang w:val="it-IT"/>
        </w:rPr>
        <w:t>Nato a</w:t>
      </w:r>
      <w:r w:rsidRPr="00F2503B">
        <w:rPr>
          <w:sz w:val="22"/>
          <w:szCs w:val="22"/>
          <w:lang w:val="it-IT"/>
        </w:rPr>
        <w:t>: ___________________________________</w:t>
      </w:r>
      <w:r w:rsidRPr="00F2503B">
        <w:rPr>
          <w:b/>
          <w:sz w:val="22"/>
          <w:szCs w:val="22"/>
          <w:lang w:val="it-IT"/>
        </w:rPr>
        <w:t xml:space="preserve">il </w:t>
      </w:r>
      <w:r w:rsidRPr="00F2503B">
        <w:rPr>
          <w:sz w:val="22"/>
          <w:szCs w:val="22"/>
          <w:lang w:val="it-IT"/>
        </w:rPr>
        <w:t>______________________________</w:t>
      </w:r>
    </w:p>
    <w:p w:rsidR="00522D6A" w:rsidRPr="00F2503B" w:rsidRDefault="00522D6A" w:rsidP="00C42A43">
      <w:pPr>
        <w:rPr>
          <w:sz w:val="22"/>
          <w:szCs w:val="22"/>
          <w:lang w:val="it-IT"/>
        </w:rPr>
      </w:pPr>
      <w:r w:rsidRPr="00F2503B">
        <w:rPr>
          <w:b/>
          <w:sz w:val="22"/>
          <w:szCs w:val="22"/>
          <w:lang w:val="it-IT"/>
        </w:rPr>
        <w:t>Residente a</w:t>
      </w:r>
      <w:r w:rsidRPr="00F2503B">
        <w:rPr>
          <w:sz w:val="22"/>
          <w:szCs w:val="22"/>
          <w:lang w:val="it-IT"/>
        </w:rPr>
        <w:t xml:space="preserve">: ____________________________________ </w:t>
      </w:r>
      <w:r w:rsidRPr="00F2503B">
        <w:rPr>
          <w:b/>
          <w:sz w:val="22"/>
          <w:szCs w:val="22"/>
          <w:lang w:val="it-IT"/>
        </w:rPr>
        <w:t xml:space="preserve">Provincia di </w:t>
      </w:r>
      <w:r w:rsidRPr="00F2503B">
        <w:rPr>
          <w:sz w:val="22"/>
          <w:szCs w:val="22"/>
          <w:lang w:val="it-IT"/>
        </w:rPr>
        <w:t>________________</w:t>
      </w:r>
    </w:p>
    <w:p w:rsidR="00522D6A" w:rsidRPr="00F2503B" w:rsidRDefault="00522D6A" w:rsidP="00C42A43">
      <w:pPr>
        <w:rPr>
          <w:sz w:val="22"/>
          <w:szCs w:val="22"/>
          <w:lang w:val="it-IT"/>
        </w:rPr>
      </w:pPr>
      <w:r w:rsidRPr="00F2503B">
        <w:rPr>
          <w:b/>
          <w:sz w:val="22"/>
          <w:szCs w:val="22"/>
          <w:lang w:val="it-IT"/>
        </w:rPr>
        <w:t>via/piazza</w:t>
      </w:r>
      <w:r w:rsidRPr="00F2503B">
        <w:rPr>
          <w:sz w:val="22"/>
          <w:szCs w:val="22"/>
          <w:lang w:val="it-IT"/>
        </w:rPr>
        <w:t xml:space="preserve">__________________________ </w:t>
      </w:r>
      <w:r w:rsidRPr="00F2503B">
        <w:rPr>
          <w:b/>
          <w:sz w:val="22"/>
          <w:szCs w:val="22"/>
          <w:lang w:val="it-IT"/>
        </w:rPr>
        <w:t xml:space="preserve">n.° </w:t>
      </w:r>
      <w:r w:rsidRPr="00F2503B">
        <w:rPr>
          <w:sz w:val="22"/>
          <w:szCs w:val="22"/>
          <w:lang w:val="it-IT"/>
        </w:rPr>
        <w:t>___________</w:t>
      </w:r>
    </w:p>
    <w:p w:rsidR="00522D6A" w:rsidRPr="00F2503B" w:rsidRDefault="00522D6A" w:rsidP="00C42A43">
      <w:pPr>
        <w:rPr>
          <w:i/>
          <w:sz w:val="22"/>
          <w:szCs w:val="22"/>
          <w:lang w:val="it-IT"/>
        </w:rPr>
      </w:pPr>
      <w:r w:rsidRPr="00F2503B">
        <w:rPr>
          <w:b/>
          <w:sz w:val="22"/>
          <w:szCs w:val="22"/>
          <w:lang w:val="it-IT"/>
        </w:rPr>
        <w:t>in qualità di</w:t>
      </w:r>
      <w:r w:rsidRPr="00F2503B">
        <w:rPr>
          <w:sz w:val="22"/>
          <w:szCs w:val="22"/>
          <w:lang w:val="it-IT"/>
        </w:rPr>
        <w:t xml:space="preserve">: </w:t>
      </w:r>
      <w:r w:rsidRPr="00F2503B">
        <w:rPr>
          <w:i/>
          <w:sz w:val="22"/>
          <w:szCs w:val="22"/>
          <w:lang w:val="it-IT"/>
        </w:rPr>
        <w:t>(indicare la carica, anche sociale) _______________________________________</w:t>
      </w:r>
    </w:p>
    <w:p w:rsidR="00522D6A" w:rsidRPr="00F2503B" w:rsidRDefault="00522D6A" w:rsidP="00C42A43">
      <w:pPr>
        <w:rPr>
          <w:b/>
          <w:sz w:val="22"/>
          <w:szCs w:val="22"/>
          <w:lang w:val="it-IT"/>
        </w:rPr>
      </w:pPr>
      <w:r w:rsidRPr="00F2503B">
        <w:rPr>
          <w:b/>
          <w:sz w:val="22"/>
          <w:szCs w:val="22"/>
          <w:lang w:val="it-IT"/>
        </w:rPr>
        <w:t>dell’Operatore/Impresa: ____________________________________</w:t>
      </w:r>
    </w:p>
    <w:p w:rsidR="00522D6A" w:rsidRPr="00F2503B" w:rsidRDefault="00522D6A" w:rsidP="00C42A43">
      <w:pPr>
        <w:rPr>
          <w:sz w:val="22"/>
          <w:szCs w:val="22"/>
          <w:lang w:val="it-IT"/>
        </w:rPr>
      </w:pPr>
      <w:r w:rsidRPr="00F2503B">
        <w:rPr>
          <w:b/>
          <w:sz w:val="22"/>
          <w:szCs w:val="22"/>
          <w:lang w:val="it-IT"/>
        </w:rPr>
        <w:t>con sede nel Comune di</w:t>
      </w:r>
      <w:r w:rsidRPr="00F2503B">
        <w:rPr>
          <w:sz w:val="22"/>
          <w:szCs w:val="22"/>
          <w:lang w:val="it-IT"/>
        </w:rPr>
        <w:t xml:space="preserve">:___________________________ </w:t>
      </w:r>
      <w:r w:rsidRPr="00F2503B">
        <w:rPr>
          <w:b/>
          <w:sz w:val="22"/>
          <w:szCs w:val="22"/>
          <w:lang w:val="it-IT"/>
        </w:rPr>
        <w:t xml:space="preserve">Provincia di </w:t>
      </w:r>
      <w:r w:rsidRPr="00F2503B">
        <w:rPr>
          <w:sz w:val="22"/>
          <w:szCs w:val="22"/>
          <w:lang w:val="it-IT"/>
        </w:rPr>
        <w:t>________________</w:t>
      </w:r>
    </w:p>
    <w:p w:rsidR="00522D6A" w:rsidRPr="00F2503B" w:rsidRDefault="00522D6A" w:rsidP="00C42A43">
      <w:pPr>
        <w:rPr>
          <w:sz w:val="22"/>
          <w:szCs w:val="22"/>
          <w:lang w:val="it-IT"/>
        </w:rPr>
      </w:pPr>
      <w:r w:rsidRPr="00F2503B">
        <w:rPr>
          <w:b/>
          <w:sz w:val="22"/>
          <w:szCs w:val="22"/>
          <w:lang w:val="it-IT"/>
        </w:rPr>
        <w:t xml:space="preserve">codice fiscale: </w:t>
      </w:r>
      <w:r w:rsidRPr="00F2503B">
        <w:rPr>
          <w:sz w:val="22"/>
          <w:szCs w:val="22"/>
          <w:lang w:val="it-IT"/>
        </w:rPr>
        <w:t>_____________________________________</w:t>
      </w:r>
    </w:p>
    <w:p w:rsidR="00522D6A" w:rsidRPr="00F2503B" w:rsidRDefault="00522D6A" w:rsidP="00C42A43">
      <w:pPr>
        <w:rPr>
          <w:sz w:val="22"/>
          <w:szCs w:val="22"/>
          <w:lang w:val="it-IT"/>
        </w:rPr>
      </w:pPr>
      <w:r w:rsidRPr="00F2503B">
        <w:rPr>
          <w:b/>
          <w:sz w:val="22"/>
          <w:szCs w:val="22"/>
          <w:lang w:val="it-IT"/>
        </w:rPr>
        <w:t xml:space="preserve">partita I.V.A.: </w:t>
      </w:r>
      <w:r w:rsidRPr="00F2503B">
        <w:rPr>
          <w:sz w:val="22"/>
          <w:szCs w:val="22"/>
          <w:lang w:val="it-IT"/>
        </w:rPr>
        <w:t>_____________________________________</w:t>
      </w:r>
    </w:p>
    <w:p w:rsidR="00522D6A" w:rsidRPr="00F2503B" w:rsidRDefault="00522D6A" w:rsidP="00C42A43">
      <w:pPr>
        <w:rPr>
          <w:sz w:val="22"/>
          <w:szCs w:val="22"/>
          <w:lang w:val="it-IT"/>
        </w:rPr>
      </w:pPr>
      <w:r w:rsidRPr="00F2503B">
        <w:rPr>
          <w:b/>
          <w:sz w:val="22"/>
          <w:szCs w:val="22"/>
          <w:lang w:val="it-IT"/>
        </w:rPr>
        <w:t xml:space="preserve">telefono: </w:t>
      </w:r>
      <w:r w:rsidRPr="00F2503B">
        <w:rPr>
          <w:sz w:val="22"/>
          <w:szCs w:val="22"/>
          <w:lang w:val="it-IT"/>
        </w:rPr>
        <w:t xml:space="preserve">_________________________________________ </w:t>
      </w:r>
      <w:r w:rsidRPr="00F2503B">
        <w:rPr>
          <w:b/>
          <w:sz w:val="22"/>
          <w:szCs w:val="22"/>
          <w:lang w:val="it-IT"/>
        </w:rPr>
        <w:t xml:space="preserve">fax </w:t>
      </w:r>
      <w:r w:rsidRPr="00F2503B">
        <w:rPr>
          <w:sz w:val="22"/>
          <w:szCs w:val="22"/>
          <w:lang w:val="it-IT"/>
        </w:rPr>
        <w:t>______________________</w:t>
      </w:r>
    </w:p>
    <w:p w:rsidR="00522D6A" w:rsidRPr="00F2503B" w:rsidRDefault="00522D6A" w:rsidP="00C42A43">
      <w:pPr>
        <w:rPr>
          <w:sz w:val="22"/>
          <w:szCs w:val="22"/>
          <w:lang w:val="it-IT"/>
        </w:rPr>
      </w:pPr>
      <w:r w:rsidRPr="00F2503B">
        <w:rPr>
          <w:b/>
          <w:sz w:val="22"/>
          <w:szCs w:val="22"/>
          <w:lang w:val="it-IT"/>
        </w:rPr>
        <w:t xml:space="preserve">indirizzo di posta elettronica: </w:t>
      </w:r>
      <w:r w:rsidRPr="00F2503B">
        <w:rPr>
          <w:sz w:val="22"/>
          <w:szCs w:val="22"/>
          <w:lang w:val="it-IT"/>
        </w:rPr>
        <w:t>_________________________________________________</w:t>
      </w:r>
    </w:p>
    <w:p w:rsidR="00522D6A" w:rsidRPr="00F2503B" w:rsidRDefault="00522D6A" w:rsidP="008860BA">
      <w:pPr>
        <w:jc w:val="both"/>
        <w:rPr>
          <w:sz w:val="22"/>
          <w:szCs w:val="22"/>
          <w:lang w:val="it-IT"/>
        </w:rPr>
      </w:pPr>
    </w:p>
    <w:p w:rsidR="00522D6A" w:rsidRPr="00F2503B" w:rsidRDefault="00522D6A" w:rsidP="008860BA">
      <w:pPr>
        <w:jc w:val="both"/>
        <w:rPr>
          <w:sz w:val="22"/>
          <w:szCs w:val="22"/>
          <w:lang w:val="it-IT"/>
        </w:rPr>
      </w:pPr>
    </w:p>
    <w:tbl>
      <w:tblPr>
        <w:tblW w:w="0" w:type="auto"/>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A0"/>
      </w:tblPr>
      <w:tblGrid>
        <w:gridCol w:w="4986"/>
        <w:gridCol w:w="4937"/>
      </w:tblGrid>
      <w:tr w:rsidR="00522D6A" w:rsidRPr="00F2503B">
        <w:tc>
          <w:tcPr>
            <w:tcW w:w="9923" w:type="dxa"/>
            <w:gridSpan w:val="2"/>
            <w:shd w:val="pct5" w:color="auto" w:fill="auto"/>
          </w:tcPr>
          <w:p w:rsidR="00522D6A" w:rsidRPr="00F2503B" w:rsidRDefault="00522D6A" w:rsidP="00F0188F">
            <w:pPr>
              <w:jc w:val="center"/>
              <w:rPr>
                <w:b/>
                <w:i/>
                <w:sz w:val="22"/>
                <w:szCs w:val="22"/>
                <w:lang w:val="it-IT"/>
              </w:rPr>
            </w:pPr>
            <w:r w:rsidRPr="00F2503B">
              <w:rPr>
                <w:b/>
                <w:i/>
                <w:sz w:val="22"/>
                <w:szCs w:val="22"/>
                <w:lang w:val="it-IT"/>
              </w:rPr>
              <w:t>Recapiti presso i quali si intendono ricevere le comunicazioni della Stazione Appaltante</w:t>
            </w:r>
          </w:p>
          <w:p w:rsidR="00522D6A" w:rsidRPr="00F2503B" w:rsidRDefault="00522D6A" w:rsidP="00F0188F">
            <w:pPr>
              <w:jc w:val="center"/>
              <w:rPr>
                <w:b/>
                <w:i/>
                <w:sz w:val="22"/>
                <w:szCs w:val="22"/>
                <w:lang w:val="it-IT"/>
              </w:rPr>
            </w:pPr>
            <w:r w:rsidRPr="00F2503B">
              <w:rPr>
                <w:b/>
                <w:i/>
                <w:sz w:val="22"/>
                <w:szCs w:val="22"/>
                <w:lang w:val="it-IT"/>
              </w:rPr>
              <w:t xml:space="preserve">(da indicarsi </w:t>
            </w:r>
            <w:r w:rsidRPr="00F2503B">
              <w:rPr>
                <w:b/>
                <w:i/>
                <w:sz w:val="22"/>
                <w:szCs w:val="22"/>
                <w:u w:val="single"/>
                <w:lang w:val="it-IT"/>
              </w:rPr>
              <w:t>obbligatoriamente)</w:t>
            </w:r>
          </w:p>
          <w:p w:rsidR="00522D6A" w:rsidRPr="00F2503B" w:rsidRDefault="00522D6A" w:rsidP="00F0188F">
            <w:pPr>
              <w:jc w:val="both"/>
              <w:rPr>
                <w:sz w:val="22"/>
                <w:szCs w:val="22"/>
                <w:lang w:val="it-IT"/>
              </w:rPr>
            </w:pPr>
          </w:p>
        </w:tc>
      </w:tr>
      <w:tr w:rsidR="00522D6A" w:rsidRPr="00F2503B">
        <w:tc>
          <w:tcPr>
            <w:tcW w:w="4986" w:type="dxa"/>
          </w:tcPr>
          <w:p w:rsidR="00522D6A" w:rsidRPr="00F2503B" w:rsidRDefault="00522D6A" w:rsidP="00F0188F">
            <w:pPr>
              <w:jc w:val="both"/>
              <w:rPr>
                <w:b/>
                <w:i/>
                <w:sz w:val="22"/>
                <w:szCs w:val="22"/>
                <w:lang w:val="it-IT"/>
              </w:rPr>
            </w:pPr>
            <w:r w:rsidRPr="00F2503B">
              <w:rPr>
                <w:b/>
                <w:i/>
                <w:sz w:val="22"/>
                <w:szCs w:val="22"/>
                <w:lang w:val="it-IT"/>
              </w:rPr>
              <w:t>Domicilio eletto</w:t>
            </w:r>
          </w:p>
        </w:tc>
        <w:tc>
          <w:tcPr>
            <w:tcW w:w="4937" w:type="dxa"/>
          </w:tcPr>
          <w:p w:rsidR="00522D6A" w:rsidRPr="00F2503B" w:rsidRDefault="00522D6A" w:rsidP="00F0188F">
            <w:pPr>
              <w:jc w:val="both"/>
              <w:rPr>
                <w:sz w:val="22"/>
                <w:szCs w:val="22"/>
                <w:lang w:val="it-IT"/>
              </w:rPr>
            </w:pPr>
          </w:p>
          <w:p w:rsidR="00522D6A" w:rsidRPr="00F2503B" w:rsidRDefault="00522D6A" w:rsidP="00F0188F">
            <w:pPr>
              <w:jc w:val="both"/>
              <w:rPr>
                <w:sz w:val="22"/>
                <w:szCs w:val="22"/>
                <w:lang w:val="it-IT"/>
              </w:rPr>
            </w:pPr>
          </w:p>
        </w:tc>
      </w:tr>
      <w:tr w:rsidR="00522D6A" w:rsidRPr="00F2503B">
        <w:tc>
          <w:tcPr>
            <w:tcW w:w="4986" w:type="dxa"/>
          </w:tcPr>
          <w:p w:rsidR="00522D6A" w:rsidRPr="00F2503B" w:rsidRDefault="00522D6A" w:rsidP="00F0188F">
            <w:pPr>
              <w:jc w:val="both"/>
              <w:rPr>
                <w:b/>
                <w:i/>
                <w:sz w:val="22"/>
                <w:szCs w:val="22"/>
                <w:lang w:val="it-IT"/>
              </w:rPr>
            </w:pPr>
            <w:r w:rsidRPr="00F2503B">
              <w:rPr>
                <w:b/>
                <w:i/>
                <w:sz w:val="22"/>
                <w:szCs w:val="22"/>
                <w:lang w:val="it-IT"/>
              </w:rPr>
              <w:t>Indirizzo di posta elettronica</w:t>
            </w:r>
          </w:p>
        </w:tc>
        <w:tc>
          <w:tcPr>
            <w:tcW w:w="4937" w:type="dxa"/>
          </w:tcPr>
          <w:p w:rsidR="00522D6A" w:rsidRPr="00F2503B" w:rsidRDefault="00522D6A" w:rsidP="00F0188F">
            <w:pPr>
              <w:jc w:val="both"/>
              <w:rPr>
                <w:sz w:val="22"/>
                <w:szCs w:val="22"/>
                <w:lang w:val="it-IT"/>
              </w:rPr>
            </w:pPr>
          </w:p>
          <w:p w:rsidR="00522D6A" w:rsidRPr="00F2503B" w:rsidRDefault="00522D6A" w:rsidP="0083406B">
            <w:pPr>
              <w:tabs>
                <w:tab w:val="left" w:pos="3295"/>
              </w:tabs>
              <w:ind w:right="1426"/>
              <w:jc w:val="both"/>
              <w:rPr>
                <w:sz w:val="22"/>
                <w:szCs w:val="22"/>
                <w:lang w:val="it-IT"/>
              </w:rPr>
            </w:pPr>
          </w:p>
        </w:tc>
      </w:tr>
      <w:tr w:rsidR="00522D6A" w:rsidRPr="00842648">
        <w:tc>
          <w:tcPr>
            <w:tcW w:w="4986" w:type="dxa"/>
          </w:tcPr>
          <w:p w:rsidR="00522D6A" w:rsidRPr="00F2503B" w:rsidRDefault="00522D6A" w:rsidP="00F0188F">
            <w:pPr>
              <w:jc w:val="both"/>
              <w:rPr>
                <w:b/>
                <w:i/>
                <w:sz w:val="22"/>
                <w:szCs w:val="22"/>
                <w:lang w:val="it-IT"/>
              </w:rPr>
            </w:pPr>
            <w:r w:rsidRPr="00F2503B">
              <w:rPr>
                <w:b/>
                <w:i/>
                <w:sz w:val="22"/>
                <w:szCs w:val="22"/>
                <w:lang w:val="it-IT"/>
              </w:rPr>
              <w:t>Indirizzo di posta elettronica certificata (PEC)</w:t>
            </w:r>
          </w:p>
        </w:tc>
        <w:tc>
          <w:tcPr>
            <w:tcW w:w="4937" w:type="dxa"/>
          </w:tcPr>
          <w:p w:rsidR="00522D6A" w:rsidRPr="00F2503B" w:rsidRDefault="00522D6A" w:rsidP="00F0188F">
            <w:pPr>
              <w:jc w:val="both"/>
              <w:rPr>
                <w:sz w:val="22"/>
                <w:szCs w:val="22"/>
                <w:lang w:val="it-IT"/>
              </w:rPr>
            </w:pPr>
          </w:p>
          <w:p w:rsidR="00522D6A" w:rsidRPr="00F2503B" w:rsidRDefault="00522D6A" w:rsidP="00F0188F">
            <w:pPr>
              <w:jc w:val="both"/>
              <w:rPr>
                <w:sz w:val="22"/>
                <w:szCs w:val="22"/>
                <w:lang w:val="it-IT"/>
              </w:rPr>
            </w:pPr>
          </w:p>
        </w:tc>
      </w:tr>
      <w:tr w:rsidR="00522D6A" w:rsidRPr="00F2503B">
        <w:tc>
          <w:tcPr>
            <w:tcW w:w="4986" w:type="dxa"/>
          </w:tcPr>
          <w:p w:rsidR="00522D6A" w:rsidRPr="00F2503B" w:rsidRDefault="00522D6A" w:rsidP="00F0188F">
            <w:pPr>
              <w:jc w:val="both"/>
              <w:rPr>
                <w:b/>
                <w:i/>
                <w:sz w:val="22"/>
                <w:szCs w:val="22"/>
                <w:lang w:val="it-IT"/>
              </w:rPr>
            </w:pPr>
            <w:r w:rsidRPr="00F2503B">
              <w:rPr>
                <w:b/>
                <w:i/>
                <w:sz w:val="22"/>
                <w:szCs w:val="22"/>
                <w:lang w:val="it-IT"/>
              </w:rPr>
              <w:t>Numero di fax</w:t>
            </w:r>
          </w:p>
        </w:tc>
        <w:tc>
          <w:tcPr>
            <w:tcW w:w="4937" w:type="dxa"/>
          </w:tcPr>
          <w:p w:rsidR="00522D6A" w:rsidRPr="00F2503B" w:rsidRDefault="00522D6A" w:rsidP="00F0188F">
            <w:pPr>
              <w:jc w:val="both"/>
              <w:rPr>
                <w:sz w:val="22"/>
                <w:szCs w:val="22"/>
                <w:lang w:val="it-IT"/>
              </w:rPr>
            </w:pPr>
          </w:p>
          <w:p w:rsidR="00522D6A" w:rsidRPr="00F2503B" w:rsidRDefault="00522D6A" w:rsidP="00F0188F">
            <w:pPr>
              <w:jc w:val="both"/>
              <w:rPr>
                <w:sz w:val="22"/>
                <w:szCs w:val="22"/>
                <w:lang w:val="it-IT"/>
              </w:rPr>
            </w:pPr>
          </w:p>
        </w:tc>
      </w:tr>
    </w:tbl>
    <w:p w:rsidR="00522D6A" w:rsidRPr="00F2503B" w:rsidRDefault="00522D6A" w:rsidP="008860BA">
      <w:pPr>
        <w:jc w:val="both"/>
        <w:rPr>
          <w:sz w:val="22"/>
          <w:szCs w:val="22"/>
          <w:lang w:val="it-IT"/>
        </w:rPr>
      </w:pPr>
    </w:p>
    <w:p w:rsidR="00522D6A" w:rsidRPr="00F2503B" w:rsidRDefault="00522D6A" w:rsidP="008860BA">
      <w:pPr>
        <w:jc w:val="both"/>
        <w:rPr>
          <w:b/>
          <w:sz w:val="22"/>
          <w:szCs w:val="22"/>
          <w:lang w:val="it-IT"/>
        </w:rPr>
      </w:pPr>
      <w:r w:rsidRPr="00F2503B">
        <w:rPr>
          <w:b/>
          <w:sz w:val="22"/>
          <w:szCs w:val="22"/>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rsidR="00522D6A" w:rsidRPr="00F2503B" w:rsidRDefault="00522D6A" w:rsidP="008860BA">
      <w:pPr>
        <w:jc w:val="both"/>
        <w:rPr>
          <w:b/>
          <w:sz w:val="22"/>
          <w:szCs w:val="22"/>
          <w:lang w:val="it-IT"/>
        </w:rPr>
      </w:pPr>
    </w:p>
    <w:p w:rsidR="00522D6A" w:rsidRPr="00F2503B" w:rsidRDefault="00522D6A" w:rsidP="008860BA">
      <w:pPr>
        <w:jc w:val="both"/>
        <w:rPr>
          <w:b/>
          <w:sz w:val="22"/>
          <w:szCs w:val="22"/>
          <w:lang w:val="it-IT"/>
        </w:rPr>
      </w:pPr>
    </w:p>
    <w:p w:rsidR="00522D6A" w:rsidRPr="00F2503B" w:rsidRDefault="00522D6A" w:rsidP="00F625ED">
      <w:pPr>
        <w:jc w:val="center"/>
        <w:outlineLvl w:val="0"/>
        <w:rPr>
          <w:b/>
          <w:sz w:val="22"/>
          <w:szCs w:val="22"/>
          <w:lang w:val="it-IT"/>
        </w:rPr>
      </w:pPr>
      <w:r w:rsidRPr="00F2503B">
        <w:rPr>
          <w:b/>
          <w:sz w:val="22"/>
          <w:szCs w:val="22"/>
          <w:lang w:val="it-IT"/>
        </w:rPr>
        <w:t>DICHIARA</w:t>
      </w:r>
    </w:p>
    <w:p w:rsidR="00522D6A" w:rsidRPr="00F2503B" w:rsidRDefault="00522D6A" w:rsidP="00F625ED">
      <w:pPr>
        <w:jc w:val="center"/>
        <w:outlineLvl w:val="0"/>
        <w:rPr>
          <w:b/>
          <w:sz w:val="22"/>
          <w:szCs w:val="22"/>
          <w:lang w:val="it-IT"/>
        </w:rPr>
      </w:pPr>
    </w:p>
    <w:p w:rsidR="00522D6A" w:rsidRPr="00F2503B" w:rsidRDefault="00522D6A" w:rsidP="00671B8B">
      <w:pPr>
        <w:jc w:val="both"/>
        <w:rPr>
          <w:b/>
          <w:sz w:val="22"/>
          <w:szCs w:val="22"/>
          <w:lang w:val="it-IT"/>
        </w:rPr>
      </w:pPr>
    </w:p>
    <w:p w:rsidR="00522D6A" w:rsidRPr="00F2503B" w:rsidRDefault="00522D6A" w:rsidP="00C1464C">
      <w:pPr>
        <w:spacing w:after="120"/>
        <w:jc w:val="both"/>
        <w:rPr>
          <w:sz w:val="22"/>
          <w:szCs w:val="22"/>
          <w:lang w:val="it-IT"/>
        </w:rPr>
      </w:pPr>
      <w:r w:rsidRPr="00F2503B">
        <w:rPr>
          <w:sz w:val="22"/>
          <w:szCs w:val="22"/>
          <w:lang w:val="it-IT"/>
        </w:rPr>
        <w:t>in relazione alla Lettera di Invito per la procedura in oggetto, di partecipare alla procedura medesima</w:t>
      </w:r>
      <w:r w:rsidRPr="00F2503B">
        <w:rPr>
          <w:color w:val="FF0000"/>
          <w:sz w:val="22"/>
          <w:szCs w:val="22"/>
          <w:lang w:val="it-IT"/>
        </w:rPr>
        <w:t xml:space="preserve"> </w:t>
      </w:r>
    </w:p>
    <w:p w:rsidR="00522D6A" w:rsidRPr="00F2503B" w:rsidRDefault="00522D6A" w:rsidP="00C1464C">
      <w:pPr>
        <w:spacing w:after="120"/>
        <w:jc w:val="both"/>
        <w:rPr>
          <w:sz w:val="22"/>
          <w:szCs w:val="22"/>
          <w:lang w:val="it-IT"/>
        </w:rPr>
      </w:pPr>
      <w:r w:rsidRPr="00F2503B">
        <w:rPr>
          <w:sz w:val="22"/>
          <w:szCs w:val="22"/>
          <w:lang w:val="it-IT"/>
        </w:rPr>
        <w:t>[</w:t>
      </w:r>
      <w:r w:rsidRPr="00F2503B">
        <w:rPr>
          <w:i/>
          <w:sz w:val="22"/>
          <w:szCs w:val="22"/>
          <w:lang w:val="it-IT"/>
        </w:rPr>
        <w:t>selezionare la casella corrispondente al regime soggettivo di partecipazione alla procedura</w:t>
      </w:r>
      <w:r w:rsidRPr="00F2503B">
        <w:rPr>
          <w:sz w:val="22"/>
          <w:szCs w:val="22"/>
          <w:lang w:val="it-IT"/>
        </w:rPr>
        <w:t xml:space="preserve">] </w:t>
      </w:r>
    </w:p>
    <w:p w:rsidR="00522D6A" w:rsidRPr="00F2503B" w:rsidRDefault="00522D6A"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come Operatore economico singolo</w:t>
      </w:r>
    </w:p>
    <w:p w:rsidR="00522D6A" w:rsidRPr="00F2503B" w:rsidRDefault="00522D6A" w:rsidP="000646D5">
      <w:pPr>
        <w:tabs>
          <w:tab w:val="left" w:pos="360"/>
          <w:tab w:val="center" w:pos="4986"/>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r w:rsidRPr="00F2503B">
        <w:rPr>
          <w:sz w:val="22"/>
          <w:szCs w:val="22"/>
          <w:lang w:val="it-IT"/>
        </w:rPr>
        <w:tab/>
      </w:r>
    </w:p>
    <w:p w:rsidR="00522D6A" w:rsidRPr="00F2503B" w:rsidRDefault="00522D6A"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come consorzio con le seguenti imprese consorziate: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
        <w:gridCol w:w="4140"/>
        <w:gridCol w:w="5580"/>
      </w:tblGrid>
      <w:tr w:rsidR="00522D6A" w:rsidRPr="00F2503B" w:rsidTr="00CA631A">
        <w:trPr>
          <w:trHeight w:val="166"/>
          <w:tblHeader/>
        </w:trPr>
        <w:tc>
          <w:tcPr>
            <w:tcW w:w="360" w:type="dxa"/>
          </w:tcPr>
          <w:p w:rsidR="00522D6A" w:rsidRPr="00F2503B" w:rsidRDefault="00522D6A" w:rsidP="00C1464C">
            <w:pPr>
              <w:tabs>
                <w:tab w:val="left" w:pos="360"/>
              </w:tabs>
              <w:spacing w:after="120"/>
              <w:jc w:val="both"/>
              <w:rPr>
                <w:sz w:val="22"/>
                <w:szCs w:val="22"/>
                <w:lang w:val="it-IT"/>
              </w:rPr>
            </w:pPr>
          </w:p>
        </w:tc>
        <w:tc>
          <w:tcPr>
            <w:tcW w:w="4140" w:type="dxa"/>
          </w:tcPr>
          <w:p w:rsidR="00522D6A" w:rsidRPr="00F2503B" w:rsidRDefault="00522D6A" w:rsidP="00C1464C">
            <w:pPr>
              <w:tabs>
                <w:tab w:val="left" w:pos="360"/>
              </w:tabs>
              <w:spacing w:after="120"/>
              <w:jc w:val="center"/>
              <w:rPr>
                <w:b/>
                <w:sz w:val="22"/>
                <w:szCs w:val="22"/>
                <w:lang w:val="it-IT"/>
              </w:rPr>
            </w:pPr>
            <w:r w:rsidRPr="00F2503B">
              <w:rPr>
                <w:b/>
                <w:sz w:val="22"/>
                <w:szCs w:val="22"/>
                <w:lang w:val="it-IT"/>
              </w:rPr>
              <w:t>Denominazione</w:t>
            </w:r>
          </w:p>
        </w:tc>
        <w:tc>
          <w:tcPr>
            <w:tcW w:w="5580" w:type="dxa"/>
          </w:tcPr>
          <w:p w:rsidR="00522D6A" w:rsidRPr="00F2503B" w:rsidRDefault="00522D6A" w:rsidP="00C1464C">
            <w:pPr>
              <w:tabs>
                <w:tab w:val="left" w:pos="360"/>
              </w:tabs>
              <w:spacing w:after="120"/>
              <w:jc w:val="center"/>
              <w:rPr>
                <w:b/>
                <w:sz w:val="22"/>
                <w:szCs w:val="22"/>
                <w:lang w:val="it-IT"/>
              </w:rPr>
            </w:pPr>
            <w:r w:rsidRPr="00F2503B">
              <w:rPr>
                <w:b/>
                <w:sz w:val="22"/>
                <w:szCs w:val="22"/>
                <w:lang w:val="it-IT"/>
              </w:rPr>
              <w:t>Sede legale</w:t>
            </w:r>
          </w:p>
        </w:tc>
      </w:tr>
      <w:tr w:rsidR="00522D6A" w:rsidRPr="00F2503B">
        <w:tc>
          <w:tcPr>
            <w:tcW w:w="360" w:type="dxa"/>
          </w:tcPr>
          <w:p w:rsidR="00522D6A" w:rsidRPr="00F2503B" w:rsidRDefault="00522D6A" w:rsidP="00C1464C">
            <w:pPr>
              <w:tabs>
                <w:tab w:val="left" w:pos="360"/>
              </w:tabs>
              <w:spacing w:after="120"/>
              <w:jc w:val="both"/>
              <w:rPr>
                <w:sz w:val="22"/>
                <w:szCs w:val="22"/>
                <w:lang w:val="it-IT"/>
              </w:rPr>
            </w:pPr>
            <w:r w:rsidRPr="00F2503B">
              <w:rPr>
                <w:sz w:val="22"/>
                <w:szCs w:val="22"/>
                <w:lang w:val="it-IT"/>
              </w:rPr>
              <w:t>1</w:t>
            </w:r>
          </w:p>
        </w:tc>
        <w:tc>
          <w:tcPr>
            <w:tcW w:w="4140" w:type="dxa"/>
          </w:tcPr>
          <w:p w:rsidR="00522D6A" w:rsidRPr="00F2503B" w:rsidRDefault="00522D6A" w:rsidP="00C1464C">
            <w:pPr>
              <w:tabs>
                <w:tab w:val="left" w:pos="360"/>
              </w:tabs>
              <w:spacing w:after="120"/>
              <w:jc w:val="both"/>
              <w:rPr>
                <w:sz w:val="22"/>
                <w:szCs w:val="22"/>
                <w:lang w:val="it-IT"/>
              </w:rPr>
            </w:pPr>
          </w:p>
          <w:p w:rsidR="00522D6A" w:rsidRPr="00F2503B" w:rsidRDefault="00522D6A" w:rsidP="00C1464C">
            <w:pPr>
              <w:tabs>
                <w:tab w:val="left" w:pos="360"/>
              </w:tabs>
              <w:spacing w:after="120"/>
              <w:jc w:val="both"/>
              <w:rPr>
                <w:sz w:val="22"/>
                <w:szCs w:val="22"/>
                <w:lang w:val="it-IT"/>
              </w:rPr>
            </w:pPr>
          </w:p>
        </w:tc>
        <w:tc>
          <w:tcPr>
            <w:tcW w:w="5580" w:type="dxa"/>
          </w:tcPr>
          <w:p w:rsidR="00522D6A" w:rsidRPr="00F2503B" w:rsidRDefault="00522D6A" w:rsidP="00C1464C">
            <w:pPr>
              <w:tabs>
                <w:tab w:val="left" w:pos="360"/>
              </w:tabs>
              <w:spacing w:after="120"/>
              <w:jc w:val="both"/>
              <w:rPr>
                <w:sz w:val="22"/>
                <w:szCs w:val="22"/>
                <w:lang w:val="it-IT"/>
              </w:rPr>
            </w:pPr>
          </w:p>
        </w:tc>
      </w:tr>
      <w:tr w:rsidR="00522D6A" w:rsidRPr="00F2503B">
        <w:tc>
          <w:tcPr>
            <w:tcW w:w="360" w:type="dxa"/>
          </w:tcPr>
          <w:p w:rsidR="00522D6A" w:rsidRPr="00F2503B" w:rsidRDefault="00522D6A" w:rsidP="00C1464C">
            <w:pPr>
              <w:tabs>
                <w:tab w:val="left" w:pos="360"/>
              </w:tabs>
              <w:spacing w:after="120"/>
              <w:jc w:val="both"/>
              <w:rPr>
                <w:sz w:val="22"/>
                <w:szCs w:val="22"/>
                <w:lang w:val="it-IT"/>
              </w:rPr>
            </w:pPr>
            <w:r w:rsidRPr="00F2503B">
              <w:rPr>
                <w:sz w:val="22"/>
                <w:szCs w:val="22"/>
                <w:lang w:val="it-IT"/>
              </w:rPr>
              <w:t>2</w:t>
            </w:r>
          </w:p>
        </w:tc>
        <w:tc>
          <w:tcPr>
            <w:tcW w:w="4140" w:type="dxa"/>
          </w:tcPr>
          <w:p w:rsidR="00522D6A" w:rsidRPr="00F2503B" w:rsidRDefault="00522D6A" w:rsidP="00C1464C">
            <w:pPr>
              <w:tabs>
                <w:tab w:val="left" w:pos="360"/>
              </w:tabs>
              <w:spacing w:after="120"/>
              <w:jc w:val="both"/>
              <w:rPr>
                <w:sz w:val="22"/>
                <w:szCs w:val="22"/>
                <w:lang w:val="it-IT"/>
              </w:rPr>
            </w:pPr>
          </w:p>
          <w:p w:rsidR="00522D6A" w:rsidRPr="00F2503B" w:rsidRDefault="00522D6A" w:rsidP="00C1464C">
            <w:pPr>
              <w:tabs>
                <w:tab w:val="left" w:pos="360"/>
              </w:tabs>
              <w:spacing w:after="120"/>
              <w:jc w:val="both"/>
              <w:rPr>
                <w:sz w:val="22"/>
                <w:szCs w:val="22"/>
                <w:lang w:val="it-IT"/>
              </w:rPr>
            </w:pPr>
          </w:p>
        </w:tc>
        <w:tc>
          <w:tcPr>
            <w:tcW w:w="5580" w:type="dxa"/>
          </w:tcPr>
          <w:p w:rsidR="00522D6A" w:rsidRPr="00F2503B" w:rsidRDefault="00522D6A" w:rsidP="00C1464C">
            <w:pPr>
              <w:tabs>
                <w:tab w:val="left" w:pos="360"/>
              </w:tabs>
              <w:spacing w:after="120"/>
              <w:jc w:val="both"/>
              <w:rPr>
                <w:sz w:val="22"/>
                <w:szCs w:val="22"/>
                <w:lang w:val="it-IT"/>
              </w:rPr>
            </w:pPr>
          </w:p>
        </w:tc>
      </w:tr>
      <w:tr w:rsidR="00522D6A" w:rsidRPr="00F2503B">
        <w:tc>
          <w:tcPr>
            <w:tcW w:w="360" w:type="dxa"/>
          </w:tcPr>
          <w:p w:rsidR="00522D6A" w:rsidRPr="00F2503B" w:rsidRDefault="00522D6A" w:rsidP="00C1464C">
            <w:pPr>
              <w:tabs>
                <w:tab w:val="left" w:pos="360"/>
              </w:tabs>
              <w:spacing w:after="120"/>
              <w:jc w:val="both"/>
              <w:rPr>
                <w:sz w:val="22"/>
                <w:szCs w:val="22"/>
                <w:lang w:val="it-IT"/>
              </w:rPr>
            </w:pPr>
            <w:r w:rsidRPr="00F2503B">
              <w:rPr>
                <w:sz w:val="22"/>
                <w:szCs w:val="22"/>
                <w:lang w:val="it-IT"/>
              </w:rPr>
              <w:t>3</w:t>
            </w:r>
          </w:p>
        </w:tc>
        <w:tc>
          <w:tcPr>
            <w:tcW w:w="4140" w:type="dxa"/>
          </w:tcPr>
          <w:p w:rsidR="00522D6A" w:rsidRPr="00F2503B" w:rsidRDefault="00522D6A" w:rsidP="00C1464C">
            <w:pPr>
              <w:tabs>
                <w:tab w:val="left" w:pos="360"/>
              </w:tabs>
              <w:spacing w:after="120"/>
              <w:jc w:val="both"/>
              <w:rPr>
                <w:sz w:val="22"/>
                <w:szCs w:val="22"/>
                <w:lang w:val="it-IT"/>
              </w:rPr>
            </w:pPr>
          </w:p>
          <w:p w:rsidR="00522D6A" w:rsidRPr="00F2503B" w:rsidRDefault="00522D6A" w:rsidP="00C1464C">
            <w:pPr>
              <w:tabs>
                <w:tab w:val="left" w:pos="360"/>
              </w:tabs>
              <w:spacing w:after="120"/>
              <w:jc w:val="both"/>
              <w:rPr>
                <w:sz w:val="22"/>
                <w:szCs w:val="22"/>
                <w:lang w:val="it-IT"/>
              </w:rPr>
            </w:pPr>
          </w:p>
        </w:tc>
        <w:tc>
          <w:tcPr>
            <w:tcW w:w="5580" w:type="dxa"/>
          </w:tcPr>
          <w:p w:rsidR="00522D6A" w:rsidRPr="00F2503B" w:rsidRDefault="00522D6A" w:rsidP="00C1464C">
            <w:pPr>
              <w:tabs>
                <w:tab w:val="left" w:pos="360"/>
              </w:tabs>
              <w:spacing w:after="120"/>
              <w:jc w:val="both"/>
              <w:rPr>
                <w:sz w:val="22"/>
                <w:szCs w:val="22"/>
                <w:lang w:val="it-IT"/>
              </w:rPr>
            </w:pPr>
          </w:p>
        </w:tc>
      </w:tr>
      <w:tr w:rsidR="00522D6A" w:rsidRPr="00F2503B">
        <w:tc>
          <w:tcPr>
            <w:tcW w:w="360" w:type="dxa"/>
          </w:tcPr>
          <w:p w:rsidR="00522D6A" w:rsidRPr="00F2503B" w:rsidRDefault="00522D6A" w:rsidP="00C1464C">
            <w:pPr>
              <w:tabs>
                <w:tab w:val="left" w:pos="360"/>
              </w:tabs>
              <w:spacing w:after="120"/>
              <w:jc w:val="both"/>
              <w:rPr>
                <w:sz w:val="22"/>
                <w:szCs w:val="22"/>
                <w:lang w:val="it-IT"/>
              </w:rPr>
            </w:pPr>
            <w:r w:rsidRPr="00F2503B">
              <w:rPr>
                <w:sz w:val="22"/>
                <w:szCs w:val="22"/>
                <w:lang w:val="it-IT"/>
              </w:rPr>
              <w:t>4</w:t>
            </w:r>
          </w:p>
        </w:tc>
        <w:tc>
          <w:tcPr>
            <w:tcW w:w="4140" w:type="dxa"/>
          </w:tcPr>
          <w:p w:rsidR="00522D6A" w:rsidRPr="00F2503B" w:rsidRDefault="00522D6A" w:rsidP="00C1464C">
            <w:pPr>
              <w:tabs>
                <w:tab w:val="left" w:pos="360"/>
              </w:tabs>
              <w:spacing w:after="120"/>
              <w:jc w:val="both"/>
              <w:rPr>
                <w:sz w:val="22"/>
                <w:szCs w:val="22"/>
                <w:lang w:val="it-IT"/>
              </w:rPr>
            </w:pPr>
          </w:p>
          <w:p w:rsidR="00522D6A" w:rsidRPr="00F2503B" w:rsidRDefault="00522D6A" w:rsidP="00C1464C">
            <w:pPr>
              <w:tabs>
                <w:tab w:val="left" w:pos="360"/>
              </w:tabs>
              <w:spacing w:after="120"/>
              <w:jc w:val="both"/>
              <w:rPr>
                <w:sz w:val="22"/>
                <w:szCs w:val="22"/>
                <w:lang w:val="it-IT"/>
              </w:rPr>
            </w:pPr>
          </w:p>
        </w:tc>
        <w:tc>
          <w:tcPr>
            <w:tcW w:w="5580" w:type="dxa"/>
          </w:tcPr>
          <w:p w:rsidR="00522D6A" w:rsidRPr="00F2503B" w:rsidRDefault="00522D6A" w:rsidP="00C1464C">
            <w:pPr>
              <w:tabs>
                <w:tab w:val="left" w:pos="360"/>
              </w:tabs>
              <w:spacing w:after="120"/>
              <w:jc w:val="both"/>
              <w:rPr>
                <w:sz w:val="22"/>
                <w:szCs w:val="22"/>
                <w:lang w:val="it-IT"/>
              </w:rPr>
            </w:pPr>
          </w:p>
        </w:tc>
      </w:tr>
      <w:tr w:rsidR="00522D6A" w:rsidRPr="00F2503B">
        <w:tc>
          <w:tcPr>
            <w:tcW w:w="360" w:type="dxa"/>
          </w:tcPr>
          <w:p w:rsidR="00522D6A" w:rsidRPr="00F2503B" w:rsidRDefault="00522D6A" w:rsidP="00C1464C">
            <w:pPr>
              <w:tabs>
                <w:tab w:val="left" w:pos="360"/>
              </w:tabs>
              <w:spacing w:after="120"/>
              <w:jc w:val="both"/>
              <w:rPr>
                <w:sz w:val="22"/>
                <w:szCs w:val="22"/>
                <w:lang w:val="it-IT"/>
              </w:rPr>
            </w:pPr>
            <w:r w:rsidRPr="00F2503B">
              <w:rPr>
                <w:sz w:val="22"/>
                <w:szCs w:val="22"/>
                <w:lang w:val="it-IT"/>
              </w:rPr>
              <w:t>5</w:t>
            </w:r>
          </w:p>
        </w:tc>
        <w:tc>
          <w:tcPr>
            <w:tcW w:w="4140" w:type="dxa"/>
          </w:tcPr>
          <w:p w:rsidR="00522D6A" w:rsidRPr="00F2503B" w:rsidRDefault="00522D6A" w:rsidP="00C1464C">
            <w:pPr>
              <w:tabs>
                <w:tab w:val="left" w:pos="360"/>
              </w:tabs>
              <w:spacing w:after="120"/>
              <w:jc w:val="both"/>
              <w:rPr>
                <w:sz w:val="22"/>
                <w:szCs w:val="22"/>
                <w:lang w:val="it-IT"/>
              </w:rPr>
            </w:pPr>
          </w:p>
          <w:p w:rsidR="00522D6A" w:rsidRPr="00F2503B" w:rsidRDefault="00522D6A" w:rsidP="00C1464C">
            <w:pPr>
              <w:tabs>
                <w:tab w:val="left" w:pos="360"/>
              </w:tabs>
              <w:spacing w:after="120"/>
              <w:jc w:val="both"/>
              <w:rPr>
                <w:sz w:val="22"/>
                <w:szCs w:val="22"/>
                <w:lang w:val="it-IT"/>
              </w:rPr>
            </w:pPr>
          </w:p>
        </w:tc>
        <w:tc>
          <w:tcPr>
            <w:tcW w:w="5580" w:type="dxa"/>
          </w:tcPr>
          <w:p w:rsidR="00522D6A" w:rsidRPr="00F2503B" w:rsidRDefault="00522D6A" w:rsidP="00C1464C">
            <w:pPr>
              <w:tabs>
                <w:tab w:val="left" w:pos="360"/>
              </w:tabs>
              <w:spacing w:after="120"/>
              <w:jc w:val="both"/>
              <w:rPr>
                <w:sz w:val="22"/>
                <w:szCs w:val="22"/>
                <w:lang w:val="it-IT"/>
              </w:rPr>
            </w:pPr>
          </w:p>
        </w:tc>
      </w:tr>
      <w:tr w:rsidR="00522D6A" w:rsidRPr="00F2503B">
        <w:tc>
          <w:tcPr>
            <w:tcW w:w="360" w:type="dxa"/>
          </w:tcPr>
          <w:p w:rsidR="00522D6A" w:rsidRPr="00F2503B" w:rsidRDefault="00522D6A" w:rsidP="00C1464C">
            <w:pPr>
              <w:tabs>
                <w:tab w:val="left" w:pos="360"/>
              </w:tabs>
              <w:spacing w:after="120"/>
              <w:jc w:val="both"/>
              <w:rPr>
                <w:sz w:val="22"/>
                <w:szCs w:val="22"/>
                <w:lang w:val="it-IT"/>
              </w:rPr>
            </w:pPr>
            <w:r w:rsidRPr="00F2503B">
              <w:rPr>
                <w:sz w:val="22"/>
                <w:szCs w:val="22"/>
                <w:lang w:val="it-IT"/>
              </w:rPr>
              <w:t>6</w:t>
            </w:r>
          </w:p>
        </w:tc>
        <w:tc>
          <w:tcPr>
            <w:tcW w:w="4140" w:type="dxa"/>
          </w:tcPr>
          <w:p w:rsidR="00522D6A" w:rsidRPr="00F2503B" w:rsidRDefault="00522D6A" w:rsidP="00C1464C">
            <w:pPr>
              <w:tabs>
                <w:tab w:val="left" w:pos="360"/>
              </w:tabs>
              <w:spacing w:after="120"/>
              <w:jc w:val="both"/>
              <w:rPr>
                <w:sz w:val="22"/>
                <w:szCs w:val="22"/>
                <w:lang w:val="it-IT"/>
              </w:rPr>
            </w:pPr>
          </w:p>
          <w:p w:rsidR="00522D6A" w:rsidRPr="00F2503B" w:rsidRDefault="00522D6A" w:rsidP="00C1464C">
            <w:pPr>
              <w:tabs>
                <w:tab w:val="left" w:pos="360"/>
              </w:tabs>
              <w:spacing w:after="120"/>
              <w:jc w:val="both"/>
              <w:rPr>
                <w:sz w:val="22"/>
                <w:szCs w:val="22"/>
                <w:lang w:val="it-IT"/>
              </w:rPr>
            </w:pPr>
          </w:p>
        </w:tc>
        <w:tc>
          <w:tcPr>
            <w:tcW w:w="5580" w:type="dxa"/>
          </w:tcPr>
          <w:p w:rsidR="00522D6A" w:rsidRPr="00F2503B" w:rsidRDefault="00522D6A" w:rsidP="00C1464C">
            <w:pPr>
              <w:tabs>
                <w:tab w:val="left" w:pos="360"/>
              </w:tabs>
              <w:spacing w:after="120"/>
              <w:jc w:val="both"/>
              <w:rPr>
                <w:sz w:val="22"/>
                <w:szCs w:val="22"/>
                <w:lang w:val="it-IT"/>
              </w:rPr>
            </w:pPr>
          </w:p>
        </w:tc>
      </w:tr>
    </w:tbl>
    <w:p w:rsidR="00522D6A" w:rsidRPr="00F2503B" w:rsidRDefault="00522D6A"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22D6A" w:rsidRPr="00F2503B" w:rsidRDefault="00522D6A"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quale [mandatario] [mandante] in raggruppamento temporaneo di Operatori Economici di tipo:</w:t>
      </w:r>
    </w:p>
    <w:p w:rsidR="00522D6A" w:rsidRPr="00F2503B" w:rsidRDefault="00522D6A" w:rsidP="00C1464C">
      <w:pPr>
        <w:tabs>
          <w:tab w:val="left" w:pos="360"/>
        </w:tabs>
        <w:spacing w:after="120"/>
        <w:ind w:left="360"/>
        <w:jc w:val="both"/>
        <w:rPr>
          <w:sz w:val="22"/>
          <w:szCs w:val="22"/>
          <w:lang w:val="it-IT"/>
        </w:rPr>
      </w:pPr>
      <w:r w:rsidRPr="00F2503B">
        <w:rPr>
          <w:sz w:val="22"/>
          <w:szCs w:val="22"/>
          <w:lang w:val="it-IT"/>
        </w:rPr>
        <w:t>º orizzontale</w:t>
      </w:r>
    </w:p>
    <w:p w:rsidR="00522D6A" w:rsidRPr="00F2503B" w:rsidRDefault="00522D6A" w:rsidP="00C1464C">
      <w:pPr>
        <w:tabs>
          <w:tab w:val="left" w:pos="360"/>
        </w:tabs>
        <w:spacing w:after="120"/>
        <w:ind w:left="360"/>
        <w:jc w:val="both"/>
        <w:rPr>
          <w:sz w:val="22"/>
          <w:szCs w:val="22"/>
          <w:lang w:val="it-IT"/>
        </w:rPr>
      </w:pPr>
      <w:r w:rsidRPr="00F2503B">
        <w:rPr>
          <w:sz w:val="22"/>
          <w:szCs w:val="22"/>
          <w:lang w:val="it-IT"/>
        </w:rPr>
        <w:t>º verticale</w:t>
      </w:r>
    </w:p>
    <w:p w:rsidR="00522D6A" w:rsidRPr="00F2503B" w:rsidRDefault="00522D6A" w:rsidP="00C1464C">
      <w:pPr>
        <w:tabs>
          <w:tab w:val="left" w:pos="360"/>
        </w:tabs>
        <w:spacing w:after="120"/>
        <w:ind w:left="360"/>
        <w:jc w:val="both"/>
        <w:rPr>
          <w:sz w:val="22"/>
          <w:szCs w:val="22"/>
          <w:lang w:val="it-IT"/>
        </w:rPr>
      </w:pPr>
      <w:r w:rsidRPr="00F2503B">
        <w:rPr>
          <w:sz w:val="22"/>
          <w:szCs w:val="22"/>
          <w:lang w:val="it-IT"/>
        </w:rPr>
        <w:t>º misto</w:t>
      </w:r>
    </w:p>
    <w:p w:rsidR="00522D6A" w:rsidRPr="00F2503B" w:rsidRDefault="00522D6A" w:rsidP="00C1464C">
      <w:pPr>
        <w:tabs>
          <w:tab w:val="left" w:pos="360"/>
        </w:tabs>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22D6A" w:rsidRPr="00F2503B" w:rsidRDefault="00522D6A" w:rsidP="00C1464C">
      <w:pPr>
        <w:tabs>
          <w:tab w:val="left" w:pos="360"/>
        </w:tabs>
        <w:spacing w:after="120"/>
        <w:jc w:val="both"/>
        <w:rPr>
          <w:sz w:val="22"/>
          <w:szCs w:val="22"/>
          <w:lang w:val="it-IT"/>
        </w:rPr>
      </w:pPr>
      <w:r w:rsidRPr="00F2503B">
        <w:rPr>
          <w:sz w:val="22"/>
          <w:szCs w:val="22"/>
          <w:lang w:val="it-IT"/>
        </w:rPr>
        <w:t>□</w:t>
      </w:r>
      <w:r w:rsidRPr="00F2503B">
        <w:rPr>
          <w:sz w:val="22"/>
          <w:szCs w:val="22"/>
          <w:lang w:val="it-IT"/>
        </w:rPr>
        <w:tab/>
        <w:t>quale [capogruppo] [consorziato] in consorzio ordinario</w:t>
      </w:r>
    </w:p>
    <w:p w:rsidR="00522D6A" w:rsidRPr="00F2503B" w:rsidRDefault="00522D6A" w:rsidP="00C1464C">
      <w:pPr>
        <w:tabs>
          <w:tab w:val="left" w:pos="360"/>
        </w:tabs>
        <w:spacing w:after="120"/>
        <w:jc w:val="both"/>
        <w:rPr>
          <w:sz w:val="22"/>
          <w:szCs w:val="22"/>
          <w:lang w:val="it-IT"/>
        </w:rPr>
      </w:pPr>
      <w:r w:rsidRPr="00F2503B">
        <w:rPr>
          <w:sz w:val="22"/>
          <w:szCs w:val="22"/>
          <w:lang w:val="it-IT"/>
        </w:rPr>
        <w:t>con i seguenti Operatori Economici concorrenti e con la seguente ripartizione dell’appalto tra i medesimi, ai sensi dell’art. 48, comma 4 del D.lgs. n. 50/2016:</w:t>
      </w:r>
    </w:p>
    <w:p w:rsidR="00522D6A" w:rsidRPr="00F2503B" w:rsidRDefault="00522D6A" w:rsidP="00C1464C">
      <w:pPr>
        <w:tabs>
          <w:tab w:val="left" w:pos="360"/>
        </w:tabs>
        <w:spacing w:after="120"/>
        <w:jc w:val="both"/>
        <w:rPr>
          <w:i/>
          <w:sz w:val="22"/>
          <w:szCs w:val="22"/>
          <w:lang w:val="it-IT"/>
        </w:rPr>
      </w:pPr>
      <w:r w:rsidRPr="00F2503B">
        <w:rPr>
          <w:i/>
          <w:sz w:val="22"/>
          <w:szCs w:val="22"/>
          <w:lang w:val="it-IT"/>
        </w:rPr>
        <w:t>[quadro da compilare solo in caso di raggruppamento temporaneo o consorzio ordinario, costituendi o costituiti. In tal caso, per ciascun operatore occorrerà indicare la denominazione, il codice fiscale, 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61"/>
        <w:gridCol w:w="3601"/>
        <w:gridCol w:w="3026"/>
      </w:tblGrid>
      <w:tr w:rsidR="00522D6A" w:rsidRPr="00F2503B">
        <w:tc>
          <w:tcPr>
            <w:tcW w:w="3561" w:type="dxa"/>
          </w:tcPr>
          <w:p w:rsidR="00522D6A" w:rsidRPr="00F2503B" w:rsidRDefault="00522D6A" w:rsidP="00C1464C">
            <w:pPr>
              <w:tabs>
                <w:tab w:val="left" w:pos="360"/>
              </w:tabs>
              <w:spacing w:after="120"/>
              <w:jc w:val="center"/>
              <w:rPr>
                <w:b/>
                <w:sz w:val="22"/>
                <w:szCs w:val="22"/>
                <w:lang w:val="it-IT"/>
              </w:rPr>
            </w:pPr>
            <w:r w:rsidRPr="00F2503B">
              <w:rPr>
                <w:b/>
                <w:sz w:val="22"/>
                <w:szCs w:val="22"/>
                <w:lang w:val="it-IT"/>
              </w:rPr>
              <w:t>Operatore Mandatario/Capogruppo</w:t>
            </w:r>
          </w:p>
        </w:tc>
        <w:tc>
          <w:tcPr>
            <w:tcW w:w="3601" w:type="dxa"/>
          </w:tcPr>
          <w:p w:rsidR="00522D6A" w:rsidRPr="00F2503B" w:rsidRDefault="00522D6A" w:rsidP="00C1464C">
            <w:pPr>
              <w:tabs>
                <w:tab w:val="left" w:pos="360"/>
              </w:tabs>
              <w:spacing w:after="120"/>
              <w:jc w:val="center"/>
              <w:rPr>
                <w:b/>
                <w:sz w:val="22"/>
                <w:szCs w:val="22"/>
                <w:lang w:val="it-IT"/>
              </w:rPr>
            </w:pPr>
            <w:r w:rsidRPr="00F2503B">
              <w:rPr>
                <w:b/>
                <w:sz w:val="22"/>
                <w:szCs w:val="22"/>
                <w:lang w:val="it-IT"/>
              </w:rPr>
              <w:t xml:space="preserve">Parte dell’appalto di competenza </w:t>
            </w:r>
          </w:p>
          <w:p w:rsidR="00522D6A" w:rsidRPr="00F2503B" w:rsidRDefault="00522D6A" w:rsidP="00C1464C">
            <w:pPr>
              <w:tabs>
                <w:tab w:val="left" w:pos="360"/>
              </w:tabs>
              <w:spacing w:after="120"/>
              <w:rPr>
                <w:b/>
                <w:sz w:val="22"/>
                <w:szCs w:val="22"/>
                <w:lang w:val="it-IT"/>
              </w:rPr>
            </w:pPr>
          </w:p>
        </w:tc>
        <w:tc>
          <w:tcPr>
            <w:tcW w:w="3026" w:type="dxa"/>
          </w:tcPr>
          <w:p w:rsidR="00522D6A" w:rsidRPr="00F2503B" w:rsidRDefault="00522D6A" w:rsidP="00C1464C">
            <w:pPr>
              <w:tabs>
                <w:tab w:val="left" w:pos="360"/>
              </w:tabs>
              <w:spacing w:after="120"/>
              <w:jc w:val="center"/>
              <w:rPr>
                <w:b/>
                <w:sz w:val="22"/>
                <w:szCs w:val="22"/>
                <w:lang w:val="it-IT"/>
              </w:rPr>
            </w:pPr>
            <w:r w:rsidRPr="00F2503B">
              <w:rPr>
                <w:b/>
                <w:sz w:val="22"/>
                <w:szCs w:val="22"/>
                <w:lang w:val="it-IT"/>
              </w:rPr>
              <w:t>Percentuale di esecuzione</w:t>
            </w:r>
          </w:p>
        </w:tc>
      </w:tr>
      <w:tr w:rsidR="00522D6A" w:rsidRPr="00F2503B">
        <w:trPr>
          <w:trHeight w:val="535"/>
        </w:trPr>
        <w:tc>
          <w:tcPr>
            <w:tcW w:w="3561" w:type="dxa"/>
          </w:tcPr>
          <w:p w:rsidR="00522D6A" w:rsidRPr="00F2503B" w:rsidRDefault="00522D6A" w:rsidP="00C1464C">
            <w:pPr>
              <w:tabs>
                <w:tab w:val="left" w:pos="360"/>
              </w:tabs>
              <w:spacing w:after="120"/>
              <w:jc w:val="both"/>
              <w:rPr>
                <w:sz w:val="22"/>
                <w:szCs w:val="22"/>
                <w:lang w:val="it-IT"/>
              </w:rPr>
            </w:pPr>
          </w:p>
        </w:tc>
        <w:tc>
          <w:tcPr>
            <w:tcW w:w="3601" w:type="dxa"/>
          </w:tcPr>
          <w:p w:rsidR="00522D6A" w:rsidRPr="00F2503B" w:rsidRDefault="00522D6A" w:rsidP="00C1464C">
            <w:pPr>
              <w:tabs>
                <w:tab w:val="left" w:pos="360"/>
              </w:tabs>
              <w:spacing w:after="120"/>
              <w:jc w:val="both"/>
              <w:rPr>
                <w:sz w:val="22"/>
                <w:szCs w:val="22"/>
                <w:lang w:val="it-IT"/>
              </w:rPr>
            </w:pPr>
          </w:p>
        </w:tc>
        <w:tc>
          <w:tcPr>
            <w:tcW w:w="3026" w:type="dxa"/>
          </w:tcPr>
          <w:p w:rsidR="00522D6A" w:rsidRPr="00F2503B" w:rsidRDefault="00522D6A" w:rsidP="00C1464C">
            <w:pPr>
              <w:tabs>
                <w:tab w:val="left" w:pos="360"/>
              </w:tabs>
              <w:spacing w:after="120"/>
              <w:jc w:val="both"/>
              <w:rPr>
                <w:sz w:val="22"/>
                <w:szCs w:val="22"/>
                <w:lang w:val="it-IT"/>
              </w:rPr>
            </w:pPr>
          </w:p>
        </w:tc>
      </w:tr>
    </w:tbl>
    <w:p w:rsidR="00522D6A" w:rsidRPr="00F2503B" w:rsidRDefault="00522D6A" w:rsidP="00C1464C">
      <w:pPr>
        <w:tabs>
          <w:tab w:val="left" w:pos="360"/>
        </w:tabs>
        <w:spacing w:after="120"/>
        <w:jc w:val="both"/>
        <w:rPr>
          <w:sz w:val="22"/>
          <w:szCs w:val="22"/>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96"/>
        <w:gridCol w:w="3628"/>
        <w:gridCol w:w="3064"/>
      </w:tblGrid>
      <w:tr w:rsidR="00522D6A" w:rsidRPr="00F2503B">
        <w:tc>
          <w:tcPr>
            <w:tcW w:w="3496" w:type="dxa"/>
          </w:tcPr>
          <w:p w:rsidR="00522D6A" w:rsidRPr="00F2503B" w:rsidRDefault="00522D6A" w:rsidP="00C1464C">
            <w:pPr>
              <w:tabs>
                <w:tab w:val="left" w:pos="360"/>
              </w:tabs>
              <w:spacing w:after="120"/>
              <w:jc w:val="center"/>
              <w:rPr>
                <w:b/>
                <w:sz w:val="22"/>
                <w:szCs w:val="22"/>
                <w:lang w:val="it-IT"/>
              </w:rPr>
            </w:pPr>
            <w:r w:rsidRPr="00F2503B">
              <w:rPr>
                <w:b/>
                <w:sz w:val="22"/>
                <w:szCs w:val="22"/>
                <w:lang w:val="it-IT"/>
              </w:rPr>
              <w:t>Operatore Mandante/Consorziato</w:t>
            </w:r>
          </w:p>
        </w:tc>
        <w:tc>
          <w:tcPr>
            <w:tcW w:w="3628" w:type="dxa"/>
          </w:tcPr>
          <w:p w:rsidR="00522D6A" w:rsidRPr="00F2503B" w:rsidRDefault="00522D6A" w:rsidP="00C1464C">
            <w:pPr>
              <w:tabs>
                <w:tab w:val="left" w:pos="360"/>
              </w:tabs>
              <w:spacing w:after="120"/>
              <w:jc w:val="center"/>
              <w:rPr>
                <w:b/>
                <w:sz w:val="22"/>
                <w:szCs w:val="22"/>
                <w:lang w:val="it-IT"/>
              </w:rPr>
            </w:pPr>
            <w:r w:rsidRPr="00F2503B">
              <w:rPr>
                <w:b/>
                <w:sz w:val="22"/>
                <w:szCs w:val="22"/>
                <w:lang w:val="it-IT"/>
              </w:rPr>
              <w:t xml:space="preserve">Parte dell’appalto di competenza </w:t>
            </w:r>
          </w:p>
        </w:tc>
        <w:tc>
          <w:tcPr>
            <w:tcW w:w="3064" w:type="dxa"/>
          </w:tcPr>
          <w:p w:rsidR="00522D6A" w:rsidRPr="00F2503B" w:rsidRDefault="00522D6A" w:rsidP="00C1464C">
            <w:pPr>
              <w:tabs>
                <w:tab w:val="left" w:pos="360"/>
              </w:tabs>
              <w:spacing w:after="120"/>
              <w:jc w:val="center"/>
              <w:rPr>
                <w:b/>
                <w:sz w:val="22"/>
                <w:szCs w:val="22"/>
                <w:lang w:val="it-IT"/>
              </w:rPr>
            </w:pPr>
            <w:r w:rsidRPr="00F2503B">
              <w:rPr>
                <w:b/>
                <w:sz w:val="22"/>
                <w:szCs w:val="22"/>
                <w:lang w:val="it-IT"/>
              </w:rPr>
              <w:t>Percentuale di esecuzione</w:t>
            </w:r>
          </w:p>
        </w:tc>
      </w:tr>
      <w:tr w:rsidR="00522D6A" w:rsidRPr="00F2503B">
        <w:trPr>
          <w:trHeight w:val="535"/>
        </w:trPr>
        <w:tc>
          <w:tcPr>
            <w:tcW w:w="3496" w:type="dxa"/>
          </w:tcPr>
          <w:p w:rsidR="00522D6A" w:rsidRPr="00F2503B" w:rsidRDefault="00522D6A" w:rsidP="00C1464C">
            <w:pPr>
              <w:tabs>
                <w:tab w:val="left" w:pos="360"/>
              </w:tabs>
              <w:spacing w:after="120"/>
              <w:jc w:val="both"/>
              <w:rPr>
                <w:sz w:val="22"/>
                <w:szCs w:val="22"/>
                <w:lang w:val="it-IT"/>
              </w:rPr>
            </w:pPr>
          </w:p>
        </w:tc>
        <w:tc>
          <w:tcPr>
            <w:tcW w:w="3628" w:type="dxa"/>
          </w:tcPr>
          <w:p w:rsidR="00522D6A" w:rsidRPr="00F2503B" w:rsidRDefault="00522D6A" w:rsidP="00C1464C">
            <w:pPr>
              <w:tabs>
                <w:tab w:val="left" w:pos="360"/>
              </w:tabs>
              <w:spacing w:after="120"/>
              <w:jc w:val="both"/>
              <w:rPr>
                <w:sz w:val="22"/>
                <w:szCs w:val="22"/>
                <w:lang w:val="it-IT"/>
              </w:rPr>
            </w:pPr>
          </w:p>
        </w:tc>
        <w:tc>
          <w:tcPr>
            <w:tcW w:w="3064" w:type="dxa"/>
          </w:tcPr>
          <w:p w:rsidR="00522D6A" w:rsidRPr="00F2503B" w:rsidRDefault="00522D6A" w:rsidP="00C1464C">
            <w:pPr>
              <w:tabs>
                <w:tab w:val="left" w:pos="360"/>
              </w:tabs>
              <w:spacing w:after="120"/>
              <w:jc w:val="both"/>
              <w:rPr>
                <w:sz w:val="22"/>
                <w:szCs w:val="22"/>
                <w:lang w:val="it-IT"/>
              </w:rPr>
            </w:pPr>
          </w:p>
        </w:tc>
      </w:tr>
      <w:tr w:rsidR="00522D6A" w:rsidRPr="00F2503B">
        <w:trPr>
          <w:trHeight w:val="535"/>
        </w:trPr>
        <w:tc>
          <w:tcPr>
            <w:tcW w:w="3496" w:type="dxa"/>
          </w:tcPr>
          <w:p w:rsidR="00522D6A" w:rsidRPr="00F2503B" w:rsidRDefault="00522D6A" w:rsidP="00C1464C">
            <w:pPr>
              <w:tabs>
                <w:tab w:val="left" w:pos="360"/>
              </w:tabs>
              <w:spacing w:after="120"/>
              <w:jc w:val="both"/>
              <w:rPr>
                <w:sz w:val="22"/>
                <w:szCs w:val="22"/>
                <w:lang w:val="it-IT"/>
              </w:rPr>
            </w:pPr>
          </w:p>
        </w:tc>
        <w:tc>
          <w:tcPr>
            <w:tcW w:w="3628" w:type="dxa"/>
          </w:tcPr>
          <w:p w:rsidR="00522D6A" w:rsidRPr="00F2503B" w:rsidRDefault="00522D6A" w:rsidP="00C1464C">
            <w:pPr>
              <w:tabs>
                <w:tab w:val="left" w:pos="360"/>
              </w:tabs>
              <w:spacing w:after="120"/>
              <w:jc w:val="both"/>
              <w:rPr>
                <w:sz w:val="22"/>
                <w:szCs w:val="22"/>
                <w:lang w:val="it-IT"/>
              </w:rPr>
            </w:pPr>
          </w:p>
        </w:tc>
        <w:tc>
          <w:tcPr>
            <w:tcW w:w="3064" w:type="dxa"/>
          </w:tcPr>
          <w:p w:rsidR="00522D6A" w:rsidRPr="00F2503B" w:rsidRDefault="00522D6A" w:rsidP="00C1464C">
            <w:pPr>
              <w:tabs>
                <w:tab w:val="left" w:pos="360"/>
              </w:tabs>
              <w:spacing w:after="120"/>
              <w:jc w:val="both"/>
              <w:rPr>
                <w:sz w:val="22"/>
                <w:szCs w:val="22"/>
                <w:lang w:val="it-IT"/>
              </w:rPr>
            </w:pPr>
          </w:p>
        </w:tc>
      </w:tr>
      <w:tr w:rsidR="00522D6A" w:rsidRPr="00F2503B">
        <w:trPr>
          <w:trHeight w:val="535"/>
        </w:trPr>
        <w:tc>
          <w:tcPr>
            <w:tcW w:w="3496" w:type="dxa"/>
          </w:tcPr>
          <w:p w:rsidR="00522D6A" w:rsidRPr="00F2503B" w:rsidRDefault="00522D6A" w:rsidP="00C1464C">
            <w:pPr>
              <w:tabs>
                <w:tab w:val="left" w:pos="360"/>
              </w:tabs>
              <w:spacing w:after="120"/>
              <w:jc w:val="both"/>
              <w:rPr>
                <w:sz w:val="22"/>
                <w:szCs w:val="22"/>
                <w:lang w:val="it-IT"/>
              </w:rPr>
            </w:pPr>
          </w:p>
        </w:tc>
        <w:tc>
          <w:tcPr>
            <w:tcW w:w="3628" w:type="dxa"/>
          </w:tcPr>
          <w:p w:rsidR="00522D6A" w:rsidRPr="00F2503B" w:rsidRDefault="00522D6A" w:rsidP="00C1464C">
            <w:pPr>
              <w:tabs>
                <w:tab w:val="left" w:pos="360"/>
              </w:tabs>
              <w:spacing w:after="120"/>
              <w:jc w:val="both"/>
              <w:rPr>
                <w:sz w:val="22"/>
                <w:szCs w:val="22"/>
                <w:lang w:val="it-IT"/>
              </w:rPr>
            </w:pPr>
          </w:p>
        </w:tc>
        <w:tc>
          <w:tcPr>
            <w:tcW w:w="3064" w:type="dxa"/>
          </w:tcPr>
          <w:p w:rsidR="00522D6A" w:rsidRPr="00F2503B" w:rsidRDefault="00522D6A" w:rsidP="00C1464C">
            <w:pPr>
              <w:tabs>
                <w:tab w:val="left" w:pos="360"/>
              </w:tabs>
              <w:spacing w:after="120"/>
              <w:jc w:val="both"/>
              <w:rPr>
                <w:sz w:val="22"/>
                <w:szCs w:val="22"/>
                <w:lang w:val="it-IT"/>
              </w:rPr>
            </w:pPr>
          </w:p>
        </w:tc>
      </w:tr>
      <w:tr w:rsidR="00522D6A" w:rsidRPr="00F2503B">
        <w:trPr>
          <w:trHeight w:val="535"/>
        </w:trPr>
        <w:tc>
          <w:tcPr>
            <w:tcW w:w="3496" w:type="dxa"/>
          </w:tcPr>
          <w:p w:rsidR="00522D6A" w:rsidRPr="00F2503B" w:rsidRDefault="00522D6A" w:rsidP="00C1464C">
            <w:pPr>
              <w:tabs>
                <w:tab w:val="left" w:pos="360"/>
              </w:tabs>
              <w:spacing w:after="120"/>
              <w:jc w:val="both"/>
              <w:rPr>
                <w:sz w:val="22"/>
                <w:szCs w:val="22"/>
                <w:lang w:val="it-IT"/>
              </w:rPr>
            </w:pPr>
          </w:p>
        </w:tc>
        <w:tc>
          <w:tcPr>
            <w:tcW w:w="3628" w:type="dxa"/>
          </w:tcPr>
          <w:p w:rsidR="00522D6A" w:rsidRPr="00F2503B" w:rsidRDefault="00522D6A" w:rsidP="00C1464C">
            <w:pPr>
              <w:tabs>
                <w:tab w:val="left" w:pos="360"/>
              </w:tabs>
              <w:spacing w:after="120"/>
              <w:jc w:val="both"/>
              <w:rPr>
                <w:sz w:val="22"/>
                <w:szCs w:val="22"/>
                <w:lang w:val="it-IT"/>
              </w:rPr>
            </w:pPr>
          </w:p>
        </w:tc>
        <w:tc>
          <w:tcPr>
            <w:tcW w:w="3064" w:type="dxa"/>
          </w:tcPr>
          <w:p w:rsidR="00522D6A" w:rsidRPr="00F2503B" w:rsidRDefault="00522D6A" w:rsidP="00C1464C">
            <w:pPr>
              <w:tabs>
                <w:tab w:val="left" w:pos="360"/>
              </w:tabs>
              <w:spacing w:after="120"/>
              <w:jc w:val="both"/>
              <w:rPr>
                <w:sz w:val="22"/>
                <w:szCs w:val="22"/>
                <w:lang w:val="it-IT"/>
              </w:rPr>
            </w:pPr>
          </w:p>
        </w:tc>
      </w:tr>
      <w:tr w:rsidR="00522D6A" w:rsidRPr="00F2503B">
        <w:trPr>
          <w:trHeight w:val="535"/>
        </w:trPr>
        <w:tc>
          <w:tcPr>
            <w:tcW w:w="3496" w:type="dxa"/>
          </w:tcPr>
          <w:p w:rsidR="00522D6A" w:rsidRPr="00F2503B" w:rsidRDefault="00522D6A" w:rsidP="00C1464C">
            <w:pPr>
              <w:tabs>
                <w:tab w:val="left" w:pos="360"/>
              </w:tabs>
              <w:spacing w:after="120"/>
              <w:jc w:val="both"/>
              <w:rPr>
                <w:sz w:val="22"/>
                <w:szCs w:val="22"/>
                <w:lang w:val="it-IT"/>
              </w:rPr>
            </w:pPr>
          </w:p>
        </w:tc>
        <w:tc>
          <w:tcPr>
            <w:tcW w:w="3628" w:type="dxa"/>
          </w:tcPr>
          <w:p w:rsidR="00522D6A" w:rsidRPr="00F2503B" w:rsidRDefault="00522D6A" w:rsidP="00C1464C">
            <w:pPr>
              <w:tabs>
                <w:tab w:val="left" w:pos="360"/>
              </w:tabs>
              <w:spacing w:after="120"/>
              <w:jc w:val="both"/>
              <w:rPr>
                <w:sz w:val="22"/>
                <w:szCs w:val="22"/>
                <w:lang w:val="it-IT"/>
              </w:rPr>
            </w:pPr>
          </w:p>
        </w:tc>
        <w:tc>
          <w:tcPr>
            <w:tcW w:w="3064" w:type="dxa"/>
          </w:tcPr>
          <w:p w:rsidR="00522D6A" w:rsidRPr="00F2503B" w:rsidRDefault="00522D6A" w:rsidP="00C1464C">
            <w:pPr>
              <w:tabs>
                <w:tab w:val="left" w:pos="360"/>
              </w:tabs>
              <w:spacing w:after="120"/>
              <w:jc w:val="both"/>
              <w:rPr>
                <w:sz w:val="22"/>
                <w:szCs w:val="22"/>
                <w:lang w:val="it-IT"/>
              </w:rPr>
            </w:pPr>
          </w:p>
        </w:tc>
      </w:tr>
    </w:tbl>
    <w:p w:rsidR="00522D6A" w:rsidRPr="00F2503B" w:rsidRDefault="00522D6A" w:rsidP="00C1464C">
      <w:pPr>
        <w:spacing w:after="120"/>
        <w:outlineLvl w:val="0"/>
        <w:rPr>
          <w:b/>
          <w:sz w:val="22"/>
          <w:szCs w:val="22"/>
          <w:highlight w:val="yellow"/>
          <w:lang w:val="it-IT"/>
        </w:rPr>
      </w:pPr>
    </w:p>
    <w:p w:rsidR="00522D6A" w:rsidRPr="00F2503B" w:rsidRDefault="00522D6A" w:rsidP="00C1464C">
      <w:pPr>
        <w:spacing w:after="120"/>
        <w:outlineLvl w:val="0"/>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22D6A" w:rsidRPr="00F2503B" w:rsidRDefault="00522D6A" w:rsidP="00C1464C">
      <w:pPr>
        <w:tabs>
          <w:tab w:val="left" w:pos="360"/>
        </w:tabs>
        <w:spacing w:after="120"/>
        <w:outlineLvl w:val="0"/>
        <w:rPr>
          <w:sz w:val="22"/>
          <w:szCs w:val="22"/>
          <w:lang w:val="it-IT"/>
        </w:rPr>
      </w:pPr>
      <w:r w:rsidRPr="00F2503B">
        <w:rPr>
          <w:sz w:val="22"/>
          <w:szCs w:val="22"/>
          <w:lang w:val="it-IT"/>
        </w:rPr>
        <w:t>□</w:t>
      </w:r>
      <w:r w:rsidRPr="00F2503B">
        <w:rPr>
          <w:sz w:val="22"/>
          <w:szCs w:val="22"/>
          <w:lang w:val="it-IT"/>
        </w:rPr>
        <w:tab/>
        <w:t>come G.E.I.E.</w:t>
      </w:r>
    </w:p>
    <w:p w:rsidR="00522D6A" w:rsidRPr="00F2503B" w:rsidRDefault="00522D6A" w:rsidP="00C1464C">
      <w:pPr>
        <w:spacing w:after="120"/>
        <w:jc w:val="center"/>
        <w:outlineLvl w:val="0"/>
        <w:rPr>
          <w:b/>
          <w:sz w:val="22"/>
          <w:szCs w:val="22"/>
          <w:lang w:val="it-IT"/>
        </w:rPr>
      </w:pPr>
    </w:p>
    <w:p w:rsidR="00522D6A" w:rsidRPr="00F2503B" w:rsidRDefault="00522D6A" w:rsidP="00C1464C">
      <w:pPr>
        <w:spacing w:after="120"/>
        <w:jc w:val="center"/>
        <w:outlineLvl w:val="0"/>
        <w:rPr>
          <w:b/>
          <w:sz w:val="22"/>
          <w:szCs w:val="22"/>
          <w:lang w:val="it-IT"/>
        </w:rPr>
      </w:pPr>
      <w:r w:rsidRPr="00F2503B">
        <w:rPr>
          <w:b/>
          <w:sz w:val="22"/>
          <w:szCs w:val="22"/>
          <w:lang w:val="it-IT"/>
        </w:rPr>
        <w:t>nonché</w:t>
      </w:r>
    </w:p>
    <w:p w:rsidR="00522D6A" w:rsidRPr="00F2503B" w:rsidRDefault="00522D6A" w:rsidP="00C1464C">
      <w:pPr>
        <w:spacing w:after="120"/>
        <w:jc w:val="center"/>
        <w:outlineLvl w:val="0"/>
        <w:rPr>
          <w:b/>
          <w:sz w:val="22"/>
          <w:szCs w:val="22"/>
          <w:lang w:val="it-IT"/>
        </w:rPr>
      </w:pPr>
    </w:p>
    <w:p w:rsidR="00522D6A" w:rsidRPr="00F2503B" w:rsidRDefault="00522D6A" w:rsidP="00C1464C">
      <w:pPr>
        <w:spacing w:after="120"/>
        <w:jc w:val="center"/>
        <w:outlineLvl w:val="0"/>
        <w:rPr>
          <w:b/>
          <w:sz w:val="22"/>
          <w:szCs w:val="22"/>
          <w:lang w:val="it-IT"/>
        </w:rPr>
      </w:pPr>
      <w:r w:rsidRPr="00F2503B">
        <w:rPr>
          <w:b/>
          <w:sz w:val="22"/>
          <w:szCs w:val="22"/>
          <w:lang w:val="it-IT"/>
        </w:rPr>
        <w:t>DICHIARA</w:t>
      </w:r>
    </w:p>
    <w:p w:rsidR="00522D6A" w:rsidRPr="00F2503B" w:rsidRDefault="00522D6A" w:rsidP="00C1464C">
      <w:pPr>
        <w:spacing w:after="120"/>
        <w:jc w:val="both"/>
        <w:rPr>
          <w:b/>
          <w:sz w:val="22"/>
          <w:szCs w:val="22"/>
          <w:lang w:val="it-IT"/>
        </w:rPr>
      </w:pPr>
      <w:r w:rsidRPr="00F2503B">
        <w:rPr>
          <w:b/>
          <w:sz w:val="22"/>
          <w:szCs w:val="22"/>
          <w:lang w:val="it-IT"/>
        </w:rPr>
        <w:t>sempre nella predetta qualità, ai sensi e per gli effetti di cui agli artt. 46 e 47 del d.P.R. n. 445 del 28 dicembre 2000, e sotto comminatoria delle sanzioni sopra indicate:</w:t>
      </w:r>
    </w:p>
    <w:p w:rsidR="00522D6A" w:rsidRPr="00F2503B" w:rsidRDefault="00522D6A" w:rsidP="00C1464C">
      <w:pPr>
        <w:spacing w:after="120"/>
        <w:jc w:val="both"/>
        <w:rPr>
          <w:b/>
          <w:sz w:val="22"/>
          <w:szCs w:val="22"/>
          <w:lang w:val="it-IT"/>
        </w:rPr>
      </w:pPr>
    </w:p>
    <w:p w:rsidR="00522D6A" w:rsidRPr="00F2503B" w:rsidRDefault="00522D6A" w:rsidP="001A6C1D">
      <w:pPr>
        <w:numPr>
          <w:ilvl w:val="0"/>
          <w:numId w:val="26"/>
        </w:numPr>
        <w:spacing w:after="120"/>
        <w:ind w:left="567" w:hanging="1134"/>
        <w:jc w:val="both"/>
        <w:rPr>
          <w:b/>
          <w:sz w:val="22"/>
          <w:szCs w:val="22"/>
          <w:lang w:val="it-IT"/>
        </w:rPr>
      </w:pPr>
      <w:r w:rsidRPr="00F2503B">
        <w:rPr>
          <w:b/>
          <w:sz w:val="22"/>
          <w:szCs w:val="22"/>
          <w:lang w:val="it-IT"/>
        </w:rPr>
        <w:t>MOTIVI DI ESCLUSIONE</w:t>
      </w:r>
    </w:p>
    <w:p w:rsidR="00522D6A" w:rsidRPr="00F2503B" w:rsidRDefault="00522D6A" w:rsidP="001A6C1D">
      <w:pPr>
        <w:numPr>
          <w:ilvl w:val="0"/>
          <w:numId w:val="27"/>
        </w:numPr>
        <w:spacing w:after="120"/>
        <w:ind w:left="142" w:hanging="568"/>
        <w:jc w:val="both"/>
        <w:rPr>
          <w:b/>
          <w:sz w:val="22"/>
          <w:szCs w:val="22"/>
          <w:lang w:val="it-IT"/>
        </w:rPr>
      </w:pPr>
      <w:r w:rsidRPr="00F2503B">
        <w:rPr>
          <w:b/>
          <w:sz w:val="22"/>
          <w:szCs w:val="22"/>
          <w:lang w:val="it-IT"/>
        </w:rPr>
        <w:t>Informazioni sull’applicabilità dei motivi di esclusione di cui all’art. 80 del D.Lgs. n. 50/2016</w:t>
      </w:r>
    </w:p>
    <w:p w:rsidR="00522D6A" w:rsidRPr="00F2503B" w:rsidRDefault="00522D6A"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non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affidata ad un custode o amministratore giudiziario o finanziario;</w:t>
      </w:r>
    </w:p>
    <w:p w:rsidR="00522D6A" w:rsidRPr="00F2503B" w:rsidRDefault="00522D6A" w:rsidP="00C1464C">
      <w:pPr>
        <w:spacing w:after="120"/>
        <w:jc w:val="both"/>
        <w:rPr>
          <w:i/>
          <w:sz w:val="22"/>
          <w:szCs w:val="22"/>
          <w:lang w:val="it-IT"/>
        </w:rPr>
      </w:pPr>
      <w:r w:rsidRPr="00F2503B">
        <w:rPr>
          <w:i/>
          <w:sz w:val="22"/>
          <w:szCs w:val="22"/>
          <w:lang w:val="it-IT"/>
        </w:rPr>
        <w:t>[oppure]</w:t>
      </w:r>
    </w:p>
    <w:p w:rsidR="00522D6A" w:rsidRPr="00F2503B" w:rsidRDefault="00522D6A" w:rsidP="001A6C1D">
      <w:pPr>
        <w:numPr>
          <w:ilvl w:val="0"/>
          <w:numId w:val="10"/>
        </w:numPr>
        <w:tabs>
          <w:tab w:val="clear" w:pos="720"/>
          <w:tab w:val="num" w:pos="360"/>
        </w:tabs>
        <w:spacing w:after="120"/>
        <w:ind w:left="360"/>
        <w:jc w:val="both"/>
        <w:rPr>
          <w:sz w:val="22"/>
          <w:szCs w:val="22"/>
          <w:lang w:val="it-IT"/>
        </w:rPr>
      </w:pPr>
      <w:r w:rsidRPr="00F2503B">
        <w:rPr>
          <w:b/>
          <w:sz w:val="22"/>
          <w:szCs w:val="22"/>
          <w:lang w:val="it-IT"/>
        </w:rPr>
        <w:t>che è azienda o società sottoposta a sequestro o confisca</w:t>
      </w:r>
      <w:r w:rsidRPr="00F2503B">
        <w:rPr>
          <w:sz w:val="22"/>
          <w:szCs w:val="22"/>
          <w:lang w:val="it-IT"/>
        </w:rPr>
        <w:t xml:space="preserve"> ai sensi dell’articolo 12-</w:t>
      </w:r>
      <w:r w:rsidRPr="00F2503B">
        <w:rPr>
          <w:i/>
          <w:sz w:val="22"/>
          <w:szCs w:val="22"/>
          <w:lang w:val="it-IT"/>
        </w:rPr>
        <w:t>sexies</w:t>
      </w:r>
      <w:r w:rsidRPr="00F2503B">
        <w:rPr>
          <w:sz w:val="22"/>
          <w:szCs w:val="22"/>
          <w:lang w:val="it-IT"/>
        </w:rPr>
        <w:t xml:space="preserve"> del decreto-legge 8 giugno 1992, n. 306, convertito, con modificazioni, dalla legge 7 agosto 1992, n. 356, o degli articoli 20 e 24 del decreto legislativo 6 settembre 2011, n. 159 ed affidata ad un custode o amministratore giudiziario o finanziario, in base al seguente provvedimento: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23"/>
        <w:gridCol w:w="2297"/>
        <w:gridCol w:w="2418"/>
        <w:gridCol w:w="2524"/>
      </w:tblGrid>
      <w:tr w:rsidR="00522D6A" w:rsidRPr="00842648" w:rsidTr="0001702B">
        <w:tc>
          <w:tcPr>
            <w:tcW w:w="2723" w:type="dxa"/>
          </w:tcPr>
          <w:p w:rsidR="00522D6A" w:rsidRPr="00F2503B" w:rsidRDefault="00522D6A" w:rsidP="00C1464C">
            <w:pPr>
              <w:tabs>
                <w:tab w:val="num" w:pos="360"/>
              </w:tabs>
              <w:spacing w:after="120"/>
              <w:jc w:val="center"/>
              <w:rPr>
                <w:b/>
                <w:i/>
                <w:sz w:val="22"/>
                <w:szCs w:val="22"/>
                <w:lang w:val="it-IT"/>
              </w:rPr>
            </w:pPr>
            <w:r w:rsidRPr="00F2503B">
              <w:rPr>
                <w:b/>
                <w:i/>
                <w:sz w:val="22"/>
                <w:szCs w:val="22"/>
                <w:lang w:val="it-IT"/>
              </w:rPr>
              <w:t>Numero e anno del provvedimento di sequestro o di confisca</w:t>
            </w:r>
          </w:p>
        </w:tc>
        <w:tc>
          <w:tcPr>
            <w:tcW w:w="2297" w:type="dxa"/>
          </w:tcPr>
          <w:p w:rsidR="00522D6A" w:rsidRPr="00F2503B" w:rsidRDefault="00522D6A" w:rsidP="00C1464C">
            <w:pPr>
              <w:tabs>
                <w:tab w:val="num" w:pos="360"/>
              </w:tabs>
              <w:spacing w:after="120"/>
              <w:jc w:val="center"/>
              <w:rPr>
                <w:b/>
                <w:i/>
                <w:sz w:val="22"/>
                <w:szCs w:val="22"/>
                <w:lang w:val="it-IT"/>
              </w:rPr>
            </w:pPr>
            <w:r w:rsidRPr="00F2503B">
              <w:rPr>
                <w:b/>
                <w:i/>
                <w:sz w:val="22"/>
                <w:szCs w:val="22"/>
                <w:lang w:val="it-IT"/>
              </w:rPr>
              <w:t>Giudice emittente</w:t>
            </w:r>
          </w:p>
        </w:tc>
        <w:tc>
          <w:tcPr>
            <w:tcW w:w="2418" w:type="dxa"/>
          </w:tcPr>
          <w:p w:rsidR="00522D6A" w:rsidRPr="00F2503B" w:rsidRDefault="00522D6A" w:rsidP="00C1464C">
            <w:pPr>
              <w:tabs>
                <w:tab w:val="num" w:pos="360"/>
              </w:tabs>
              <w:spacing w:after="120"/>
              <w:jc w:val="center"/>
              <w:rPr>
                <w:b/>
                <w:i/>
                <w:sz w:val="22"/>
                <w:szCs w:val="22"/>
                <w:lang w:val="it-IT"/>
              </w:rPr>
            </w:pPr>
            <w:r w:rsidRPr="00F2503B">
              <w:rPr>
                <w:b/>
                <w:i/>
                <w:sz w:val="22"/>
                <w:szCs w:val="22"/>
                <w:lang w:val="it-IT"/>
              </w:rPr>
              <w:t>Natura del provvedimento</w:t>
            </w:r>
          </w:p>
        </w:tc>
        <w:tc>
          <w:tcPr>
            <w:tcW w:w="2524" w:type="dxa"/>
          </w:tcPr>
          <w:p w:rsidR="00522D6A" w:rsidRPr="00F2503B" w:rsidRDefault="00522D6A" w:rsidP="00C1464C">
            <w:pPr>
              <w:tabs>
                <w:tab w:val="num" w:pos="360"/>
              </w:tabs>
              <w:spacing w:after="120"/>
              <w:jc w:val="center"/>
              <w:rPr>
                <w:b/>
                <w:i/>
                <w:sz w:val="22"/>
                <w:szCs w:val="22"/>
                <w:lang w:val="it-IT"/>
              </w:rPr>
            </w:pPr>
            <w:r w:rsidRPr="00F2503B">
              <w:rPr>
                <w:b/>
                <w:i/>
                <w:sz w:val="22"/>
                <w:szCs w:val="22"/>
                <w:lang w:val="it-IT"/>
              </w:rPr>
              <w:t>Nominativo del custode, o dell’amministratore giudiziario o finanziario</w:t>
            </w:r>
          </w:p>
        </w:tc>
      </w:tr>
      <w:tr w:rsidR="00522D6A" w:rsidRPr="00842648" w:rsidTr="0001702B">
        <w:tc>
          <w:tcPr>
            <w:tcW w:w="2723" w:type="dxa"/>
          </w:tcPr>
          <w:p w:rsidR="00522D6A" w:rsidRPr="00F2503B" w:rsidRDefault="00522D6A" w:rsidP="00C1464C">
            <w:pPr>
              <w:tabs>
                <w:tab w:val="num" w:pos="360"/>
              </w:tabs>
              <w:spacing w:after="120"/>
              <w:jc w:val="both"/>
              <w:rPr>
                <w:sz w:val="22"/>
                <w:szCs w:val="22"/>
                <w:lang w:val="it-IT"/>
              </w:rPr>
            </w:pPr>
          </w:p>
          <w:p w:rsidR="00522D6A" w:rsidRPr="00F2503B" w:rsidRDefault="00522D6A" w:rsidP="00C1464C">
            <w:pPr>
              <w:tabs>
                <w:tab w:val="num" w:pos="360"/>
              </w:tabs>
              <w:spacing w:after="120"/>
              <w:jc w:val="both"/>
              <w:rPr>
                <w:b/>
                <w:i/>
                <w:sz w:val="22"/>
                <w:szCs w:val="22"/>
                <w:lang w:val="it-IT"/>
              </w:rPr>
            </w:pPr>
          </w:p>
          <w:p w:rsidR="00522D6A" w:rsidRPr="00F2503B" w:rsidRDefault="00522D6A" w:rsidP="00C1464C">
            <w:pPr>
              <w:tabs>
                <w:tab w:val="num" w:pos="360"/>
              </w:tabs>
              <w:spacing w:after="120"/>
              <w:jc w:val="both"/>
              <w:rPr>
                <w:sz w:val="22"/>
                <w:szCs w:val="22"/>
                <w:lang w:val="it-IT"/>
              </w:rPr>
            </w:pPr>
            <w:r w:rsidRPr="00F2503B">
              <w:rPr>
                <w:sz w:val="22"/>
                <w:szCs w:val="22"/>
                <w:lang w:val="it-IT"/>
              </w:rPr>
              <w:t>_____________/______</w:t>
            </w:r>
          </w:p>
          <w:p w:rsidR="00522D6A" w:rsidRPr="00F2503B" w:rsidRDefault="00522D6A" w:rsidP="00C1464C">
            <w:pPr>
              <w:tabs>
                <w:tab w:val="num" w:pos="360"/>
              </w:tabs>
              <w:spacing w:after="120"/>
              <w:jc w:val="both"/>
              <w:rPr>
                <w:b/>
                <w:i/>
                <w:sz w:val="22"/>
                <w:szCs w:val="22"/>
                <w:lang w:val="it-IT"/>
              </w:rPr>
            </w:pPr>
          </w:p>
        </w:tc>
        <w:tc>
          <w:tcPr>
            <w:tcW w:w="2297" w:type="dxa"/>
          </w:tcPr>
          <w:p w:rsidR="00522D6A" w:rsidRPr="00F2503B" w:rsidRDefault="00522D6A" w:rsidP="00C1464C">
            <w:pPr>
              <w:tabs>
                <w:tab w:val="num" w:pos="360"/>
              </w:tabs>
              <w:spacing w:after="120"/>
              <w:jc w:val="both"/>
              <w:rPr>
                <w:b/>
                <w:i/>
                <w:sz w:val="22"/>
                <w:szCs w:val="22"/>
                <w:lang w:val="it-IT"/>
              </w:rPr>
            </w:pPr>
          </w:p>
        </w:tc>
        <w:tc>
          <w:tcPr>
            <w:tcW w:w="2418" w:type="dxa"/>
          </w:tcPr>
          <w:p w:rsidR="00522D6A" w:rsidRPr="00F2503B" w:rsidRDefault="00522D6A" w:rsidP="00C1464C">
            <w:pPr>
              <w:tabs>
                <w:tab w:val="num" w:pos="360"/>
              </w:tabs>
              <w:spacing w:after="120"/>
              <w:jc w:val="both"/>
              <w:rPr>
                <w:sz w:val="22"/>
                <w:szCs w:val="22"/>
                <w:lang w:val="it-IT"/>
              </w:rPr>
            </w:pPr>
          </w:p>
          <w:p w:rsidR="00522D6A" w:rsidRPr="00F2503B" w:rsidRDefault="00522D6A" w:rsidP="001A6C1D">
            <w:pPr>
              <w:pStyle w:val="ListParagraph"/>
              <w:numPr>
                <w:ilvl w:val="0"/>
                <w:numId w:val="15"/>
              </w:numPr>
              <w:tabs>
                <w:tab w:val="num" w:pos="435"/>
              </w:tabs>
              <w:spacing w:after="120"/>
              <w:ind w:left="435"/>
              <w:jc w:val="both"/>
              <w:rPr>
                <w:sz w:val="22"/>
                <w:szCs w:val="22"/>
              </w:rPr>
            </w:pPr>
            <w:r w:rsidRPr="00F2503B">
              <w:rPr>
                <w:sz w:val="22"/>
                <w:szCs w:val="22"/>
              </w:rPr>
              <w:t>Art. 12-</w:t>
            </w:r>
            <w:r w:rsidRPr="00F2503B">
              <w:rPr>
                <w:i/>
                <w:sz w:val="22"/>
                <w:szCs w:val="22"/>
              </w:rPr>
              <w:t>sexies</w:t>
            </w:r>
            <w:r w:rsidRPr="00F2503B">
              <w:rPr>
                <w:sz w:val="22"/>
                <w:szCs w:val="22"/>
              </w:rPr>
              <w:t xml:space="preserve"> della l. 356/92</w:t>
            </w:r>
          </w:p>
          <w:p w:rsidR="00522D6A" w:rsidRPr="00F2503B" w:rsidRDefault="00522D6A" w:rsidP="00C1464C">
            <w:pPr>
              <w:tabs>
                <w:tab w:val="num" w:pos="435"/>
              </w:tabs>
              <w:spacing w:after="120"/>
              <w:ind w:left="435"/>
              <w:jc w:val="both"/>
              <w:rPr>
                <w:sz w:val="22"/>
                <w:szCs w:val="22"/>
              </w:rPr>
            </w:pPr>
          </w:p>
          <w:p w:rsidR="00522D6A" w:rsidRPr="00F2503B" w:rsidRDefault="00522D6A" w:rsidP="001A6C1D">
            <w:pPr>
              <w:pStyle w:val="ListParagraph"/>
              <w:numPr>
                <w:ilvl w:val="0"/>
                <w:numId w:val="15"/>
              </w:numPr>
              <w:tabs>
                <w:tab w:val="num" w:pos="435"/>
              </w:tabs>
              <w:spacing w:after="120"/>
              <w:ind w:left="435"/>
              <w:jc w:val="both"/>
              <w:rPr>
                <w:sz w:val="22"/>
                <w:szCs w:val="22"/>
                <w:lang w:val="it-IT"/>
              </w:rPr>
            </w:pPr>
            <w:r w:rsidRPr="00F2503B">
              <w:rPr>
                <w:sz w:val="22"/>
                <w:szCs w:val="22"/>
                <w:lang w:val="it-IT"/>
              </w:rPr>
              <w:t>Artt. 20 e 24 del D.Lgs. 159/11</w:t>
            </w:r>
          </w:p>
          <w:p w:rsidR="00522D6A" w:rsidRPr="00F2503B" w:rsidRDefault="00522D6A" w:rsidP="00C1464C">
            <w:pPr>
              <w:tabs>
                <w:tab w:val="num" w:pos="360"/>
              </w:tabs>
              <w:spacing w:after="120"/>
              <w:jc w:val="both"/>
              <w:rPr>
                <w:b/>
                <w:sz w:val="22"/>
                <w:szCs w:val="22"/>
                <w:lang w:val="it-IT"/>
              </w:rPr>
            </w:pPr>
          </w:p>
        </w:tc>
        <w:tc>
          <w:tcPr>
            <w:tcW w:w="2524" w:type="dxa"/>
          </w:tcPr>
          <w:p w:rsidR="00522D6A" w:rsidRPr="00F2503B" w:rsidRDefault="00522D6A" w:rsidP="00C1464C">
            <w:pPr>
              <w:tabs>
                <w:tab w:val="num" w:pos="360"/>
              </w:tabs>
              <w:spacing w:after="120"/>
              <w:jc w:val="both"/>
              <w:rPr>
                <w:b/>
                <w:i/>
                <w:sz w:val="22"/>
                <w:szCs w:val="22"/>
                <w:lang w:val="it-IT"/>
              </w:rPr>
            </w:pPr>
          </w:p>
        </w:tc>
      </w:tr>
    </w:tbl>
    <w:p w:rsidR="00522D6A" w:rsidRPr="00F2503B" w:rsidRDefault="00522D6A" w:rsidP="0001702B">
      <w:pPr>
        <w:spacing w:after="120"/>
        <w:jc w:val="both"/>
        <w:rPr>
          <w:b/>
          <w:i/>
          <w:sz w:val="22"/>
          <w:szCs w:val="22"/>
          <w:lang w:val="it-IT"/>
        </w:rPr>
      </w:pPr>
      <w:r w:rsidRPr="00F2503B">
        <w:rPr>
          <w:b/>
          <w:i/>
          <w:sz w:val="22"/>
          <w:szCs w:val="22"/>
          <w:lang w:val="it-IT"/>
        </w:rPr>
        <w:t>[clausole a selezione alternativa]</w:t>
      </w:r>
    </w:p>
    <w:p w:rsidR="00522D6A" w:rsidRPr="00F2503B" w:rsidRDefault="00522D6A" w:rsidP="0001702B">
      <w:pPr>
        <w:numPr>
          <w:ilvl w:val="0"/>
          <w:numId w:val="10"/>
        </w:numPr>
        <w:tabs>
          <w:tab w:val="clear" w:pos="720"/>
          <w:tab w:val="num" w:pos="284"/>
        </w:tabs>
        <w:spacing w:after="120"/>
        <w:ind w:left="284" w:hanging="284"/>
        <w:contextualSpacing/>
        <w:jc w:val="both"/>
        <w:rPr>
          <w:b/>
          <w:i/>
          <w:sz w:val="22"/>
          <w:szCs w:val="22"/>
          <w:lang w:val="it-IT"/>
        </w:rPr>
      </w:pPr>
      <w:r w:rsidRPr="00F2503B">
        <w:rPr>
          <w:sz w:val="22"/>
          <w:szCs w:val="22"/>
          <w:lang w:val="it-IT"/>
        </w:rPr>
        <w:t>che, ai fini di cui all’art. 80, comma 3, del D.Lgs. 50/16, i propri esponenti, in carica e/o cessati dalla carica nell’anno antecedente la data di trasmissione della Lettera di Invito, sono:</w:t>
      </w:r>
    </w:p>
    <w:p w:rsidR="00522D6A" w:rsidRPr="00F2503B" w:rsidRDefault="00522D6A" w:rsidP="0001702B">
      <w:pPr>
        <w:spacing w:after="120"/>
        <w:ind w:left="284"/>
        <w:jc w:val="both"/>
        <w:rPr>
          <w:b/>
          <w:sz w:val="22"/>
          <w:szCs w:val="22"/>
          <w:lang w:val="it-IT"/>
        </w:rPr>
      </w:pPr>
      <w:r w:rsidRPr="00F2503B">
        <w:rPr>
          <w:b/>
          <w:sz w:val="22"/>
          <w:szCs w:val="22"/>
          <w:lang w:val="it-IT"/>
        </w:rPr>
        <w:t>[</w:t>
      </w:r>
      <w:r w:rsidRPr="00F2503B">
        <w:rPr>
          <w:b/>
          <w:i/>
          <w:sz w:val="22"/>
          <w:szCs w:val="22"/>
          <w:lang w:val="it-IT"/>
        </w:rPr>
        <w:t xml:space="preserve">attenzione: inserire le informazioni di cui alla tabella sottostante con riferimento a tutti i soggetti indicati all’art. 80, comma 3, del Codice </w:t>
      </w:r>
      <w:r w:rsidRPr="00F2503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F2503B">
        <w:rPr>
          <w:b/>
          <w:i/>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F2503B">
        <w:rPr>
          <w:i/>
          <w:sz w:val="22"/>
          <w:szCs w:val="22"/>
          <w:lang w:val="it-IT"/>
        </w:rPr>
        <w:t xml:space="preserve"> direttore tecnico o socio unico persona fisica, ovvero socio di maggioranza in caso di società con meno di quattro soci, se si tratta di altro tipo di società o consorzio]. Le suddette informazioni dovranno riguardare anche i soggetti cessati dalla carica nell'anno antecedente la data di trasmissione della Lettera di Invito</w:t>
      </w:r>
      <w:r w:rsidRPr="00F2503B">
        <w:rPr>
          <w:sz w:val="22"/>
          <w:szCs w:val="22"/>
          <w:lang w:val="it-IT"/>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8"/>
        <w:gridCol w:w="1701"/>
        <w:gridCol w:w="1417"/>
        <w:gridCol w:w="1701"/>
        <w:gridCol w:w="1843"/>
        <w:gridCol w:w="1858"/>
      </w:tblGrid>
      <w:tr w:rsidR="00522D6A" w:rsidRPr="00842648" w:rsidTr="00901FB2">
        <w:tc>
          <w:tcPr>
            <w:tcW w:w="1418" w:type="dxa"/>
          </w:tcPr>
          <w:p w:rsidR="00522D6A" w:rsidRPr="00F2503B" w:rsidRDefault="00522D6A" w:rsidP="00901FB2">
            <w:pPr>
              <w:spacing w:after="120"/>
              <w:jc w:val="center"/>
              <w:rPr>
                <w:b/>
                <w:sz w:val="22"/>
                <w:szCs w:val="22"/>
                <w:lang w:val="it-IT"/>
              </w:rPr>
            </w:pPr>
            <w:r w:rsidRPr="00F2503B">
              <w:rPr>
                <w:b/>
                <w:sz w:val="22"/>
                <w:szCs w:val="22"/>
                <w:lang w:val="it-IT"/>
              </w:rPr>
              <w:t>Cognome e nome</w:t>
            </w:r>
          </w:p>
        </w:tc>
        <w:tc>
          <w:tcPr>
            <w:tcW w:w="1701" w:type="dxa"/>
          </w:tcPr>
          <w:p w:rsidR="00522D6A" w:rsidRPr="00F2503B" w:rsidRDefault="00522D6A" w:rsidP="00901FB2">
            <w:pPr>
              <w:spacing w:after="120"/>
              <w:jc w:val="center"/>
              <w:rPr>
                <w:b/>
                <w:sz w:val="22"/>
                <w:szCs w:val="22"/>
                <w:lang w:val="it-IT"/>
              </w:rPr>
            </w:pPr>
            <w:r w:rsidRPr="00F2503B">
              <w:rPr>
                <w:b/>
                <w:sz w:val="22"/>
                <w:szCs w:val="22"/>
                <w:lang w:val="it-IT"/>
              </w:rPr>
              <w:t>Luogo, data di nascita, codice fiscale e comune di residenza</w:t>
            </w:r>
          </w:p>
        </w:tc>
        <w:tc>
          <w:tcPr>
            <w:tcW w:w="1417" w:type="dxa"/>
          </w:tcPr>
          <w:p w:rsidR="00522D6A" w:rsidRPr="00F2503B" w:rsidRDefault="00522D6A" w:rsidP="00901FB2">
            <w:pPr>
              <w:spacing w:after="120"/>
              <w:jc w:val="center"/>
              <w:rPr>
                <w:b/>
                <w:sz w:val="22"/>
                <w:szCs w:val="22"/>
                <w:lang w:val="it-IT"/>
              </w:rPr>
            </w:pPr>
            <w:r w:rsidRPr="00F2503B">
              <w:rPr>
                <w:b/>
                <w:sz w:val="22"/>
                <w:szCs w:val="22"/>
                <w:lang w:val="it-IT"/>
              </w:rPr>
              <w:t>Carica ricoperta</w:t>
            </w:r>
          </w:p>
        </w:tc>
        <w:tc>
          <w:tcPr>
            <w:tcW w:w="1701" w:type="dxa"/>
          </w:tcPr>
          <w:p w:rsidR="00522D6A" w:rsidRPr="00F2503B" w:rsidRDefault="00522D6A" w:rsidP="00901FB2">
            <w:pPr>
              <w:spacing w:after="120"/>
              <w:jc w:val="center"/>
              <w:rPr>
                <w:b/>
                <w:sz w:val="22"/>
                <w:szCs w:val="22"/>
                <w:lang w:val="it-IT"/>
              </w:rPr>
            </w:pPr>
            <w:r w:rsidRPr="00F2503B">
              <w:rPr>
                <w:b/>
                <w:sz w:val="22"/>
                <w:szCs w:val="22"/>
                <w:lang w:val="it-IT"/>
              </w:rPr>
              <w:t>Poteri associati alla carica</w:t>
            </w:r>
          </w:p>
        </w:tc>
        <w:tc>
          <w:tcPr>
            <w:tcW w:w="1843" w:type="dxa"/>
          </w:tcPr>
          <w:p w:rsidR="00522D6A" w:rsidRPr="00F2503B" w:rsidRDefault="00522D6A" w:rsidP="00901FB2">
            <w:pPr>
              <w:spacing w:after="120"/>
              <w:jc w:val="center"/>
              <w:rPr>
                <w:b/>
                <w:sz w:val="22"/>
                <w:szCs w:val="22"/>
                <w:lang w:val="it-IT"/>
              </w:rPr>
            </w:pPr>
            <w:r w:rsidRPr="00F2503B">
              <w:rPr>
                <w:b/>
                <w:sz w:val="22"/>
                <w:szCs w:val="22"/>
                <w:lang w:val="it-IT"/>
              </w:rPr>
              <w:t>Data di assunzione della carica</w:t>
            </w:r>
          </w:p>
        </w:tc>
        <w:tc>
          <w:tcPr>
            <w:tcW w:w="1858" w:type="dxa"/>
          </w:tcPr>
          <w:p w:rsidR="00522D6A" w:rsidRPr="00F2503B" w:rsidRDefault="00522D6A" w:rsidP="00901FB2">
            <w:pPr>
              <w:spacing w:after="120"/>
              <w:jc w:val="center"/>
              <w:rPr>
                <w:b/>
                <w:sz w:val="22"/>
                <w:szCs w:val="22"/>
                <w:lang w:val="it-IT"/>
              </w:rPr>
            </w:pPr>
            <w:r w:rsidRPr="00F2503B">
              <w:rPr>
                <w:b/>
                <w:sz w:val="22"/>
                <w:szCs w:val="22"/>
                <w:lang w:val="it-IT"/>
              </w:rPr>
              <w:t>Eventuale data di cessazione della carica</w:t>
            </w:r>
          </w:p>
        </w:tc>
      </w:tr>
      <w:tr w:rsidR="00522D6A" w:rsidRPr="00842648" w:rsidTr="00901FB2">
        <w:trPr>
          <w:trHeight w:val="593"/>
        </w:trPr>
        <w:tc>
          <w:tcPr>
            <w:tcW w:w="1418"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417"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843" w:type="dxa"/>
          </w:tcPr>
          <w:p w:rsidR="00522D6A" w:rsidRPr="00F2503B" w:rsidRDefault="00522D6A" w:rsidP="00901FB2">
            <w:pPr>
              <w:spacing w:after="120"/>
              <w:jc w:val="both"/>
              <w:rPr>
                <w:sz w:val="22"/>
                <w:szCs w:val="22"/>
                <w:lang w:val="it-IT"/>
              </w:rPr>
            </w:pPr>
          </w:p>
        </w:tc>
        <w:tc>
          <w:tcPr>
            <w:tcW w:w="1858" w:type="dxa"/>
          </w:tcPr>
          <w:p w:rsidR="00522D6A" w:rsidRPr="00F2503B" w:rsidRDefault="00522D6A" w:rsidP="00901FB2">
            <w:pPr>
              <w:spacing w:after="120"/>
              <w:jc w:val="both"/>
              <w:rPr>
                <w:sz w:val="22"/>
                <w:szCs w:val="22"/>
                <w:lang w:val="it-IT"/>
              </w:rPr>
            </w:pPr>
          </w:p>
        </w:tc>
      </w:tr>
      <w:tr w:rsidR="00522D6A" w:rsidRPr="00842648" w:rsidTr="00901FB2">
        <w:trPr>
          <w:trHeight w:val="517"/>
        </w:trPr>
        <w:tc>
          <w:tcPr>
            <w:tcW w:w="1418"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417"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843" w:type="dxa"/>
          </w:tcPr>
          <w:p w:rsidR="00522D6A" w:rsidRPr="00F2503B" w:rsidRDefault="00522D6A" w:rsidP="00901FB2">
            <w:pPr>
              <w:spacing w:after="120"/>
              <w:jc w:val="both"/>
              <w:rPr>
                <w:sz w:val="22"/>
                <w:szCs w:val="22"/>
                <w:lang w:val="it-IT"/>
              </w:rPr>
            </w:pPr>
          </w:p>
        </w:tc>
        <w:tc>
          <w:tcPr>
            <w:tcW w:w="1858" w:type="dxa"/>
          </w:tcPr>
          <w:p w:rsidR="00522D6A" w:rsidRPr="00F2503B" w:rsidRDefault="00522D6A" w:rsidP="00901FB2">
            <w:pPr>
              <w:spacing w:after="120"/>
              <w:jc w:val="both"/>
              <w:rPr>
                <w:sz w:val="22"/>
                <w:szCs w:val="22"/>
                <w:lang w:val="it-IT"/>
              </w:rPr>
            </w:pPr>
          </w:p>
        </w:tc>
      </w:tr>
      <w:tr w:rsidR="00522D6A" w:rsidRPr="00842648" w:rsidTr="00901FB2">
        <w:trPr>
          <w:trHeight w:val="525"/>
        </w:trPr>
        <w:tc>
          <w:tcPr>
            <w:tcW w:w="1418"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417"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843" w:type="dxa"/>
          </w:tcPr>
          <w:p w:rsidR="00522D6A" w:rsidRPr="00F2503B" w:rsidRDefault="00522D6A" w:rsidP="00901FB2">
            <w:pPr>
              <w:spacing w:after="120"/>
              <w:jc w:val="both"/>
              <w:rPr>
                <w:sz w:val="22"/>
                <w:szCs w:val="22"/>
                <w:lang w:val="it-IT"/>
              </w:rPr>
            </w:pPr>
          </w:p>
        </w:tc>
        <w:tc>
          <w:tcPr>
            <w:tcW w:w="1858" w:type="dxa"/>
          </w:tcPr>
          <w:p w:rsidR="00522D6A" w:rsidRPr="00F2503B" w:rsidRDefault="00522D6A" w:rsidP="00901FB2">
            <w:pPr>
              <w:spacing w:after="120"/>
              <w:jc w:val="both"/>
              <w:rPr>
                <w:sz w:val="22"/>
                <w:szCs w:val="22"/>
                <w:lang w:val="it-IT"/>
              </w:rPr>
            </w:pPr>
          </w:p>
        </w:tc>
      </w:tr>
      <w:tr w:rsidR="00522D6A" w:rsidRPr="00842648" w:rsidTr="00901FB2">
        <w:trPr>
          <w:trHeight w:val="533"/>
        </w:trPr>
        <w:tc>
          <w:tcPr>
            <w:tcW w:w="1418"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417"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843" w:type="dxa"/>
          </w:tcPr>
          <w:p w:rsidR="00522D6A" w:rsidRPr="00F2503B" w:rsidRDefault="00522D6A" w:rsidP="00901FB2">
            <w:pPr>
              <w:spacing w:after="120"/>
              <w:jc w:val="both"/>
              <w:rPr>
                <w:sz w:val="22"/>
                <w:szCs w:val="22"/>
                <w:lang w:val="it-IT"/>
              </w:rPr>
            </w:pPr>
          </w:p>
        </w:tc>
        <w:tc>
          <w:tcPr>
            <w:tcW w:w="1858" w:type="dxa"/>
          </w:tcPr>
          <w:p w:rsidR="00522D6A" w:rsidRPr="00F2503B" w:rsidRDefault="00522D6A" w:rsidP="00901FB2">
            <w:pPr>
              <w:spacing w:after="120"/>
              <w:jc w:val="both"/>
              <w:rPr>
                <w:sz w:val="22"/>
                <w:szCs w:val="22"/>
                <w:lang w:val="it-IT"/>
              </w:rPr>
            </w:pPr>
          </w:p>
        </w:tc>
      </w:tr>
      <w:tr w:rsidR="00522D6A" w:rsidRPr="00842648" w:rsidTr="00901FB2">
        <w:trPr>
          <w:trHeight w:val="527"/>
        </w:trPr>
        <w:tc>
          <w:tcPr>
            <w:tcW w:w="1418"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417" w:type="dxa"/>
          </w:tcPr>
          <w:p w:rsidR="00522D6A" w:rsidRPr="00F2503B" w:rsidRDefault="00522D6A" w:rsidP="00901FB2">
            <w:pPr>
              <w:spacing w:after="120"/>
              <w:jc w:val="both"/>
              <w:rPr>
                <w:sz w:val="22"/>
                <w:szCs w:val="22"/>
                <w:lang w:val="it-IT"/>
              </w:rPr>
            </w:pPr>
          </w:p>
        </w:tc>
        <w:tc>
          <w:tcPr>
            <w:tcW w:w="1701" w:type="dxa"/>
          </w:tcPr>
          <w:p w:rsidR="00522D6A" w:rsidRPr="00F2503B" w:rsidRDefault="00522D6A" w:rsidP="00901FB2">
            <w:pPr>
              <w:spacing w:after="120"/>
              <w:jc w:val="both"/>
              <w:rPr>
                <w:sz w:val="22"/>
                <w:szCs w:val="22"/>
                <w:lang w:val="it-IT"/>
              </w:rPr>
            </w:pPr>
          </w:p>
        </w:tc>
        <w:tc>
          <w:tcPr>
            <w:tcW w:w="1843" w:type="dxa"/>
          </w:tcPr>
          <w:p w:rsidR="00522D6A" w:rsidRPr="00F2503B" w:rsidRDefault="00522D6A" w:rsidP="00901FB2">
            <w:pPr>
              <w:spacing w:after="120"/>
              <w:jc w:val="both"/>
              <w:rPr>
                <w:sz w:val="22"/>
                <w:szCs w:val="22"/>
                <w:lang w:val="it-IT"/>
              </w:rPr>
            </w:pPr>
          </w:p>
        </w:tc>
        <w:tc>
          <w:tcPr>
            <w:tcW w:w="1858" w:type="dxa"/>
          </w:tcPr>
          <w:p w:rsidR="00522D6A" w:rsidRPr="00F2503B" w:rsidRDefault="00522D6A" w:rsidP="00901FB2">
            <w:pPr>
              <w:spacing w:after="120"/>
              <w:jc w:val="both"/>
              <w:rPr>
                <w:sz w:val="22"/>
                <w:szCs w:val="22"/>
                <w:lang w:val="it-IT"/>
              </w:rPr>
            </w:pPr>
          </w:p>
        </w:tc>
      </w:tr>
    </w:tbl>
    <w:p w:rsidR="00522D6A" w:rsidRPr="00F2503B" w:rsidRDefault="00522D6A" w:rsidP="0001702B">
      <w:pPr>
        <w:spacing w:after="120"/>
        <w:jc w:val="both"/>
        <w:rPr>
          <w:b/>
          <w:sz w:val="22"/>
          <w:szCs w:val="22"/>
          <w:lang w:val="it-IT"/>
        </w:rPr>
      </w:pPr>
    </w:p>
    <w:p w:rsidR="00522D6A" w:rsidRPr="00F2503B" w:rsidRDefault="00522D6A" w:rsidP="0001702B">
      <w:pPr>
        <w:spacing w:after="120"/>
        <w:jc w:val="both"/>
        <w:rPr>
          <w:i/>
          <w:sz w:val="22"/>
          <w:szCs w:val="22"/>
          <w:lang w:val="it-IT"/>
        </w:rPr>
      </w:pPr>
      <w:r w:rsidRPr="00F2503B">
        <w:rPr>
          <w:i/>
          <w:sz w:val="22"/>
          <w:szCs w:val="22"/>
          <w:lang w:val="it-IT"/>
        </w:rPr>
        <w:t>[oppure]</w:t>
      </w:r>
    </w:p>
    <w:p w:rsidR="00522D6A" w:rsidRPr="00F2503B" w:rsidRDefault="00522D6A" w:rsidP="0001702B">
      <w:pPr>
        <w:numPr>
          <w:ilvl w:val="0"/>
          <w:numId w:val="10"/>
        </w:numPr>
        <w:tabs>
          <w:tab w:val="clear" w:pos="720"/>
          <w:tab w:val="num" w:pos="426"/>
        </w:tabs>
        <w:spacing w:after="120"/>
        <w:ind w:left="426" w:hanging="426"/>
        <w:contextualSpacing/>
        <w:jc w:val="both"/>
        <w:rPr>
          <w:i/>
          <w:sz w:val="22"/>
          <w:szCs w:val="22"/>
          <w:lang w:val="it-IT"/>
        </w:rPr>
      </w:pPr>
      <w:r w:rsidRPr="00F2503B">
        <w:rPr>
          <w:sz w:val="22"/>
          <w:szCs w:val="22"/>
          <w:lang w:val="it-IT"/>
        </w:rPr>
        <w:t>che la banca dati ufficiale o il pubblico registro da cui i medesimi possono essere ricavati in modo aggiornato alla data di presentazione dell’Offerta è la seguente __________________________________________________________________.</w:t>
      </w:r>
    </w:p>
    <w:p w:rsidR="00522D6A" w:rsidRPr="00F2503B" w:rsidRDefault="00522D6A" w:rsidP="00C1464C">
      <w:pPr>
        <w:spacing w:after="120"/>
        <w:jc w:val="both"/>
        <w:rPr>
          <w:b/>
          <w:sz w:val="22"/>
          <w:szCs w:val="22"/>
          <w:lang w:val="it-IT"/>
        </w:rPr>
      </w:pPr>
    </w:p>
    <w:p w:rsidR="00522D6A" w:rsidRPr="00F2503B" w:rsidRDefault="00522D6A"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all’art. 80, comma 1, del D.Lgs. n. 50/2016</w:t>
      </w:r>
    </w:p>
    <w:p w:rsidR="00522D6A" w:rsidRPr="00F2503B" w:rsidRDefault="00522D6A" w:rsidP="00C1464C">
      <w:pPr>
        <w:spacing w:after="120"/>
        <w:ind w:left="-63"/>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C939FD">
      <w:pPr>
        <w:numPr>
          <w:ilvl w:val="0"/>
          <w:numId w:val="10"/>
        </w:numPr>
        <w:spacing w:after="120"/>
        <w:jc w:val="both"/>
        <w:rPr>
          <w:sz w:val="22"/>
          <w:szCs w:val="22"/>
          <w:lang w:val="it-IT"/>
        </w:rPr>
      </w:pPr>
      <w:r w:rsidRPr="00F2503B">
        <w:rPr>
          <w:sz w:val="22"/>
          <w:szCs w:val="22"/>
          <w:lang w:val="it-IT"/>
        </w:rPr>
        <w:t xml:space="preserve">che,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F2503B">
        <w:rPr>
          <w:b/>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F2503B">
        <w:rPr>
          <w:sz w:val="22"/>
          <w:szCs w:val="22"/>
          <w:lang w:val="it-IT"/>
        </w:rPr>
        <w:t xml:space="preserve">, del direttore tecnico o del socio unico persona fisica, ovvero del socio di maggioranza in caso di società con meno di quattro soci, se si tratta di altro tipo di società o consorzio, </w:t>
      </w:r>
      <w:r w:rsidRPr="00F2503B">
        <w:rPr>
          <w:b/>
          <w:sz w:val="22"/>
          <w:szCs w:val="22"/>
          <w:lang w:val="it-IT"/>
        </w:rPr>
        <w:t>in carica e/o cessati dalla carica nell’anno antecedente la trasmissione della Lettera di Invito</w:t>
      </w:r>
      <w:r w:rsidRPr="00F2503B">
        <w:rPr>
          <w:sz w:val="22"/>
          <w:szCs w:val="22"/>
          <w:lang w:val="it-IT"/>
        </w:rPr>
        <w:t xml:space="preserve">, </w:t>
      </w:r>
      <w:r w:rsidRPr="00F2503B">
        <w:rPr>
          <w:sz w:val="22"/>
          <w:szCs w:val="22"/>
          <w:u w:val="single"/>
          <w:lang w:val="it-IT"/>
        </w:rPr>
        <w:t>non è intervenuta alcuna condanna, pronunciata con sentenza definitiva o decreto penale di condanna divenuto irrevocabile o sentenza di applicazione della pena su richiesta ai sensi dell'articolo 444 del codice di procedura penale, per uno dei seguenti reati</w:t>
      </w:r>
      <w:r w:rsidRPr="00F2503B">
        <w:rPr>
          <w:sz w:val="22"/>
          <w:szCs w:val="22"/>
          <w:lang w:val="it-IT"/>
        </w:rPr>
        <w:t xml:space="preserve">:  </w:t>
      </w:r>
    </w:p>
    <w:p w:rsidR="00522D6A" w:rsidRPr="00F2503B" w:rsidRDefault="00522D6A" w:rsidP="0055252A">
      <w:pPr>
        <w:numPr>
          <w:ilvl w:val="0"/>
          <w:numId w:val="19"/>
        </w:numPr>
        <w:spacing w:after="120"/>
        <w:jc w:val="both"/>
        <w:rPr>
          <w:sz w:val="22"/>
          <w:szCs w:val="22"/>
          <w:lang w:val="it-IT"/>
        </w:rPr>
      </w:pPr>
      <w:r w:rsidRPr="00F2503B">
        <w:rPr>
          <w:sz w:val="22"/>
          <w:szCs w:val="22"/>
          <w:lang w:val="it-IT"/>
        </w:rPr>
        <w:t>delitti, consumati o tentati, di cui agli articoli 416, 416-</w:t>
      </w:r>
      <w:r w:rsidRPr="00F2503B">
        <w:rPr>
          <w:i/>
          <w:sz w:val="22"/>
          <w:szCs w:val="22"/>
          <w:lang w:val="it-IT"/>
        </w:rPr>
        <w:t>bis</w:t>
      </w:r>
      <w:r w:rsidRPr="00F2503B">
        <w:rPr>
          <w:sz w:val="22"/>
          <w:szCs w:val="22"/>
          <w:lang w:val="it-IT"/>
        </w:rPr>
        <w:t xml:space="preserve"> del codice penale ovvero delitti commessi avvalendosi delle condizioni previste dal predetto  articolo 416-</w:t>
      </w:r>
      <w:r w:rsidRPr="00F2503B">
        <w:rPr>
          <w:i/>
          <w:sz w:val="22"/>
          <w:szCs w:val="22"/>
          <w:lang w:val="it-IT"/>
        </w:rPr>
        <w:t>bis</w:t>
      </w:r>
      <w:r w:rsidRPr="00F2503B">
        <w:rPr>
          <w:sz w:val="22"/>
          <w:szCs w:val="22"/>
          <w:lang w:val="it-IT"/>
        </w:rPr>
        <w:t xml:space="preserve"> ovvero al fine di agevolare l’attività delle associazioni previste dallo stesso articolo, nonché per i delitti, consumati o tentati, previsti dall'articolo 74 del decreto del Presidente della Repubblica 9 ottobre 1990, n. 309, dall’articolo 291-</w:t>
      </w:r>
      <w:r w:rsidRPr="00F2503B">
        <w:rPr>
          <w:i/>
          <w:sz w:val="22"/>
          <w:szCs w:val="22"/>
          <w:lang w:val="it-IT"/>
        </w:rPr>
        <w:t>quater</w:t>
      </w:r>
      <w:r w:rsidRPr="00F2503B">
        <w:rPr>
          <w:sz w:val="22"/>
          <w:szCs w:val="22"/>
          <w:lang w:val="it-IT"/>
        </w:rPr>
        <w:t xml:space="preserve">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522D6A" w:rsidRPr="00F2503B" w:rsidRDefault="00522D6A" w:rsidP="0055252A">
      <w:pPr>
        <w:numPr>
          <w:ilvl w:val="0"/>
          <w:numId w:val="19"/>
        </w:numPr>
        <w:spacing w:after="120"/>
        <w:jc w:val="both"/>
        <w:rPr>
          <w:sz w:val="22"/>
          <w:szCs w:val="22"/>
          <w:lang w:val="it-IT"/>
        </w:rPr>
      </w:pPr>
      <w:r w:rsidRPr="00F2503B">
        <w:rPr>
          <w:sz w:val="22"/>
          <w:szCs w:val="22"/>
          <w:lang w:val="it-IT"/>
        </w:rPr>
        <w:t>delitti, co</w:t>
      </w:r>
      <w:r>
        <w:rPr>
          <w:sz w:val="22"/>
          <w:szCs w:val="22"/>
          <w:lang w:val="it-IT"/>
        </w:rPr>
        <w:t xml:space="preserve">nsumati o tentati, di cui agli </w:t>
      </w:r>
      <w:r w:rsidRPr="00F2503B">
        <w:rPr>
          <w:sz w:val="22"/>
          <w:szCs w:val="22"/>
          <w:lang w:val="it-IT"/>
        </w:rPr>
        <w:t>articoli 317, 318, 319, 319-</w:t>
      </w:r>
      <w:r w:rsidRPr="00F2503B">
        <w:rPr>
          <w:i/>
          <w:sz w:val="22"/>
          <w:szCs w:val="22"/>
          <w:lang w:val="it-IT"/>
        </w:rPr>
        <w:t>ter</w:t>
      </w:r>
      <w:r w:rsidRPr="00F2503B">
        <w:rPr>
          <w:sz w:val="22"/>
          <w:szCs w:val="22"/>
          <w:lang w:val="it-IT"/>
        </w:rPr>
        <w:t>, 319-</w:t>
      </w:r>
      <w:r w:rsidRPr="00F2503B">
        <w:rPr>
          <w:i/>
          <w:sz w:val="22"/>
          <w:szCs w:val="22"/>
          <w:lang w:val="it-IT"/>
        </w:rPr>
        <w:t>quater</w:t>
      </w:r>
      <w:r w:rsidRPr="00F2503B">
        <w:rPr>
          <w:sz w:val="22"/>
          <w:szCs w:val="22"/>
          <w:lang w:val="it-IT"/>
        </w:rPr>
        <w:t>, 320, 321, 322, 322-</w:t>
      </w:r>
      <w:r w:rsidRPr="00F2503B">
        <w:rPr>
          <w:i/>
          <w:sz w:val="22"/>
          <w:szCs w:val="22"/>
          <w:lang w:val="it-IT"/>
        </w:rPr>
        <w:t>bis</w:t>
      </w:r>
      <w:r>
        <w:rPr>
          <w:sz w:val="22"/>
          <w:szCs w:val="22"/>
          <w:lang w:val="it-IT"/>
        </w:rPr>
        <w:t>,</w:t>
      </w:r>
      <w:r w:rsidRPr="00F2503B">
        <w:rPr>
          <w:sz w:val="22"/>
          <w:szCs w:val="22"/>
          <w:lang w:val="it-IT"/>
        </w:rPr>
        <w:t xml:space="preserve"> 346-</w:t>
      </w:r>
      <w:r w:rsidRPr="00F2503B">
        <w:rPr>
          <w:i/>
          <w:sz w:val="22"/>
          <w:szCs w:val="22"/>
          <w:lang w:val="it-IT"/>
        </w:rPr>
        <w:t>bis</w:t>
      </w:r>
      <w:r w:rsidRPr="00F2503B">
        <w:rPr>
          <w:sz w:val="22"/>
          <w:szCs w:val="22"/>
          <w:lang w:val="it-IT"/>
        </w:rPr>
        <w:t>, 353, 353-</w:t>
      </w:r>
      <w:r w:rsidRPr="00F2503B">
        <w:rPr>
          <w:i/>
          <w:sz w:val="22"/>
          <w:szCs w:val="22"/>
          <w:lang w:val="it-IT"/>
        </w:rPr>
        <w:t>bis</w:t>
      </w:r>
      <w:r w:rsidRPr="00F2503B">
        <w:rPr>
          <w:sz w:val="22"/>
          <w:szCs w:val="22"/>
          <w:lang w:val="it-IT"/>
        </w:rPr>
        <w:t xml:space="preserve">, 354, 355 e 356 del codice penale nonché all’articolo 2635 del codice civile; </w:t>
      </w:r>
    </w:p>
    <w:p w:rsidR="00522D6A" w:rsidRPr="00F2503B" w:rsidRDefault="00522D6A" w:rsidP="0055252A">
      <w:pPr>
        <w:spacing w:after="120"/>
        <w:ind w:left="1077" w:hanging="226"/>
        <w:jc w:val="both"/>
        <w:rPr>
          <w:sz w:val="22"/>
          <w:szCs w:val="22"/>
          <w:lang w:val="it-IT"/>
        </w:rPr>
      </w:pPr>
      <w:r w:rsidRPr="00F2503B">
        <w:rPr>
          <w:sz w:val="22"/>
          <w:szCs w:val="22"/>
          <w:lang w:val="it-IT"/>
        </w:rPr>
        <w:t>b-</w:t>
      </w:r>
      <w:r w:rsidRPr="00F2503B">
        <w:rPr>
          <w:i/>
          <w:sz w:val="22"/>
          <w:szCs w:val="22"/>
          <w:lang w:val="it-IT"/>
        </w:rPr>
        <w:t>bis</w:t>
      </w:r>
      <w:r w:rsidRPr="00F2503B">
        <w:rPr>
          <w:sz w:val="22"/>
          <w:szCs w:val="22"/>
          <w:lang w:val="it-IT"/>
        </w:rPr>
        <w:t>. false comunicazioni sociali di cui agli articoli 2621 e 2622 del codice civile;</w:t>
      </w:r>
    </w:p>
    <w:p w:rsidR="00522D6A" w:rsidRPr="00F2503B" w:rsidRDefault="00522D6A" w:rsidP="0055252A">
      <w:pPr>
        <w:numPr>
          <w:ilvl w:val="0"/>
          <w:numId w:val="19"/>
        </w:numPr>
        <w:spacing w:after="120"/>
        <w:jc w:val="both"/>
        <w:rPr>
          <w:sz w:val="22"/>
          <w:szCs w:val="22"/>
          <w:lang w:val="it-IT"/>
        </w:rPr>
      </w:pPr>
      <w:r w:rsidRPr="00F2503B">
        <w:rPr>
          <w:sz w:val="22"/>
          <w:szCs w:val="22"/>
          <w:lang w:val="it-IT"/>
        </w:rPr>
        <w:t xml:space="preserve">frode ai sensi dell'articolo 1 della convenzione relativa alla tutela degli interessi finanziari delle Comunità europee; </w:t>
      </w:r>
    </w:p>
    <w:p w:rsidR="00522D6A" w:rsidRPr="00F2503B" w:rsidRDefault="00522D6A" w:rsidP="0055252A">
      <w:pPr>
        <w:numPr>
          <w:ilvl w:val="0"/>
          <w:numId w:val="19"/>
        </w:numPr>
        <w:spacing w:after="120"/>
        <w:jc w:val="both"/>
        <w:rPr>
          <w:sz w:val="22"/>
          <w:szCs w:val="22"/>
          <w:lang w:val="it-IT"/>
        </w:rPr>
      </w:pPr>
      <w:r w:rsidRPr="00F2503B">
        <w:rPr>
          <w:sz w:val="22"/>
          <w:szCs w:val="22"/>
          <w:lang w:val="it-IT"/>
        </w:rPr>
        <w:t xml:space="preserve">delitti, consumati o tentati, commessi con finalità di terrorismo, anche internazionale, e di eversione dell'ordine costituzionale reati terroristici o reati connessi alle attività terroristiche; </w:t>
      </w:r>
    </w:p>
    <w:p w:rsidR="00522D6A" w:rsidRPr="00F2503B" w:rsidRDefault="00522D6A" w:rsidP="0055252A">
      <w:pPr>
        <w:numPr>
          <w:ilvl w:val="0"/>
          <w:numId w:val="19"/>
        </w:numPr>
        <w:spacing w:after="120"/>
        <w:jc w:val="both"/>
        <w:rPr>
          <w:sz w:val="22"/>
          <w:szCs w:val="22"/>
          <w:lang w:val="it-IT"/>
        </w:rPr>
      </w:pPr>
      <w:r w:rsidRPr="00F2503B">
        <w:rPr>
          <w:sz w:val="22"/>
          <w:szCs w:val="22"/>
          <w:lang w:val="it-IT"/>
        </w:rPr>
        <w:t>delitti di cui agli articoli 648-</w:t>
      </w:r>
      <w:r w:rsidRPr="00F2503B">
        <w:rPr>
          <w:i/>
          <w:sz w:val="22"/>
          <w:szCs w:val="22"/>
          <w:lang w:val="it-IT"/>
        </w:rPr>
        <w:t>bis</w:t>
      </w:r>
      <w:r w:rsidRPr="00F2503B">
        <w:rPr>
          <w:sz w:val="22"/>
          <w:szCs w:val="22"/>
          <w:lang w:val="it-IT"/>
        </w:rPr>
        <w:t>, 648-</w:t>
      </w:r>
      <w:r w:rsidRPr="00F2503B">
        <w:rPr>
          <w:i/>
          <w:sz w:val="22"/>
          <w:szCs w:val="22"/>
          <w:lang w:val="it-IT"/>
        </w:rPr>
        <w:t>ter</w:t>
      </w:r>
      <w:r w:rsidRPr="00F2503B">
        <w:rPr>
          <w:sz w:val="22"/>
          <w:szCs w:val="22"/>
          <w:lang w:val="it-IT"/>
        </w:rPr>
        <w:t xml:space="preserve"> e 648-</w:t>
      </w:r>
      <w:r w:rsidRPr="00F2503B">
        <w:rPr>
          <w:i/>
          <w:sz w:val="22"/>
          <w:szCs w:val="22"/>
          <w:lang w:val="it-IT"/>
        </w:rPr>
        <w:t>ter.1</w:t>
      </w:r>
      <w:r w:rsidRPr="00F2503B">
        <w:rPr>
          <w:sz w:val="22"/>
          <w:szCs w:val="22"/>
          <w:lang w:val="it-IT"/>
        </w:rPr>
        <w:t xml:space="preserve"> del codice penale, riciclaggio di proventi di attività criminose o finanziamento del terrorismo, quali definiti all'articolo 1 del decreto legislativo 22 giugno 2007, n. 109 e successive modificazioni; </w:t>
      </w:r>
    </w:p>
    <w:p w:rsidR="00522D6A" w:rsidRPr="00F2503B" w:rsidRDefault="00522D6A" w:rsidP="0055252A">
      <w:pPr>
        <w:numPr>
          <w:ilvl w:val="0"/>
          <w:numId w:val="19"/>
        </w:numPr>
        <w:spacing w:after="120"/>
        <w:jc w:val="both"/>
        <w:rPr>
          <w:sz w:val="22"/>
          <w:szCs w:val="22"/>
          <w:lang w:val="it-IT"/>
        </w:rPr>
      </w:pPr>
      <w:r w:rsidRPr="00F2503B">
        <w:rPr>
          <w:sz w:val="22"/>
          <w:szCs w:val="22"/>
          <w:lang w:val="it-IT"/>
        </w:rPr>
        <w:t xml:space="preserve">sfruttamento del lavoro minorile e altre forme di tratta di esseri umani definite con il decreto legislativo 4 marzo 2014, n. 24; </w:t>
      </w:r>
    </w:p>
    <w:p w:rsidR="00522D6A" w:rsidRPr="00F2503B" w:rsidRDefault="00522D6A" w:rsidP="0055252A">
      <w:pPr>
        <w:numPr>
          <w:ilvl w:val="0"/>
          <w:numId w:val="19"/>
        </w:numPr>
        <w:spacing w:after="120"/>
        <w:jc w:val="both"/>
        <w:rPr>
          <w:b/>
          <w:i/>
          <w:sz w:val="22"/>
          <w:szCs w:val="22"/>
          <w:lang w:val="it-IT"/>
        </w:rPr>
      </w:pPr>
      <w:r w:rsidRPr="00F2503B">
        <w:rPr>
          <w:sz w:val="22"/>
          <w:szCs w:val="22"/>
          <w:lang w:val="it-IT"/>
        </w:rPr>
        <w:t>ogni altro delitto da cui derivi, quale pena accessoria, l'incapacità di contrattare con la pubblica amministrazione</w:t>
      </w:r>
    </w:p>
    <w:p w:rsidR="00522D6A" w:rsidRPr="00F2503B" w:rsidRDefault="00522D6A" w:rsidP="00C1464C">
      <w:pPr>
        <w:spacing w:after="120"/>
        <w:jc w:val="both"/>
        <w:rPr>
          <w:sz w:val="22"/>
          <w:szCs w:val="22"/>
          <w:lang w:val="it-IT"/>
        </w:rPr>
      </w:pPr>
      <w:r w:rsidRPr="00F2503B" w:rsidDel="00BE3EDB">
        <w:rPr>
          <w:sz w:val="22"/>
          <w:szCs w:val="22"/>
          <w:lang w:val="it-IT"/>
        </w:rPr>
        <w:t xml:space="preserve"> </w:t>
      </w:r>
      <w:r w:rsidRPr="00F2503B">
        <w:rPr>
          <w:sz w:val="22"/>
          <w:szCs w:val="22"/>
          <w:lang w:val="it-IT"/>
        </w:rPr>
        <w:t>[</w:t>
      </w:r>
      <w:r w:rsidRPr="00F2503B">
        <w:rPr>
          <w:i/>
          <w:sz w:val="22"/>
          <w:szCs w:val="22"/>
          <w:lang w:val="it-IT"/>
        </w:rPr>
        <w:t>ovvero, qualora tali pronunce siano intervenute</w:t>
      </w:r>
      <w:r w:rsidRPr="00F2503B">
        <w:rPr>
          <w:sz w:val="22"/>
          <w:szCs w:val="22"/>
          <w:lang w:val="it-IT"/>
        </w:rPr>
        <w:t>]</w:t>
      </w:r>
    </w:p>
    <w:p w:rsidR="00522D6A" w:rsidRPr="00F2503B" w:rsidRDefault="00522D6A" w:rsidP="00C1464C">
      <w:pPr>
        <w:numPr>
          <w:ilvl w:val="0"/>
          <w:numId w:val="4"/>
        </w:numPr>
        <w:tabs>
          <w:tab w:val="clear" w:pos="720"/>
          <w:tab w:val="num" w:pos="360"/>
        </w:tabs>
        <w:spacing w:after="120"/>
        <w:ind w:left="360"/>
        <w:jc w:val="both"/>
        <w:rPr>
          <w:sz w:val="22"/>
          <w:szCs w:val="22"/>
          <w:lang w:val="it-IT"/>
        </w:rPr>
      </w:pPr>
      <w:r w:rsidRPr="00F2503B">
        <w:rPr>
          <w:sz w:val="22"/>
          <w:szCs w:val="22"/>
          <w:lang w:val="it-IT"/>
        </w:rPr>
        <w:t>che verso i seguenti soggetti sono stati pronunciati i seguenti provvedimenti penali di condanna:</w:t>
      </w:r>
    </w:p>
    <w:p w:rsidR="00522D6A" w:rsidRPr="00F2503B" w:rsidRDefault="00522D6A" w:rsidP="00C1464C">
      <w:pPr>
        <w:spacing w:after="120"/>
        <w:jc w:val="both"/>
        <w:rPr>
          <w:b/>
          <w:sz w:val="22"/>
          <w:szCs w:val="22"/>
          <w:lang w:val="it-IT"/>
        </w:rPr>
      </w:pPr>
      <w:r w:rsidRPr="00F2503B">
        <w:rPr>
          <w:b/>
          <w:sz w:val="22"/>
          <w:szCs w:val="22"/>
          <w:lang w:val="it-IT"/>
        </w:rPr>
        <w:t xml:space="preserve">[attenzione: indicare tutti i provvedimenti di condanna, </w:t>
      </w:r>
      <w:r w:rsidRPr="00F2503B">
        <w:rPr>
          <w:b/>
          <w:sz w:val="22"/>
          <w:szCs w:val="22"/>
          <w:u w:val="single"/>
          <w:lang w:val="it-IT"/>
        </w:rPr>
        <w:t>ivi compresi quelli per i quali sia stato conseguito il beneficio della non menzione</w:t>
      </w:r>
      <w:r w:rsidRPr="00F2503B">
        <w:rPr>
          <w:b/>
          <w:sz w:val="22"/>
          <w:szCs w:val="22"/>
          <w:lang w:val="it-IT"/>
        </w:rPr>
        <w:t>, relativi al titolare o al direttore tecnico, se si tratta di impresa individuale; ai soci o al direttore tecnico, se si tratta di società in nome collettivo; ai soci accomandatari o al direttore tecnico, se si tratta di società in accomandita semplice; ai membri del consiglio di amministrazione cui sia stata conferita la legale rappresentanza, ivi compresi institori e procuratori generali, ai membri degli organi con poteri di direzione o di vigilanza o ai soggetti muniti di poteri di rappresentanza, di direzione o di controllo (per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 al direttore tecnico o al socio unico persona fisica, ovvero al socio di maggioranza in caso di società con meno di quattro soci, se si tratta di altro tipo di società o consorzio; in carica e/o cessati dalla carica nell’anno antecedente la data di trasmissione della Lettera di Invito]</w:t>
      </w:r>
    </w:p>
    <w:tbl>
      <w:tblPr>
        <w:tblW w:w="53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35"/>
        <w:gridCol w:w="1023"/>
        <w:gridCol w:w="1910"/>
        <w:gridCol w:w="1082"/>
        <w:gridCol w:w="1312"/>
        <w:gridCol w:w="867"/>
        <w:gridCol w:w="1327"/>
        <w:gridCol w:w="2094"/>
      </w:tblGrid>
      <w:tr w:rsidR="00522D6A" w:rsidRPr="00842648" w:rsidTr="00C1464C">
        <w:tc>
          <w:tcPr>
            <w:tcW w:w="610" w:type="pct"/>
          </w:tcPr>
          <w:p w:rsidR="00522D6A" w:rsidRPr="00F2503B" w:rsidRDefault="00522D6A" w:rsidP="00C1464C">
            <w:pPr>
              <w:spacing w:after="120"/>
              <w:jc w:val="center"/>
              <w:rPr>
                <w:b/>
                <w:sz w:val="22"/>
                <w:szCs w:val="22"/>
                <w:lang w:val="it-IT"/>
              </w:rPr>
            </w:pPr>
            <w:r w:rsidRPr="00F2503B">
              <w:rPr>
                <w:b/>
                <w:sz w:val="22"/>
                <w:szCs w:val="22"/>
                <w:lang w:val="it-IT"/>
              </w:rPr>
              <w:t>Cognome, nome</w:t>
            </w:r>
          </w:p>
          <w:p w:rsidR="00522D6A" w:rsidRPr="00F2503B" w:rsidRDefault="00522D6A" w:rsidP="00C1464C">
            <w:pPr>
              <w:spacing w:after="120"/>
              <w:jc w:val="center"/>
              <w:rPr>
                <w:b/>
                <w:sz w:val="22"/>
                <w:szCs w:val="22"/>
                <w:lang w:val="it-IT"/>
              </w:rPr>
            </w:pPr>
            <w:r w:rsidRPr="00F2503B">
              <w:rPr>
                <w:b/>
                <w:sz w:val="22"/>
                <w:szCs w:val="22"/>
                <w:lang w:val="it-IT"/>
              </w:rPr>
              <w:t>e carica ricoperta</w:t>
            </w:r>
          </w:p>
        </w:tc>
        <w:tc>
          <w:tcPr>
            <w:tcW w:w="467" w:type="pct"/>
          </w:tcPr>
          <w:p w:rsidR="00522D6A" w:rsidRPr="00F2503B" w:rsidRDefault="00522D6A" w:rsidP="00C1464C">
            <w:pPr>
              <w:spacing w:after="120"/>
              <w:jc w:val="center"/>
              <w:rPr>
                <w:b/>
                <w:sz w:val="22"/>
                <w:szCs w:val="22"/>
                <w:lang w:val="it-IT"/>
              </w:rPr>
            </w:pPr>
            <w:r w:rsidRPr="00F2503B">
              <w:rPr>
                <w:b/>
                <w:sz w:val="22"/>
                <w:szCs w:val="22"/>
                <w:lang w:val="it-IT"/>
              </w:rPr>
              <w:t>Luogo e data di nascita</w:t>
            </w:r>
          </w:p>
        </w:tc>
        <w:tc>
          <w:tcPr>
            <w:tcW w:w="872" w:type="pct"/>
          </w:tcPr>
          <w:p w:rsidR="00522D6A" w:rsidRPr="00F2503B" w:rsidRDefault="00522D6A" w:rsidP="00C1464C">
            <w:pPr>
              <w:spacing w:after="120"/>
              <w:jc w:val="center"/>
              <w:rPr>
                <w:b/>
                <w:sz w:val="22"/>
                <w:szCs w:val="22"/>
                <w:lang w:val="it-IT"/>
              </w:rPr>
            </w:pPr>
            <w:r w:rsidRPr="00F2503B">
              <w:rPr>
                <w:b/>
                <w:sz w:val="22"/>
                <w:szCs w:val="22"/>
                <w:lang w:val="it-IT"/>
              </w:rPr>
              <w:t>Tipologia provvedimento</w:t>
            </w:r>
          </w:p>
        </w:tc>
        <w:tc>
          <w:tcPr>
            <w:tcW w:w="494" w:type="pct"/>
          </w:tcPr>
          <w:p w:rsidR="00522D6A" w:rsidRPr="00F2503B" w:rsidRDefault="00522D6A" w:rsidP="00C1464C">
            <w:pPr>
              <w:spacing w:after="120"/>
              <w:jc w:val="center"/>
              <w:rPr>
                <w:b/>
                <w:sz w:val="22"/>
                <w:szCs w:val="22"/>
                <w:lang w:val="it-IT"/>
              </w:rPr>
            </w:pPr>
            <w:r w:rsidRPr="00F2503B">
              <w:rPr>
                <w:b/>
                <w:sz w:val="22"/>
                <w:szCs w:val="22"/>
                <w:lang w:val="it-IT"/>
              </w:rPr>
              <w:t>Data e numero</w:t>
            </w:r>
          </w:p>
        </w:tc>
        <w:tc>
          <w:tcPr>
            <w:tcW w:w="599" w:type="pct"/>
          </w:tcPr>
          <w:p w:rsidR="00522D6A" w:rsidRPr="00F2503B" w:rsidRDefault="00522D6A" w:rsidP="00C1464C">
            <w:pPr>
              <w:spacing w:after="120"/>
              <w:jc w:val="center"/>
              <w:rPr>
                <w:b/>
                <w:sz w:val="22"/>
                <w:szCs w:val="22"/>
                <w:lang w:val="it-IT"/>
              </w:rPr>
            </w:pPr>
            <w:r w:rsidRPr="00F2503B">
              <w:rPr>
                <w:b/>
                <w:sz w:val="22"/>
                <w:szCs w:val="22"/>
                <w:lang w:val="it-IT"/>
              </w:rPr>
              <w:t>Giudice emittente</w:t>
            </w:r>
          </w:p>
        </w:tc>
        <w:tc>
          <w:tcPr>
            <w:tcW w:w="396" w:type="pct"/>
          </w:tcPr>
          <w:p w:rsidR="00522D6A" w:rsidRPr="00F2503B" w:rsidRDefault="00522D6A" w:rsidP="00C1464C">
            <w:pPr>
              <w:spacing w:after="120"/>
              <w:jc w:val="center"/>
              <w:rPr>
                <w:b/>
                <w:sz w:val="22"/>
                <w:szCs w:val="22"/>
                <w:lang w:val="it-IT"/>
              </w:rPr>
            </w:pPr>
            <w:r w:rsidRPr="00F2503B">
              <w:rPr>
                <w:b/>
                <w:sz w:val="22"/>
                <w:szCs w:val="22"/>
                <w:lang w:val="it-IT"/>
              </w:rPr>
              <w:t>Reato</w:t>
            </w:r>
          </w:p>
        </w:tc>
        <w:tc>
          <w:tcPr>
            <w:tcW w:w="606" w:type="pct"/>
          </w:tcPr>
          <w:p w:rsidR="00522D6A" w:rsidRPr="00F2503B" w:rsidRDefault="00522D6A" w:rsidP="00C1464C">
            <w:pPr>
              <w:spacing w:after="120"/>
              <w:jc w:val="center"/>
              <w:rPr>
                <w:b/>
                <w:sz w:val="22"/>
                <w:szCs w:val="22"/>
                <w:lang w:val="it-IT"/>
              </w:rPr>
            </w:pPr>
            <w:r w:rsidRPr="00F2503B">
              <w:rPr>
                <w:b/>
                <w:sz w:val="22"/>
                <w:szCs w:val="22"/>
                <w:lang w:val="it-IT"/>
              </w:rPr>
              <w:t>Durata della pena principale</w:t>
            </w:r>
          </w:p>
        </w:tc>
        <w:tc>
          <w:tcPr>
            <w:tcW w:w="957" w:type="pct"/>
          </w:tcPr>
          <w:p w:rsidR="00522D6A" w:rsidRPr="00F2503B" w:rsidRDefault="00522D6A" w:rsidP="00C1464C">
            <w:pPr>
              <w:spacing w:after="120"/>
              <w:jc w:val="center"/>
              <w:rPr>
                <w:b/>
                <w:sz w:val="22"/>
                <w:szCs w:val="22"/>
                <w:lang w:val="it-IT"/>
              </w:rPr>
            </w:pPr>
            <w:r w:rsidRPr="00F2503B">
              <w:rPr>
                <w:b/>
                <w:sz w:val="22"/>
                <w:szCs w:val="22"/>
                <w:lang w:val="it-IT"/>
              </w:rPr>
              <w:t>Durata della pena accessoria dell’incapacità di contrattare con la pubblica amministrazione</w:t>
            </w:r>
          </w:p>
        </w:tc>
      </w:tr>
      <w:tr w:rsidR="00522D6A" w:rsidRPr="00842648" w:rsidTr="00C1464C">
        <w:trPr>
          <w:trHeight w:val="593"/>
        </w:trPr>
        <w:tc>
          <w:tcPr>
            <w:tcW w:w="610" w:type="pct"/>
          </w:tcPr>
          <w:p w:rsidR="00522D6A" w:rsidRPr="00F2503B" w:rsidRDefault="00522D6A" w:rsidP="00C1464C">
            <w:pPr>
              <w:spacing w:after="120"/>
              <w:jc w:val="both"/>
              <w:rPr>
                <w:sz w:val="22"/>
                <w:szCs w:val="22"/>
                <w:lang w:val="it-IT"/>
              </w:rPr>
            </w:pPr>
          </w:p>
        </w:tc>
        <w:tc>
          <w:tcPr>
            <w:tcW w:w="467" w:type="pct"/>
          </w:tcPr>
          <w:p w:rsidR="00522D6A" w:rsidRPr="00F2503B" w:rsidRDefault="00522D6A" w:rsidP="00C1464C">
            <w:pPr>
              <w:spacing w:after="120"/>
              <w:jc w:val="both"/>
              <w:rPr>
                <w:sz w:val="22"/>
                <w:szCs w:val="22"/>
                <w:lang w:val="it-IT"/>
              </w:rPr>
            </w:pPr>
          </w:p>
        </w:tc>
        <w:tc>
          <w:tcPr>
            <w:tcW w:w="872" w:type="pct"/>
          </w:tcPr>
          <w:p w:rsidR="00522D6A" w:rsidRPr="00F2503B" w:rsidRDefault="00522D6A" w:rsidP="00C1464C">
            <w:pPr>
              <w:spacing w:after="120"/>
              <w:jc w:val="both"/>
              <w:rPr>
                <w:sz w:val="22"/>
                <w:szCs w:val="22"/>
                <w:lang w:val="it-IT"/>
              </w:rPr>
            </w:pPr>
          </w:p>
        </w:tc>
        <w:tc>
          <w:tcPr>
            <w:tcW w:w="494" w:type="pct"/>
          </w:tcPr>
          <w:p w:rsidR="00522D6A" w:rsidRPr="00F2503B" w:rsidRDefault="00522D6A" w:rsidP="00C1464C">
            <w:pPr>
              <w:spacing w:after="120"/>
              <w:jc w:val="both"/>
              <w:rPr>
                <w:sz w:val="22"/>
                <w:szCs w:val="22"/>
                <w:lang w:val="it-IT"/>
              </w:rPr>
            </w:pPr>
          </w:p>
        </w:tc>
        <w:tc>
          <w:tcPr>
            <w:tcW w:w="599" w:type="pct"/>
          </w:tcPr>
          <w:p w:rsidR="00522D6A" w:rsidRPr="00F2503B" w:rsidRDefault="00522D6A" w:rsidP="00C1464C">
            <w:pPr>
              <w:spacing w:after="120"/>
              <w:jc w:val="both"/>
              <w:rPr>
                <w:sz w:val="22"/>
                <w:szCs w:val="22"/>
                <w:lang w:val="it-IT"/>
              </w:rPr>
            </w:pPr>
          </w:p>
        </w:tc>
        <w:tc>
          <w:tcPr>
            <w:tcW w:w="396" w:type="pct"/>
          </w:tcPr>
          <w:p w:rsidR="00522D6A" w:rsidRPr="00F2503B" w:rsidRDefault="00522D6A" w:rsidP="00C1464C">
            <w:pPr>
              <w:spacing w:after="120"/>
              <w:jc w:val="both"/>
              <w:rPr>
                <w:sz w:val="22"/>
                <w:szCs w:val="22"/>
                <w:lang w:val="it-IT"/>
              </w:rPr>
            </w:pPr>
          </w:p>
        </w:tc>
        <w:tc>
          <w:tcPr>
            <w:tcW w:w="606" w:type="pct"/>
          </w:tcPr>
          <w:p w:rsidR="00522D6A" w:rsidRPr="00F2503B" w:rsidRDefault="00522D6A" w:rsidP="00C1464C">
            <w:pPr>
              <w:spacing w:after="120"/>
              <w:jc w:val="both"/>
              <w:rPr>
                <w:sz w:val="22"/>
                <w:szCs w:val="22"/>
                <w:lang w:val="it-IT"/>
              </w:rPr>
            </w:pPr>
          </w:p>
        </w:tc>
        <w:tc>
          <w:tcPr>
            <w:tcW w:w="957" w:type="pct"/>
          </w:tcPr>
          <w:p w:rsidR="00522D6A" w:rsidRPr="00F2503B" w:rsidRDefault="00522D6A" w:rsidP="00C1464C">
            <w:pPr>
              <w:spacing w:after="120"/>
              <w:jc w:val="both"/>
              <w:rPr>
                <w:sz w:val="22"/>
                <w:szCs w:val="22"/>
                <w:lang w:val="it-IT"/>
              </w:rPr>
            </w:pPr>
          </w:p>
        </w:tc>
      </w:tr>
      <w:tr w:rsidR="00522D6A" w:rsidRPr="00842648" w:rsidTr="00C1464C">
        <w:trPr>
          <w:trHeight w:val="517"/>
        </w:trPr>
        <w:tc>
          <w:tcPr>
            <w:tcW w:w="610" w:type="pct"/>
          </w:tcPr>
          <w:p w:rsidR="00522D6A" w:rsidRPr="00F2503B" w:rsidRDefault="00522D6A" w:rsidP="00C1464C">
            <w:pPr>
              <w:spacing w:after="120"/>
              <w:jc w:val="both"/>
              <w:rPr>
                <w:sz w:val="22"/>
                <w:szCs w:val="22"/>
                <w:lang w:val="it-IT"/>
              </w:rPr>
            </w:pPr>
          </w:p>
        </w:tc>
        <w:tc>
          <w:tcPr>
            <w:tcW w:w="467" w:type="pct"/>
          </w:tcPr>
          <w:p w:rsidR="00522D6A" w:rsidRPr="00F2503B" w:rsidRDefault="00522D6A" w:rsidP="00C1464C">
            <w:pPr>
              <w:spacing w:after="120"/>
              <w:jc w:val="both"/>
              <w:rPr>
                <w:sz w:val="22"/>
                <w:szCs w:val="22"/>
                <w:lang w:val="it-IT"/>
              </w:rPr>
            </w:pPr>
          </w:p>
        </w:tc>
        <w:tc>
          <w:tcPr>
            <w:tcW w:w="872" w:type="pct"/>
          </w:tcPr>
          <w:p w:rsidR="00522D6A" w:rsidRPr="00F2503B" w:rsidRDefault="00522D6A" w:rsidP="00C1464C">
            <w:pPr>
              <w:spacing w:after="120"/>
              <w:jc w:val="both"/>
              <w:rPr>
                <w:sz w:val="22"/>
                <w:szCs w:val="22"/>
                <w:lang w:val="it-IT"/>
              </w:rPr>
            </w:pPr>
          </w:p>
        </w:tc>
        <w:tc>
          <w:tcPr>
            <w:tcW w:w="494" w:type="pct"/>
          </w:tcPr>
          <w:p w:rsidR="00522D6A" w:rsidRPr="00F2503B" w:rsidRDefault="00522D6A" w:rsidP="00C1464C">
            <w:pPr>
              <w:spacing w:after="120"/>
              <w:jc w:val="both"/>
              <w:rPr>
                <w:sz w:val="22"/>
                <w:szCs w:val="22"/>
                <w:lang w:val="it-IT"/>
              </w:rPr>
            </w:pPr>
          </w:p>
        </w:tc>
        <w:tc>
          <w:tcPr>
            <w:tcW w:w="599" w:type="pct"/>
          </w:tcPr>
          <w:p w:rsidR="00522D6A" w:rsidRPr="00F2503B" w:rsidRDefault="00522D6A" w:rsidP="00C1464C">
            <w:pPr>
              <w:spacing w:after="120"/>
              <w:jc w:val="both"/>
              <w:rPr>
                <w:sz w:val="22"/>
                <w:szCs w:val="22"/>
                <w:lang w:val="it-IT"/>
              </w:rPr>
            </w:pPr>
          </w:p>
        </w:tc>
        <w:tc>
          <w:tcPr>
            <w:tcW w:w="396" w:type="pct"/>
          </w:tcPr>
          <w:p w:rsidR="00522D6A" w:rsidRPr="00F2503B" w:rsidRDefault="00522D6A" w:rsidP="00C1464C">
            <w:pPr>
              <w:spacing w:after="120"/>
              <w:jc w:val="both"/>
              <w:rPr>
                <w:sz w:val="22"/>
                <w:szCs w:val="22"/>
                <w:lang w:val="it-IT"/>
              </w:rPr>
            </w:pPr>
          </w:p>
        </w:tc>
        <w:tc>
          <w:tcPr>
            <w:tcW w:w="606" w:type="pct"/>
          </w:tcPr>
          <w:p w:rsidR="00522D6A" w:rsidRPr="00F2503B" w:rsidRDefault="00522D6A" w:rsidP="00C1464C">
            <w:pPr>
              <w:spacing w:after="120"/>
              <w:jc w:val="both"/>
              <w:rPr>
                <w:sz w:val="22"/>
                <w:szCs w:val="22"/>
                <w:lang w:val="it-IT"/>
              </w:rPr>
            </w:pPr>
          </w:p>
        </w:tc>
        <w:tc>
          <w:tcPr>
            <w:tcW w:w="957" w:type="pct"/>
          </w:tcPr>
          <w:p w:rsidR="00522D6A" w:rsidRPr="00F2503B" w:rsidRDefault="00522D6A" w:rsidP="00C1464C">
            <w:pPr>
              <w:spacing w:after="120"/>
              <w:jc w:val="both"/>
              <w:rPr>
                <w:sz w:val="22"/>
                <w:szCs w:val="22"/>
                <w:lang w:val="it-IT"/>
              </w:rPr>
            </w:pPr>
          </w:p>
        </w:tc>
      </w:tr>
      <w:tr w:rsidR="00522D6A" w:rsidRPr="00842648" w:rsidTr="00C1464C">
        <w:trPr>
          <w:trHeight w:val="525"/>
        </w:trPr>
        <w:tc>
          <w:tcPr>
            <w:tcW w:w="610" w:type="pct"/>
          </w:tcPr>
          <w:p w:rsidR="00522D6A" w:rsidRPr="00F2503B" w:rsidRDefault="00522D6A" w:rsidP="00C1464C">
            <w:pPr>
              <w:spacing w:after="120"/>
              <w:jc w:val="both"/>
              <w:rPr>
                <w:sz w:val="22"/>
                <w:szCs w:val="22"/>
                <w:lang w:val="it-IT"/>
              </w:rPr>
            </w:pPr>
          </w:p>
        </w:tc>
        <w:tc>
          <w:tcPr>
            <w:tcW w:w="467" w:type="pct"/>
          </w:tcPr>
          <w:p w:rsidR="00522D6A" w:rsidRPr="00F2503B" w:rsidRDefault="00522D6A" w:rsidP="00C1464C">
            <w:pPr>
              <w:spacing w:after="120"/>
              <w:jc w:val="both"/>
              <w:rPr>
                <w:sz w:val="22"/>
                <w:szCs w:val="22"/>
                <w:lang w:val="it-IT"/>
              </w:rPr>
            </w:pPr>
          </w:p>
        </w:tc>
        <w:tc>
          <w:tcPr>
            <w:tcW w:w="872" w:type="pct"/>
          </w:tcPr>
          <w:p w:rsidR="00522D6A" w:rsidRPr="00F2503B" w:rsidRDefault="00522D6A" w:rsidP="00C1464C">
            <w:pPr>
              <w:spacing w:after="120"/>
              <w:jc w:val="both"/>
              <w:rPr>
                <w:sz w:val="22"/>
                <w:szCs w:val="22"/>
                <w:lang w:val="it-IT"/>
              </w:rPr>
            </w:pPr>
          </w:p>
        </w:tc>
        <w:tc>
          <w:tcPr>
            <w:tcW w:w="494" w:type="pct"/>
          </w:tcPr>
          <w:p w:rsidR="00522D6A" w:rsidRPr="00F2503B" w:rsidRDefault="00522D6A" w:rsidP="00C1464C">
            <w:pPr>
              <w:spacing w:after="120"/>
              <w:jc w:val="both"/>
              <w:rPr>
                <w:sz w:val="22"/>
                <w:szCs w:val="22"/>
                <w:lang w:val="it-IT"/>
              </w:rPr>
            </w:pPr>
          </w:p>
        </w:tc>
        <w:tc>
          <w:tcPr>
            <w:tcW w:w="599" w:type="pct"/>
          </w:tcPr>
          <w:p w:rsidR="00522D6A" w:rsidRPr="00F2503B" w:rsidRDefault="00522D6A" w:rsidP="00C1464C">
            <w:pPr>
              <w:spacing w:after="120"/>
              <w:jc w:val="both"/>
              <w:rPr>
                <w:sz w:val="22"/>
                <w:szCs w:val="22"/>
                <w:lang w:val="it-IT"/>
              </w:rPr>
            </w:pPr>
          </w:p>
        </w:tc>
        <w:tc>
          <w:tcPr>
            <w:tcW w:w="396" w:type="pct"/>
          </w:tcPr>
          <w:p w:rsidR="00522D6A" w:rsidRPr="00F2503B" w:rsidRDefault="00522D6A" w:rsidP="00C1464C">
            <w:pPr>
              <w:spacing w:after="120"/>
              <w:jc w:val="both"/>
              <w:rPr>
                <w:sz w:val="22"/>
                <w:szCs w:val="22"/>
                <w:lang w:val="it-IT"/>
              </w:rPr>
            </w:pPr>
          </w:p>
        </w:tc>
        <w:tc>
          <w:tcPr>
            <w:tcW w:w="606" w:type="pct"/>
          </w:tcPr>
          <w:p w:rsidR="00522D6A" w:rsidRPr="00F2503B" w:rsidRDefault="00522D6A" w:rsidP="00C1464C">
            <w:pPr>
              <w:spacing w:after="120"/>
              <w:jc w:val="both"/>
              <w:rPr>
                <w:sz w:val="22"/>
                <w:szCs w:val="22"/>
                <w:lang w:val="it-IT"/>
              </w:rPr>
            </w:pPr>
          </w:p>
        </w:tc>
        <w:tc>
          <w:tcPr>
            <w:tcW w:w="957" w:type="pct"/>
          </w:tcPr>
          <w:p w:rsidR="00522D6A" w:rsidRPr="00F2503B" w:rsidRDefault="00522D6A" w:rsidP="00C1464C">
            <w:pPr>
              <w:spacing w:after="120"/>
              <w:jc w:val="both"/>
              <w:rPr>
                <w:sz w:val="22"/>
                <w:szCs w:val="22"/>
                <w:lang w:val="it-IT"/>
              </w:rPr>
            </w:pPr>
          </w:p>
        </w:tc>
      </w:tr>
      <w:tr w:rsidR="00522D6A" w:rsidRPr="00842648" w:rsidTr="00C1464C">
        <w:trPr>
          <w:trHeight w:val="533"/>
        </w:trPr>
        <w:tc>
          <w:tcPr>
            <w:tcW w:w="610" w:type="pct"/>
          </w:tcPr>
          <w:p w:rsidR="00522D6A" w:rsidRPr="00F2503B" w:rsidRDefault="00522D6A" w:rsidP="00C1464C">
            <w:pPr>
              <w:spacing w:after="120"/>
              <w:jc w:val="both"/>
              <w:rPr>
                <w:sz w:val="22"/>
                <w:szCs w:val="22"/>
                <w:lang w:val="it-IT"/>
              </w:rPr>
            </w:pPr>
          </w:p>
        </w:tc>
        <w:tc>
          <w:tcPr>
            <w:tcW w:w="467" w:type="pct"/>
          </w:tcPr>
          <w:p w:rsidR="00522D6A" w:rsidRPr="00F2503B" w:rsidRDefault="00522D6A" w:rsidP="00C1464C">
            <w:pPr>
              <w:spacing w:after="120"/>
              <w:jc w:val="both"/>
              <w:rPr>
                <w:sz w:val="22"/>
                <w:szCs w:val="22"/>
                <w:lang w:val="it-IT"/>
              </w:rPr>
            </w:pPr>
          </w:p>
        </w:tc>
        <w:tc>
          <w:tcPr>
            <w:tcW w:w="872" w:type="pct"/>
          </w:tcPr>
          <w:p w:rsidR="00522D6A" w:rsidRPr="00F2503B" w:rsidRDefault="00522D6A" w:rsidP="00C1464C">
            <w:pPr>
              <w:spacing w:after="120"/>
              <w:jc w:val="both"/>
              <w:rPr>
                <w:sz w:val="22"/>
                <w:szCs w:val="22"/>
                <w:lang w:val="it-IT"/>
              </w:rPr>
            </w:pPr>
          </w:p>
        </w:tc>
        <w:tc>
          <w:tcPr>
            <w:tcW w:w="494" w:type="pct"/>
          </w:tcPr>
          <w:p w:rsidR="00522D6A" w:rsidRPr="00F2503B" w:rsidRDefault="00522D6A" w:rsidP="00C1464C">
            <w:pPr>
              <w:spacing w:after="120"/>
              <w:jc w:val="both"/>
              <w:rPr>
                <w:sz w:val="22"/>
                <w:szCs w:val="22"/>
                <w:lang w:val="it-IT"/>
              </w:rPr>
            </w:pPr>
          </w:p>
        </w:tc>
        <w:tc>
          <w:tcPr>
            <w:tcW w:w="599" w:type="pct"/>
          </w:tcPr>
          <w:p w:rsidR="00522D6A" w:rsidRPr="00F2503B" w:rsidRDefault="00522D6A" w:rsidP="00C1464C">
            <w:pPr>
              <w:spacing w:after="120"/>
              <w:jc w:val="both"/>
              <w:rPr>
                <w:sz w:val="22"/>
                <w:szCs w:val="22"/>
                <w:lang w:val="it-IT"/>
              </w:rPr>
            </w:pPr>
          </w:p>
        </w:tc>
        <w:tc>
          <w:tcPr>
            <w:tcW w:w="396" w:type="pct"/>
          </w:tcPr>
          <w:p w:rsidR="00522D6A" w:rsidRPr="00F2503B" w:rsidRDefault="00522D6A" w:rsidP="00C1464C">
            <w:pPr>
              <w:spacing w:after="120"/>
              <w:jc w:val="both"/>
              <w:rPr>
                <w:sz w:val="22"/>
                <w:szCs w:val="22"/>
                <w:lang w:val="it-IT"/>
              </w:rPr>
            </w:pPr>
          </w:p>
        </w:tc>
        <w:tc>
          <w:tcPr>
            <w:tcW w:w="606" w:type="pct"/>
          </w:tcPr>
          <w:p w:rsidR="00522D6A" w:rsidRPr="00F2503B" w:rsidRDefault="00522D6A" w:rsidP="00C1464C">
            <w:pPr>
              <w:spacing w:after="120"/>
              <w:jc w:val="both"/>
              <w:rPr>
                <w:sz w:val="22"/>
                <w:szCs w:val="22"/>
                <w:lang w:val="it-IT"/>
              </w:rPr>
            </w:pPr>
          </w:p>
        </w:tc>
        <w:tc>
          <w:tcPr>
            <w:tcW w:w="957" w:type="pct"/>
          </w:tcPr>
          <w:p w:rsidR="00522D6A" w:rsidRPr="00F2503B" w:rsidRDefault="00522D6A" w:rsidP="00C1464C">
            <w:pPr>
              <w:spacing w:after="120"/>
              <w:jc w:val="both"/>
              <w:rPr>
                <w:sz w:val="22"/>
                <w:szCs w:val="22"/>
                <w:lang w:val="it-IT"/>
              </w:rPr>
            </w:pPr>
          </w:p>
        </w:tc>
      </w:tr>
      <w:tr w:rsidR="00522D6A" w:rsidRPr="00842648" w:rsidTr="00C1464C">
        <w:trPr>
          <w:trHeight w:val="527"/>
        </w:trPr>
        <w:tc>
          <w:tcPr>
            <w:tcW w:w="610" w:type="pct"/>
          </w:tcPr>
          <w:p w:rsidR="00522D6A" w:rsidRPr="00F2503B" w:rsidRDefault="00522D6A" w:rsidP="00C1464C">
            <w:pPr>
              <w:spacing w:after="120"/>
              <w:jc w:val="both"/>
              <w:rPr>
                <w:sz w:val="22"/>
                <w:szCs w:val="22"/>
                <w:lang w:val="it-IT"/>
              </w:rPr>
            </w:pPr>
          </w:p>
        </w:tc>
        <w:tc>
          <w:tcPr>
            <w:tcW w:w="467" w:type="pct"/>
          </w:tcPr>
          <w:p w:rsidR="00522D6A" w:rsidRPr="00F2503B" w:rsidRDefault="00522D6A" w:rsidP="00C1464C">
            <w:pPr>
              <w:spacing w:after="120"/>
              <w:jc w:val="both"/>
              <w:rPr>
                <w:sz w:val="22"/>
                <w:szCs w:val="22"/>
                <w:lang w:val="it-IT"/>
              </w:rPr>
            </w:pPr>
          </w:p>
        </w:tc>
        <w:tc>
          <w:tcPr>
            <w:tcW w:w="872" w:type="pct"/>
          </w:tcPr>
          <w:p w:rsidR="00522D6A" w:rsidRPr="00F2503B" w:rsidRDefault="00522D6A" w:rsidP="00C1464C">
            <w:pPr>
              <w:spacing w:after="120"/>
              <w:jc w:val="both"/>
              <w:rPr>
                <w:sz w:val="22"/>
                <w:szCs w:val="22"/>
                <w:lang w:val="it-IT"/>
              </w:rPr>
            </w:pPr>
          </w:p>
        </w:tc>
        <w:tc>
          <w:tcPr>
            <w:tcW w:w="494" w:type="pct"/>
          </w:tcPr>
          <w:p w:rsidR="00522D6A" w:rsidRPr="00F2503B" w:rsidRDefault="00522D6A" w:rsidP="00C1464C">
            <w:pPr>
              <w:spacing w:after="120"/>
              <w:jc w:val="both"/>
              <w:rPr>
                <w:sz w:val="22"/>
                <w:szCs w:val="22"/>
                <w:lang w:val="it-IT"/>
              </w:rPr>
            </w:pPr>
          </w:p>
        </w:tc>
        <w:tc>
          <w:tcPr>
            <w:tcW w:w="599" w:type="pct"/>
          </w:tcPr>
          <w:p w:rsidR="00522D6A" w:rsidRPr="00F2503B" w:rsidRDefault="00522D6A" w:rsidP="00C1464C">
            <w:pPr>
              <w:spacing w:after="120"/>
              <w:jc w:val="both"/>
              <w:rPr>
                <w:sz w:val="22"/>
                <w:szCs w:val="22"/>
                <w:lang w:val="it-IT"/>
              </w:rPr>
            </w:pPr>
          </w:p>
        </w:tc>
        <w:tc>
          <w:tcPr>
            <w:tcW w:w="396" w:type="pct"/>
          </w:tcPr>
          <w:p w:rsidR="00522D6A" w:rsidRPr="00F2503B" w:rsidRDefault="00522D6A" w:rsidP="00C1464C">
            <w:pPr>
              <w:spacing w:after="120"/>
              <w:jc w:val="both"/>
              <w:rPr>
                <w:sz w:val="22"/>
                <w:szCs w:val="22"/>
                <w:lang w:val="it-IT"/>
              </w:rPr>
            </w:pPr>
          </w:p>
        </w:tc>
        <w:tc>
          <w:tcPr>
            <w:tcW w:w="606" w:type="pct"/>
          </w:tcPr>
          <w:p w:rsidR="00522D6A" w:rsidRPr="00F2503B" w:rsidRDefault="00522D6A" w:rsidP="00C1464C">
            <w:pPr>
              <w:spacing w:after="120"/>
              <w:jc w:val="both"/>
              <w:rPr>
                <w:sz w:val="22"/>
                <w:szCs w:val="22"/>
                <w:lang w:val="it-IT"/>
              </w:rPr>
            </w:pPr>
          </w:p>
        </w:tc>
        <w:tc>
          <w:tcPr>
            <w:tcW w:w="957" w:type="pct"/>
          </w:tcPr>
          <w:p w:rsidR="00522D6A" w:rsidRPr="00F2503B" w:rsidRDefault="00522D6A" w:rsidP="00C1464C">
            <w:pPr>
              <w:spacing w:after="120"/>
              <w:jc w:val="both"/>
              <w:rPr>
                <w:sz w:val="22"/>
                <w:szCs w:val="22"/>
                <w:lang w:val="it-IT"/>
              </w:rPr>
            </w:pPr>
          </w:p>
        </w:tc>
      </w:tr>
    </w:tbl>
    <w:p w:rsidR="00522D6A" w:rsidRPr="00F2503B" w:rsidRDefault="00522D6A" w:rsidP="00C1464C">
      <w:pPr>
        <w:spacing w:after="120"/>
        <w:jc w:val="both"/>
        <w:rPr>
          <w:sz w:val="22"/>
          <w:szCs w:val="22"/>
          <w:lang w:val="it-IT"/>
        </w:rPr>
      </w:pPr>
      <w:r w:rsidRPr="00F2503B">
        <w:rPr>
          <w:b/>
          <w:sz w:val="22"/>
          <w:szCs w:val="22"/>
          <w:lang w:val="it-IT"/>
        </w:rPr>
        <w:t>ma che</w:t>
      </w:r>
      <w:r w:rsidRPr="00F2503B">
        <w:rPr>
          <w:sz w:val="22"/>
          <w:szCs w:val="22"/>
          <w:lang w:val="it-IT"/>
        </w:rPr>
        <w:t>:</w:t>
      </w:r>
    </w:p>
    <w:p w:rsidR="00522D6A" w:rsidRPr="00F2503B" w:rsidRDefault="00522D6A" w:rsidP="00C1464C">
      <w:pPr>
        <w:spacing w:after="120"/>
        <w:ind w:left="-63" w:firstLine="423"/>
        <w:jc w:val="both"/>
        <w:rPr>
          <w:sz w:val="22"/>
          <w:szCs w:val="22"/>
          <w:lang w:val="it-IT"/>
        </w:rPr>
      </w:pPr>
      <w:r w:rsidRPr="00F2503B">
        <w:rPr>
          <w:sz w:val="22"/>
          <w:szCs w:val="22"/>
          <w:lang w:val="it-IT"/>
        </w:rPr>
        <w:t>[</w:t>
      </w:r>
      <w:r w:rsidRPr="00F2503B">
        <w:rPr>
          <w:i/>
          <w:sz w:val="22"/>
          <w:szCs w:val="22"/>
          <w:lang w:val="it-IT"/>
        </w:rPr>
        <w:t>selezionare esclusivamente le caselle di interesse</w:t>
      </w:r>
      <w:r w:rsidRPr="00F2503B">
        <w:rPr>
          <w:sz w:val="22"/>
          <w:szCs w:val="22"/>
          <w:lang w:val="it-IT"/>
        </w:rPr>
        <w:t>]</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il reato è stato depenalizzato;</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è intervenuta la riabilitazione;</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il reato è stato dichiarato estinto dopo la condanna;</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la condanna è stata revocata;</w:t>
      </w:r>
    </w:p>
    <w:p w:rsidR="00522D6A" w:rsidRPr="00F2503B" w:rsidRDefault="00522D6A" w:rsidP="00BE35BF">
      <w:pPr>
        <w:numPr>
          <w:ilvl w:val="0"/>
          <w:numId w:val="20"/>
        </w:numPr>
        <w:spacing w:after="120"/>
        <w:jc w:val="both"/>
        <w:rPr>
          <w:sz w:val="22"/>
          <w:szCs w:val="22"/>
          <w:lang w:val="it-IT"/>
        </w:rPr>
      </w:pPr>
      <w:r w:rsidRPr="00F2503B">
        <w:rPr>
          <w:sz w:val="22"/>
          <w:szCs w:val="22"/>
          <w:lang w:val="it-IT"/>
        </w:rPr>
        <w:t>la durata della pena accessoria dell’incapacità di contrattare con la pubblica amministrazione non è stata fissata nel provvedimento o non è intervenuta riabilitazione, e il provvedimento di condanna è stato pronunciato più di cinque anni prima, ai sensi dell’art. 80, comma 10 del Codice;</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la durata della pena accessoria dell’incapacità di contrattare con la pubblica amministrazione non è stata fissata nel provvedimento o non è intervenuta riabilitazione, e la pena principale è di durata inferiore a cinque anni e si è conclusa, ai sensi dell’art. 80, comma 10 del Codice;</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ricorrono i seguenti presupposti:</w:t>
      </w:r>
    </w:p>
    <w:p w:rsidR="00522D6A" w:rsidRPr="00F2503B" w:rsidRDefault="00522D6A" w:rsidP="001A6C1D">
      <w:pPr>
        <w:numPr>
          <w:ilvl w:val="0"/>
          <w:numId w:val="21"/>
        </w:numPr>
        <w:spacing w:after="120"/>
        <w:jc w:val="both"/>
        <w:rPr>
          <w:sz w:val="22"/>
          <w:szCs w:val="22"/>
          <w:lang w:val="it-IT"/>
        </w:rPr>
      </w:pPr>
      <w:r w:rsidRPr="00F2503B">
        <w:rPr>
          <w:sz w:val="22"/>
          <w:szCs w:val="22"/>
          <w:lang w:val="it-IT"/>
        </w:rPr>
        <w:t>la sentenza definitiva ha imposto una pena detentiva non superiore a 18 mesi;</w:t>
      </w:r>
    </w:p>
    <w:p w:rsidR="00522D6A" w:rsidRPr="00F2503B" w:rsidRDefault="00522D6A" w:rsidP="00C1464C">
      <w:pPr>
        <w:spacing w:after="120"/>
        <w:ind w:left="1080"/>
        <w:jc w:val="both"/>
        <w:rPr>
          <w:i/>
          <w:sz w:val="22"/>
          <w:szCs w:val="22"/>
          <w:lang w:val="it-IT"/>
        </w:rPr>
      </w:pPr>
      <w:r w:rsidRPr="00F2503B">
        <w:rPr>
          <w:i/>
          <w:sz w:val="22"/>
          <w:szCs w:val="22"/>
          <w:lang w:val="it-IT"/>
        </w:rPr>
        <w:t>[oppure]</w:t>
      </w:r>
    </w:p>
    <w:p w:rsidR="00522D6A" w:rsidRPr="00F2503B" w:rsidRDefault="00522D6A" w:rsidP="001A6C1D">
      <w:pPr>
        <w:numPr>
          <w:ilvl w:val="0"/>
          <w:numId w:val="21"/>
        </w:numPr>
        <w:spacing w:after="120"/>
        <w:jc w:val="both"/>
        <w:rPr>
          <w:sz w:val="22"/>
          <w:szCs w:val="22"/>
          <w:lang w:val="it-IT"/>
        </w:rPr>
      </w:pPr>
      <w:r w:rsidRPr="00F2503B">
        <w:rPr>
          <w:sz w:val="22"/>
          <w:szCs w:val="22"/>
          <w:lang w:val="it-IT"/>
        </w:rPr>
        <w:t>la sentenza definitiva ha riconosciuto l’attenuante della collaborazione come definita per la singola fattispecie di reato;</w:t>
      </w:r>
    </w:p>
    <w:p w:rsidR="00522D6A" w:rsidRPr="00F2503B" w:rsidRDefault="00522D6A" w:rsidP="00C1464C">
      <w:pPr>
        <w:spacing w:after="120"/>
        <w:ind w:left="1080"/>
        <w:jc w:val="both"/>
        <w:rPr>
          <w:i/>
          <w:sz w:val="22"/>
          <w:szCs w:val="22"/>
          <w:lang w:val="it-IT"/>
        </w:rPr>
      </w:pPr>
      <w:r w:rsidRPr="00F2503B">
        <w:rPr>
          <w:i/>
          <w:sz w:val="22"/>
          <w:szCs w:val="22"/>
          <w:lang w:val="it-IT"/>
        </w:rPr>
        <w:t>[e]</w:t>
      </w:r>
    </w:p>
    <w:p w:rsidR="00522D6A" w:rsidRPr="00F2503B" w:rsidRDefault="00522D6A" w:rsidP="00D8292D">
      <w:pPr>
        <w:numPr>
          <w:ilvl w:val="0"/>
          <w:numId w:val="22"/>
        </w:numPr>
        <w:spacing w:after="120"/>
        <w:jc w:val="both"/>
        <w:rPr>
          <w:sz w:val="22"/>
          <w:szCs w:val="22"/>
          <w:lang w:val="it-IT"/>
        </w:rPr>
      </w:pPr>
      <w:r w:rsidRPr="00F2503B">
        <w:rPr>
          <w:sz w:val="22"/>
          <w:szCs w:val="22"/>
          <w:lang w:val="it-IT"/>
        </w:rPr>
        <w:t>l’Operatore ha risarcito o si è impegnato a risarcire qualunque danno causato dal reato e ha adottato provvedimenti concreti di carattere tecnico, organizzativo e relativi al personale idonei a prevenire ulteriori reati, come di seguito meglio specificato:</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81"/>
      </w:tblGrid>
      <w:tr w:rsidR="00522D6A" w:rsidRPr="00842648" w:rsidTr="00DD7D50">
        <w:tc>
          <w:tcPr>
            <w:tcW w:w="9781" w:type="dxa"/>
          </w:tcPr>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p>
        </w:tc>
      </w:tr>
    </w:tbl>
    <w:p w:rsidR="00522D6A" w:rsidRPr="00F2503B" w:rsidRDefault="00522D6A" w:rsidP="00C1464C">
      <w:pPr>
        <w:spacing w:after="120"/>
        <w:ind w:left="1080"/>
        <w:jc w:val="both"/>
        <w:rPr>
          <w:i/>
          <w:sz w:val="22"/>
          <w:szCs w:val="22"/>
          <w:lang w:val="it-IT"/>
        </w:rPr>
      </w:pPr>
      <w:r w:rsidRPr="00F2503B">
        <w:rPr>
          <w:i/>
          <w:sz w:val="22"/>
          <w:szCs w:val="22"/>
          <w:lang w:val="it-IT"/>
        </w:rPr>
        <w:t>[e]</w:t>
      </w:r>
    </w:p>
    <w:p w:rsidR="00522D6A" w:rsidRPr="00F2503B" w:rsidRDefault="00522D6A" w:rsidP="001A6C1D">
      <w:pPr>
        <w:numPr>
          <w:ilvl w:val="0"/>
          <w:numId w:val="22"/>
        </w:numPr>
        <w:spacing w:after="120"/>
        <w:jc w:val="both"/>
        <w:rPr>
          <w:sz w:val="22"/>
          <w:szCs w:val="22"/>
          <w:lang w:val="it-IT"/>
        </w:rPr>
      </w:pPr>
      <w:r w:rsidRPr="00F2503B">
        <w:rPr>
          <w:sz w:val="22"/>
          <w:szCs w:val="22"/>
          <w:lang w:val="it-IT"/>
        </w:rPr>
        <w:t>non risulta escluso con sentenza definitiva dalla partecipazione alle procedure di appalto.</w:t>
      </w:r>
    </w:p>
    <w:p w:rsidR="00522D6A" w:rsidRPr="00F2503B" w:rsidRDefault="00522D6A" w:rsidP="001A6C1D">
      <w:pPr>
        <w:numPr>
          <w:ilvl w:val="0"/>
          <w:numId w:val="20"/>
        </w:numPr>
        <w:spacing w:after="120"/>
        <w:jc w:val="both"/>
        <w:rPr>
          <w:sz w:val="22"/>
          <w:szCs w:val="22"/>
          <w:lang w:val="it-IT"/>
        </w:rPr>
      </w:pPr>
      <w:r w:rsidRPr="00F2503B">
        <w:rPr>
          <w:i/>
          <w:sz w:val="22"/>
          <w:szCs w:val="22"/>
          <w:lang w:val="it-IT"/>
        </w:rPr>
        <w:t>[solo in caso di soggetti cessati dalla carica nell’anno antecedente alla data di trasmissione della Lettera di Invito]</w:t>
      </w:r>
      <w:r w:rsidRPr="00F2503B">
        <w:rPr>
          <w:sz w:val="22"/>
          <w:szCs w:val="22"/>
          <w:lang w:val="it-IT"/>
        </w:rPr>
        <w:t xml:space="preserve"> vi è stata completa ed effettiva dissociazione dalla condotta penalmente sanzionata, consistita in:</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96"/>
      </w:tblGrid>
      <w:tr w:rsidR="00522D6A" w:rsidRPr="00842648" w:rsidTr="00DD7D50">
        <w:trPr>
          <w:trHeight w:val="737"/>
        </w:trPr>
        <w:tc>
          <w:tcPr>
            <w:tcW w:w="9796" w:type="dxa"/>
          </w:tcPr>
          <w:p w:rsidR="00522D6A" w:rsidRPr="00F2503B" w:rsidRDefault="00522D6A" w:rsidP="00C1464C">
            <w:pPr>
              <w:spacing w:after="120"/>
              <w:jc w:val="both"/>
              <w:rPr>
                <w:sz w:val="22"/>
                <w:szCs w:val="22"/>
                <w:lang w:val="it-IT"/>
              </w:rPr>
            </w:pPr>
          </w:p>
        </w:tc>
      </w:tr>
    </w:tbl>
    <w:p w:rsidR="00522D6A" w:rsidRPr="00F2503B" w:rsidRDefault="00522D6A"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all’art. 80, comma 2, del D.Lgs. n. 50/2016</w:t>
      </w:r>
    </w:p>
    <w:p w:rsidR="00522D6A" w:rsidRPr="00F2503B" w:rsidRDefault="00522D6A" w:rsidP="00E502BA">
      <w:pPr>
        <w:numPr>
          <w:ilvl w:val="0"/>
          <w:numId w:val="2"/>
        </w:numPr>
        <w:spacing w:after="120"/>
        <w:jc w:val="both"/>
        <w:rPr>
          <w:sz w:val="22"/>
          <w:szCs w:val="22"/>
          <w:lang w:val="it-IT"/>
        </w:rPr>
      </w:pPr>
      <w:r w:rsidRPr="00F2503B">
        <w:rPr>
          <w:sz w:val="22"/>
          <w:szCs w:val="22"/>
          <w:lang w:val="it-IT"/>
        </w:rPr>
        <w:t xml:space="preserve">che non sussistono cause di decadenza, di sospensione o di divieto previste dall'articolo 67 del decreto legislativo 6 settembre 2011, n. 159 o tentativi di infiltrazione mafiosa di cui all'articolo 84, comma 4, del medesimo decreto, nei confronti del titolare o del direttore tecnico, se si tratta di impresa individuale; dei soci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w:t>
      </w:r>
      <w:r w:rsidRPr="00F2503B">
        <w:rPr>
          <w:b/>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F2503B">
        <w:rPr>
          <w:sz w:val="22"/>
          <w:szCs w:val="22"/>
          <w:lang w:val="it-IT"/>
        </w:rPr>
        <w:t>, del direttore tecnico o del socio unico persona fisica, ovvero del socio di maggioranza in caso di società con meno di quattro soci, se si tratta di altro tipo di società o consorzio;</w:t>
      </w:r>
      <w:r w:rsidRPr="00F2503B">
        <w:rPr>
          <w:b/>
          <w:i/>
          <w:sz w:val="22"/>
          <w:szCs w:val="22"/>
          <w:lang w:val="it-IT"/>
        </w:rPr>
        <w:t xml:space="preserve"> </w:t>
      </w:r>
    </w:p>
    <w:p w:rsidR="00522D6A" w:rsidRPr="00F2503B" w:rsidRDefault="00522D6A" w:rsidP="00E502BA">
      <w:pPr>
        <w:numPr>
          <w:ilvl w:val="0"/>
          <w:numId w:val="2"/>
        </w:numPr>
        <w:spacing w:after="120"/>
        <w:jc w:val="both"/>
        <w:rPr>
          <w:sz w:val="22"/>
          <w:szCs w:val="22"/>
          <w:lang w:val="it-IT"/>
        </w:rPr>
      </w:pPr>
      <w:r w:rsidRPr="00F2503B">
        <w:rPr>
          <w:sz w:val="22"/>
          <w:szCs w:val="22"/>
          <w:lang w:val="it-IT"/>
        </w:rPr>
        <w:t>di essere in regola rispetto alla normativa antimafia, con riferimento a quanto previsto dall’art. 80, comma 2, seconda parte del D.Lgs. n. 50/2016;</w:t>
      </w:r>
    </w:p>
    <w:p w:rsidR="00522D6A" w:rsidRPr="00F2503B" w:rsidRDefault="00522D6A"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all’art. 80, comma 4, del D.Lgs. n. 50/2016</w:t>
      </w:r>
    </w:p>
    <w:p w:rsidR="00522D6A" w:rsidRPr="00F2503B" w:rsidRDefault="00522D6A"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non aver commesso gravi violazioni, definitivamente accertate, rispetto agli obblighi relativi al pagamento delle imposte e tasse, secondo la legislazione italiana o quella dello Stato in cui l’Operatore partecipante è stabilito;</w:t>
      </w:r>
    </w:p>
    <w:p w:rsidR="00522D6A" w:rsidRPr="00F2503B" w:rsidRDefault="00522D6A" w:rsidP="00C1464C">
      <w:pPr>
        <w:spacing w:after="120"/>
        <w:jc w:val="both"/>
        <w:rPr>
          <w:i/>
          <w:sz w:val="22"/>
          <w:szCs w:val="22"/>
          <w:lang w:val="it-IT"/>
        </w:rPr>
      </w:pPr>
      <w:r w:rsidRPr="00F2503B">
        <w:rPr>
          <w:i/>
          <w:sz w:val="22"/>
          <w:szCs w:val="22"/>
          <w:lang w:val="it-IT"/>
        </w:rPr>
        <w:t>[ovvero]</w:t>
      </w:r>
    </w:p>
    <w:p w:rsidR="00522D6A" w:rsidRPr="00F2503B" w:rsidRDefault="00522D6A"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le imposte dovute, compresi eventuali interessi o multe, e che il pagamento o l’impegno sono stati formalizzati prima della scadenza del termine per la presentazione delle Offerte, e, precisamente, in data________________;</w:t>
      </w:r>
    </w:p>
    <w:p w:rsidR="00522D6A" w:rsidRPr="00F2503B" w:rsidRDefault="00522D6A" w:rsidP="00E2773B">
      <w:pPr>
        <w:spacing w:after="120"/>
        <w:jc w:val="both"/>
        <w:rPr>
          <w:i/>
          <w:sz w:val="22"/>
          <w:szCs w:val="22"/>
          <w:lang w:val="it-IT"/>
        </w:rPr>
      </w:pPr>
      <w:r w:rsidRPr="00F2503B">
        <w:rPr>
          <w:i/>
          <w:sz w:val="22"/>
          <w:szCs w:val="22"/>
          <w:lang w:val="it-IT"/>
        </w:rPr>
        <w:t>[ovvero]</w:t>
      </w:r>
    </w:p>
    <w:p w:rsidR="00522D6A" w:rsidRPr="00F2503B" w:rsidRDefault="00522D6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la fattispecie di cui al primo periodo del comma 4, dell’art. 80 del Codice, ove non sia intervenuta sentenza di condanna, è stata accertata definitivamente più di tre anni prima, ai sensi dell’art. 80, comma 10 del Codice medesimo;</w:t>
      </w:r>
    </w:p>
    <w:p w:rsidR="00522D6A" w:rsidRPr="00F2503B" w:rsidRDefault="00522D6A"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B753CB">
      <w:pPr>
        <w:numPr>
          <w:ilvl w:val="0"/>
          <w:numId w:val="5"/>
        </w:numPr>
        <w:tabs>
          <w:tab w:val="clear" w:pos="720"/>
          <w:tab w:val="num" w:pos="360"/>
        </w:tabs>
        <w:spacing w:after="120"/>
        <w:ind w:left="360"/>
        <w:jc w:val="both"/>
        <w:rPr>
          <w:sz w:val="22"/>
          <w:szCs w:val="22"/>
          <w:lang w:val="it-IT"/>
        </w:rPr>
      </w:pPr>
      <w:r w:rsidRPr="00F2503B">
        <w:rPr>
          <w:sz w:val="22"/>
          <w:szCs w:val="22"/>
          <w:lang w:val="it-IT"/>
        </w:rPr>
        <w:t>di non aver commesso violazioni gravi, definitivamente accertate, rispetto agli obblighi relativi al pagamento dei contributi previdenziali, secondo la legislazione italiana o quella dello Stato in cui l’Operatore partecipante è stabilito;</w:t>
      </w:r>
    </w:p>
    <w:p w:rsidR="00522D6A" w:rsidRPr="00F2503B" w:rsidRDefault="00522D6A" w:rsidP="00C1464C">
      <w:pPr>
        <w:spacing w:after="120"/>
        <w:jc w:val="both"/>
        <w:rPr>
          <w:i/>
          <w:sz w:val="22"/>
          <w:szCs w:val="22"/>
          <w:lang w:val="it-IT"/>
        </w:rPr>
      </w:pPr>
      <w:r w:rsidRPr="00F2503B">
        <w:rPr>
          <w:sz w:val="22"/>
          <w:szCs w:val="22"/>
          <w:lang w:val="it-IT"/>
        </w:rPr>
        <w:t>[</w:t>
      </w:r>
      <w:r w:rsidRPr="00F2503B">
        <w:rPr>
          <w:i/>
          <w:sz w:val="22"/>
          <w:szCs w:val="22"/>
          <w:lang w:val="it-IT"/>
        </w:rPr>
        <w:t>e/o</w:t>
      </w:r>
      <w:r w:rsidRPr="00F2503B">
        <w:rPr>
          <w:sz w:val="22"/>
          <w:szCs w:val="22"/>
          <w:lang w:val="it-IT"/>
        </w:rPr>
        <w:t xml:space="preserve">, </w:t>
      </w:r>
      <w:r w:rsidRPr="00F2503B">
        <w:rPr>
          <w:i/>
          <w:sz w:val="22"/>
          <w:szCs w:val="22"/>
          <w:lang w:val="it-IT"/>
        </w:rPr>
        <w:t>per il caso di conseguimento di D.U.R.C. su certificazione di corrispondenti crediti certi, liquidi ed esigibili verso la Pubblica Amministrazione</w:t>
      </w:r>
      <w:r w:rsidRPr="00F2503B">
        <w:rPr>
          <w:sz w:val="22"/>
          <w:szCs w:val="22"/>
          <w:lang w:val="it-IT"/>
        </w:rPr>
        <w:t>]</w:t>
      </w:r>
    </w:p>
    <w:p w:rsidR="00522D6A" w:rsidRPr="00F2503B" w:rsidRDefault="00522D6A"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di essere in possesso del Documento Unico di Regolarità contributiva, rilasciato ai sensi e per gli effetti dell’art. 13-</w:t>
      </w:r>
      <w:r w:rsidRPr="00F2503B">
        <w:rPr>
          <w:i/>
          <w:sz w:val="22"/>
          <w:szCs w:val="22"/>
          <w:lang w:val="it-IT"/>
        </w:rPr>
        <w:t>bis</w:t>
      </w:r>
      <w:r w:rsidRPr="00F2503B">
        <w:rPr>
          <w:sz w:val="22"/>
          <w:szCs w:val="22"/>
          <w:lang w:val="it-IT"/>
        </w:rPr>
        <w:t xml:space="preserve">, comma 5, del decreto-legge 7 maggio 2012 n. 52, come introdotto dalla relativa legge di conversione n. 94 del 6 luglio 2012; </w:t>
      </w:r>
    </w:p>
    <w:p w:rsidR="00522D6A" w:rsidRPr="00F2503B" w:rsidRDefault="00522D6A" w:rsidP="00C1464C">
      <w:pPr>
        <w:spacing w:after="120"/>
        <w:jc w:val="both"/>
        <w:rPr>
          <w:i/>
          <w:sz w:val="22"/>
          <w:szCs w:val="22"/>
          <w:lang w:val="it-IT"/>
        </w:rPr>
      </w:pPr>
      <w:r w:rsidRPr="00F2503B">
        <w:rPr>
          <w:i/>
          <w:sz w:val="22"/>
          <w:szCs w:val="22"/>
          <w:lang w:val="it-IT"/>
        </w:rPr>
        <w:t>[ovvero]</w:t>
      </w:r>
    </w:p>
    <w:p w:rsidR="00522D6A" w:rsidRPr="00F2503B" w:rsidRDefault="00522D6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di aver ottemperato ai suddetti obblighi pagando o impegnandosi in modo vincolante a pagare i contributi previdenziali dovuti, compresi eventuali interessi o multe, e che il pagamento o l’impegno sono stati formalizzati prima della scadenza del termine per la presentazione delle Offerte, e, precisamente, in data________________;</w:t>
      </w:r>
    </w:p>
    <w:p w:rsidR="00522D6A" w:rsidRPr="00F2503B" w:rsidRDefault="00522D6A" w:rsidP="00E502BA">
      <w:pPr>
        <w:spacing w:after="120"/>
        <w:jc w:val="both"/>
        <w:rPr>
          <w:i/>
          <w:sz w:val="22"/>
          <w:szCs w:val="22"/>
          <w:lang w:val="it-IT"/>
        </w:rPr>
      </w:pPr>
      <w:r w:rsidRPr="00F2503B">
        <w:rPr>
          <w:i/>
          <w:sz w:val="22"/>
          <w:szCs w:val="22"/>
          <w:lang w:val="it-IT"/>
        </w:rPr>
        <w:t>[ovvero]</w:t>
      </w:r>
    </w:p>
    <w:p w:rsidR="00522D6A" w:rsidRPr="00F2503B" w:rsidRDefault="00522D6A" w:rsidP="00E502BA">
      <w:pPr>
        <w:numPr>
          <w:ilvl w:val="0"/>
          <w:numId w:val="5"/>
        </w:numPr>
        <w:tabs>
          <w:tab w:val="clear" w:pos="720"/>
          <w:tab w:val="num" w:pos="360"/>
        </w:tabs>
        <w:spacing w:after="120"/>
        <w:ind w:left="360"/>
        <w:jc w:val="both"/>
        <w:rPr>
          <w:sz w:val="22"/>
          <w:szCs w:val="22"/>
          <w:lang w:val="it-IT"/>
        </w:rPr>
      </w:pPr>
      <w:r w:rsidRPr="00F2503B">
        <w:rPr>
          <w:sz w:val="22"/>
          <w:szCs w:val="22"/>
          <w:lang w:val="it-IT"/>
        </w:rPr>
        <w:t>la fattispecie di cui al primo periodo del comma 4, dell’art. 80 del Codice, ove non sia intervenuta sentenza di condanna, è stata accertata definitivamente più di tre anni prima, ai sensi dell’art. 80, comma 10 del Codice medesimo.</w:t>
      </w:r>
    </w:p>
    <w:p w:rsidR="00522D6A" w:rsidRPr="00F2503B" w:rsidRDefault="00522D6A" w:rsidP="001A6C1D">
      <w:pPr>
        <w:numPr>
          <w:ilvl w:val="0"/>
          <w:numId w:val="27"/>
        </w:numPr>
        <w:spacing w:after="120"/>
        <w:ind w:left="142" w:hanging="568"/>
        <w:jc w:val="both"/>
        <w:rPr>
          <w:b/>
          <w:sz w:val="22"/>
          <w:szCs w:val="22"/>
          <w:lang w:val="it-IT"/>
        </w:rPr>
      </w:pPr>
      <w:r w:rsidRPr="00F2503B">
        <w:rPr>
          <w:b/>
          <w:sz w:val="22"/>
          <w:szCs w:val="22"/>
          <w:lang w:val="it-IT"/>
        </w:rPr>
        <w:t>Motivi di esclusione di cui all’art. 80, comma 5, del D.Lgs. n. 50/2016</w:t>
      </w:r>
    </w:p>
    <w:p w:rsidR="00522D6A" w:rsidRPr="00F2503B" w:rsidRDefault="00522D6A" w:rsidP="00C1464C">
      <w:pPr>
        <w:spacing w:after="120"/>
        <w:jc w:val="both"/>
        <w:rPr>
          <w:b/>
          <w:sz w:val="22"/>
          <w:szCs w:val="22"/>
          <w:lang w:val="it-IT"/>
        </w:rPr>
      </w:pPr>
      <w:r w:rsidRPr="00F2503B">
        <w:rPr>
          <w:sz w:val="22"/>
          <w:szCs w:val="22"/>
          <w:lang w:val="it-IT"/>
        </w:rPr>
        <w:t>[</w:t>
      </w:r>
      <w:r w:rsidRPr="00F2503B">
        <w:rPr>
          <w:i/>
          <w:sz w:val="22"/>
          <w:szCs w:val="22"/>
          <w:lang w:val="it-IT"/>
        </w:rPr>
        <w:t xml:space="preserve">selezionare le caselle corrispondenti ai motivi di esclusione in cui </w:t>
      </w:r>
      <w:r w:rsidRPr="00F2503B">
        <w:rPr>
          <w:i/>
          <w:sz w:val="22"/>
          <w:szCs w:val="22"/>
          <w:u w:val="single"/>
          <w:lang w:val="it-IT"/>
        </w:rPr>
        <w:t>non</w:t>
      </w:r>
      <w:r w:rsidRPr="00F2503B">
        <w:rPr>
          <w:i/>
          <w:sz w:val="22"/>
          <w:szCs w:val="22"/>
          <w:lang w:val="it-IT"/>
        </w:rPr>
        <w:t xml:space="preserve"> si incorre</w:t>
      </w:r>
      <w:r w:rsidRPr="00F2503B">
        <w:rPr>
          <w:sz w:val="22"/>
          <w:szCs w:val="22"/>
          <w:lang w:val="it-IT"/>
        </w:rPr>
        <w:t>]</w:t>
      </w:r>
    </w:p>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a)</w:t>
      </w:r>
    </w:p>
    <w:p w:rsidR="00522D6A" w:rsidRPr="00F2503B" w:rsidRDefault="00522D6A" w:rsidP="001A6C1D">
      <w:pPr>
        <w:numPr>
          <w:ilvl w:val="0"/>
          <w:numId w:val="23"/>
        </w:numPr>
        <w:spacing w:after="120"/>
        <w:jc w:val="both"/>
        <w:rPr>
          <w:sz w:val="22"/>
          <w:szCs w:val="22"/>
          <w:lang w:val="it-IT"/>
        </w:rPr>
      </w:pPr>
      <w:r w:rsidRPr="00F2503B">
        <w:rPr>
          <w:sz w:val="22"/>
          <w:szCs w:val="22"/>
          <w:lang w:val="it-IT"/>
        </w:rPr>
        <w:t>di non aver commesso gravi infrazioni debitamente accertate alle norme in materia di salute e sicurezza sul lavoro e/o agli obblighi di cui all'articolo 30, comma 3, del D.lgs. n. 50/2016;</w:t>
      </w:r>
    </w:p>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b)</w:t>
      </w:r>
    </w:p>
    <w:p w:rsidR="00522D6A" w:rsidRPr="00F2503B" w:rsidRDefault="00522D6A" w:rsidP="001A6C1D">
      <w:pPr>
        <w:numPr>
          <w:ilvl w:val="0"/>
          <w:numId w:val="23"/>
        </w:numPr>
        <w:spacing w:after="120"/>
        <w:jc w:val="both"/>
        <w:rPr>
          <w:sz w:val="22"/>
          <w:szCs w:val="22"/>
          <w:lang w:val="it-IT"/>
        </w:rPr>
      </w:pPr>
      <w:r w:rsidRPr="00F2503B">
        <w:rPr>
          <w:sz w:val="22"/>
          <w:szCs w:val="22"/>
          <w:lang w:val="it-IT"/>
        </w:rPr>
        <w:t>di non essere in stato di liquidazione coatta e che non risultano pendenti nei propri confronti procedimenti volti alla dichiarazione di tale stato;</w:t>
      </w:r>
    </w:p>
    <w:p w:rsidR="00522D6A" w:rsidRPr="00F2503B" w:rsidRDefault="00522D6A" w:rsidP="006749F1">
      <w:pPr>
        <w:spacing w:after="120"/>
        <w:jc w:val="both"/>
        <w:rPr>
          <w:b/>
          <w:sz w:val="22"/>
          <w:szCs w:val="22"/>
          <w:lang w:val="it-IT"/>
        </w:rPr>
      </w:pPr>
      <w:r w:rsidRPr="00F2503B">
        <w:rPr>
          <w:b/>
          <w:sz w:val="22"/>
          <w:szCs w:val="22"/>
          <w:lang w:val="it-IT"/>
        </w:rPr>
        <w:t xml:space="preserve">           [</w:t>
      </w:r>
      <w:r w:rsidRPr="00F2503B">
        <w:rPr>
          <w:b/>
          <w:i/>
          <w:sz w:val="22"/>
          <w:szCs w:val="22"/>
          <w:lang w:val="it-IT"/>
        </w:rPr>
        <w:t>clausole a selezione alternativa</w:t>
      </w:r>
      <w:r w:rsidRPr="00F2503B">
        <w:rPr>
          <w:b/>
          <w:sz w:val="22"/>
          <w:szCs w:val="22"/>
          <w:lang w:val="it-IT"/>
        </w:rPr>
        <w:t xml:space="preserve">]  </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di non essere in stato di fallimento o di concordato preventivo e che non risultano pendenti nei propri confronti procedimenti volti alla dichiarazione di tali stati;</w:t>
      </w:r>
    </w:p>
    <w:p w:rsidR="00522D6A" w:rsidRPr="00F2503B" w:rsidRDefault="00522D6A" w:rsidP="00C1464C">
      <w:pPr>
        <w:spacing w:after="120"/>
        <w:ind w:left="360" w:firstLine="360"/>
        <w:jc w:val="both"/>
        <w:rPr>
          <w:i/>
          <w:sz w:val="22"/>
          <w:szCs w:val="22"/>
          <w:lang w:val="it-IT"/>
        </w:rPr>
      </w:pPr>
      <w:r w:rsidRPr="00F2503B">
        <w:rPr>
          <w:i/>
          <w:sz w:val="22"/>
          <w:szCs w:val="22"/>
          <w:lang w:val="it-IT"/>
        </w:rPr>
        <w:t>[ovvero]</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 xml:space="preserve">di essere stato autorizzato all’esercizio provvisorio o ammesso al concordato con continuità aziendale, su autorizzazione del giudice delegato di _________, n.__________, del____________, </w:t>
      </w:r>
    </w:p>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c)</w:t>
      </w:r>
    </w:p>
    <w:p w:rsidR="00522D6A" w:rsidRPr="00F2503B" w:rsidRDefault="00522D6A" w:rsidP="000B1229">
      <w:pPr>
        <w:numPr>
          <w:ilvl w:val="0"/>
          <w:numId w:val="23"/>
        </w:numPr>
        <w:spacing w:after="120"/>
        <w:ind w:hanging="294"/>
        <w:jc w:val="both"/>
        <w:rPr>
          <w:sz w:val="22"/>
          <w:szCs w:val="22"/>
          <w:lang w:val="it-IT"/>
        </w:rPr>
      </w:pPr>
      <w:r w:rsidRPr="00F2503B">
        <w:rPr>
          <w:sz w:val="22"/>
          <w:szCs w:val="22"/>
          <w:lang w:val="it-IT"/>
        </w:rPr>
        <w:t>di non essersi reso colpevole di gravi illeciti professionali, tali da rendere dubbia la propria integrità o affidabilità, tra cui, in particolare,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tentativo di influenzare indebitamente il processo decisionale della stazione appaltante o di ottenere informazioni riservate ai fini di proprio vantaggio; aver fornito, anche per negligenza, informazioni false o fuorvianti suscettibili di influenzare le decisioni sull’esclusione, la selezione o l’aggiudicazione ovvero omettere le informazioni dovute ai fini del corretto svolgimento della procedura di selezione.</w:t>
      </w:r>
    </w:p>
    <w:p w:rsidR="00522D6A" w:rsidRPr="00F2503B" w:rsidRDefault="00522D6A" w:rsidP="00F416F4">
      <w:pPr>
        <w:numPr>
          <w:ilvl w:val="0"/>
          <w:numId w:val="5"/>
        </w:numPr>
        <w:spacing w:after="120"/>
        <w:ind w:left="360"/>
        <w:jc w:val="both"/>
        <w:rPr>
          <w:b/>
          <w:sz w:val="22"/>
          <w:szCs w:val="22"/>
          <w:lang w:val="it-IT"/>
        </w:rPr>
      </w:pPr>
      <w:r w:rsidRPr="00F2503B">
        <w:rPr>
          <w:b/>
          <w:sz w:val="22"/>
          <w:szCs w:val="22"/>
          <w:lang w:val="it-IT"/>
        </w:rPr>
        <w:t>Lett. d)</w:t>
      </w:r>
    </w:p>
    <w:p w:rsidR="00522D6A" w:rsidRPr="00F2503B" w:rsidRDefault="00522D6A"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5B266F">
      <w:pPr>
        <w:numPr>
          <w:ilvl w:val="0"/>
          <w:numId w:val="20"/>
        </w:numPr>
        <w:spacing w:after="120"/>
        <w:jc w:val="both"/>
        <w:rPr>
          <w:sz w:val="22"/>
          <w:szCs w:val="22"/>
          <w:lang w:val="it-IT"/>
        </w:rPr>
      </w:pPr>
      <w:r w:rsidRPr="00F2503B">
        <w:rPr>
          <w:sz w:val="22"/>
          <w:szCs w:val="22"/>
          <w:lang w:val="it-IT"/>
        </w:rPr>
        <w:t>che la propria partecipazione alla presente procedura non determina alcuna situazione di conflitto di interesse ai sensi dell’articolo 42, comma 2, del D.Lgs. n. 50/2016;</w:t>
      </w:r>
    </w:p>
    <w:p w:rsidR="00522D6A" w:rsidRPr="00F2503B" w:rsidRDefault="00522D6A"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22D6A" w:rsidRPr="00F2503B" w:rsidRDefault="00522D6A" w:rsidP="005B266F">
      <w:pPr>
        <w:numPr>
          <w:ilvl w:val="0"/>
          <w:numId w:val="20"/>
        </w:numPr>
        <w:spacing w:after="120"/>
        <w:jc w:val="both"/>
        <w:rPr>
          <w:sz w:val="22"/>
          <w:szCs w:val="22"/>
          <w:lang w:val="it-IT"/>
        </w:rPr>
      </w:pPr>
      <w:r w:rsidRPr="00F2503B">
        <w:rPr>
          <w:sz w:val="22"/>
          <w:szCs w:val="22"/>
          <w:lang w:val="it-IT"/>
        </w:rPr>
        <w:t>che la situazione di conflitto di interesse ai sensi dell’articolo 42, comma 2, del D.lgs. n. 50/2016, determinata dalla propria partecipazione alla presente procedura, è stata o verrà risolta come segue____________________________________________________________;</w:t>
      </w:r>
    </w:p>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e)</w:t>
      </w:r>
    </w:p>
    <w:p w:rsidR="00522D6A" w:rsidRPr="00F2503B" w:rsidRDefault="00522D6A" w:rsidP="005B266F">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5B266F">
      <w:pPr>
        <w:numPr>
          <w:ilvl w:val="0"/>
          <w:numId w:val="20"/>
        </w:numPr>
        <w:spacing w:after="120"/>
        <w:jc w:val="both"/>
        <w:rPr>
          <w:sz w:val="22"/>
          <w:szCs w:val="22"/>
          <w:lang w:val="it-IT"/>
        </w:rPr>
      </w:pPr>
      <w:r w:rsidRPr="00F2503B">
        <w:rPr>
          <w:sz w:val="22"/>
          <w:szCs w:val="22"/>
          <w:lang w:val="it-IT"/>
        </w:rPr>
        <w:t>che non sussistono distorsioni della concorrenza derivanti dal proprio precedente coinvolgimento nella preparazione della presente procedura, ai sensi dell’art. 67 del D.lgs. n. 50/2016;</w:t>
      </w:r>
    </w:p>
    <w:p w:rsidR="00522D6A" w:rsidRPr="00F2503B" w:rsidRDefault="00522D6A" w:rsidP="005B266F">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22D6A" w:rsidRPr="00F2503B" w:rsidRDefault="00522D6A" w:rsidP="005B266F">
      <w:pPr>
        <w:numPr>
          <w:ilvl w:val="0"/>
          <w:numId w:val="20"/>
        </w:numPr>
        <w:spacing w:after="120"/>
        <w:jc w:val="both"/>
        <w:rPr>
          <w:sz w:val="22"/>
          <w:szCs w:val="22"/>
          <w:lang w:val="it-IT"/>
        </w:rPr>
      </w:pPr>
      <w:r w:rsidRPr="00F2503B">
        <w:rPr>
          <w:sz w:val="22"/>
          <w:szCs w:val="22"/>
          <w:lang w:val="it-IT"/>
        </w:rPr>
        <w:t>che le distorsioni della concorrenza derivanti dal proprio precedente coinvolgimento nella preparazione della presente procedura, ai sensi dell’art. 67 del D.lgs. n. 50/2016, sono state o potranno essere risolte con le seguenti misure__________________________________________________________________;</w:t>
      </w:r>
    </w:p>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f)</w:t>
      </w:r>
    </w:p>
    <w:p w:rsidR="00522D6A" w:rsidRPr="00F2503B" w:rsidRDefault="00522D6A" w:rsidP="001A6C1D">
      <w:pPr>
        <w:numPr>
          <w:ilvl w:val="0"/>
          <w:numId w:val="23"/>
        </w:numPr>
        <w:spacing w:after="120"/>
        <w:jc w:val="both"/>
        <w:rPr>
          <w:sz w:val="22"/>
          <w:szCs w:val="22"/>
          <w:lang w:val="it-IT"/>
        </w:rPr>
      </w:pPr>
      <w:r w:rsidRPr="00F2503B">
        <w:rPr>
          <w:sz w:val="22"/>
          <w:szCs w:val="22"/>
          <w:lang w:val="it-IT"/>
        </w:rPr>
        <w:t>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w:t>
      </w:r>
    </w:p>
    <w:p w:rsidR="00522D6A" w:rsidRPr="00F2503B" w:rsidRDefault="00522D6A" w:rsidP="00A750EC">
      <w:pPr>
        <w:numPr>
          <w:ilvl w:val="0"/>
          <w:numId w:val="4"/>
        </w:numPr>
        <w:tabs>
          <w:tab w:val="clear" w:pos="720"/>
          <w:tab w:val="num" w:pos="360"/>
        </w:tabs>
        <w:spacing w:after="120"/>
        <w:ind w:left="142" w:hanging="142"/>
        <w:jc w:val="both"/>
        <w:rPr>
          <w:b/>
          <w:sz w:val="22"/>
          <w:szCs w:val="22"/>
          <w:lang w:val="it-IT"/>
        </w:rPr>
      </w:pPr>
      <w:r w:rsidRPr="00F2503B">
        <w:rPr>
          <w:b/>
          <w:sz w:val="22"/>
          <w:szCs w:val="22"/>
          <w:lang w:val="it-IT"/>
        </w:rPr>
        <w:t xml:space="preserve">Lett. </w:t>
      </w:r>
      <w:r w:rsidRPr="00F2503B">
        <w:rPr>
          <w:b/>
          <w:bCs/>
          <w:sz w:val="22"/>
          <w:szCs w:val="22"/>
        </w:rPr>
        <w:t>f-bis)</w:t>
      </w:r>
    </w:p>
    <w:p w:rsidR="00522D6A" w:rsidRPr="00F2503B" w:rsidRDefault="00522D6A" w:rsidP="00A750EC">
      <w:pPr>
        <w:numPr>
          <w:ilvl w:val="0"/>
          <w:numId w:val="36"/>
        </w:numPr>
        <w:spacing w:after="120"/>
        <w:jc w:val="both"/>
        <w:rPr>
          <w:sz w:val="22"/>
          <w:szCs w:val="22"/>
          <w:lang w:val="it-IT"/>
        </w:rPr>
      </w:pPr>
      <w:r w:rsidRPr="00F2503B">
        <w:rPr>
          <w:sz w:val="22"/>
          <w:szCs w:val="22"/>
          <w:lang w:val="it-IT"/>
        </w:rPr>
        <w:t>di non presentare nella procedura di gara in corso e negli affidamenti di subappalti documentazione o dichiarazioni non veritiere;</w:t>
      </w:r>
    </w:p>
    <w:p w:rsidR="00522D6A" w:rsidRPr="00F2503B" w:rsidRDefault="00522D6A" w:rsidP="00A750EC">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f-ter)</w:t>
      </w:r>
    </w:p>
    <w:p w:rsidR="00522D6A" w:rsidRPr="00F2503B" w:rsidRDefault="00522D6A" w:rsidP="00A750EC">
      <w:pPr>
        <w:numPr>
          <w:ilvl w:val="0"/>
          <w:numId w:val="36"/>
        </w:numPr>
        <w:spacing w:after="120"/>
        <w:jc w:val="both"/>
        <w:rPr>
          <w:sz w:val="22"/>
          <w:szCs w:val="22"/>
          <w:lang w:val="it-IT"/>
        </w:rPr>
      </w:pPr>
      <w:r w:rsidRPr="00F2503B">
        <w:rPr>
          <w:sz w:val="22"/>
          <w:szCs w:val="22"/>
          <w:lang w:val="it-IT"/>
        </w:rPr>
        <w:t>di non essere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g)</w:t>
      </w:r>
    </w:p>
    <w:p w:rsidR="00522D6A" w:rsidRPr="00F2503B" w:rsidRDefault="00522D6A" w:rsidP="001A6C1D">
      <w:pPr>
        <w:numPr>
          <w:ilvl w:val="0"/>
          <w:numId w:val="23"/>
        </w:numPr>
        <w:spacing w:after="120"/>
        <w:jc w:val="both"/>
        <w:rPr>
          <w:sz w:val="22"/>
          <w:szCs w:val="22"/>
          <w:lang w:val="it-IT"/>
        </w:rPr>
      </w:pPr>
      <w:r w:rsidRPr="00F2503B">
        <w:rPr>
          <w:sz w:val="22"/>
          <w:szCs w:val="22"/>
          <w:lang w:val="it-IT"/>
        </w:rPr>
        <w:t>che nei propri confronti non risulta l’iscrizione al casellario informatico tenuto dall’Osservatorio istituito presso l’A.N.AC., da meno di due anni, per aver presentato false dichiarazioni o falsa documentazione ai fini del rilascio dell'attestazione di qualificazione;</w:t>
      </w:r>
    </w:p>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h)</w:t>
      </w:r>
    </w:p>
    <w:p w:rsidR="00522D6A" w:rsidRPr="00F2503B" w:rsidRDefault="00522D6A" w:rsidP="001A6C1D">
      <w:pPr>
        <w:numPr>
          <w:ilvl w:val="0"/>
          <w:numId w:val="23"/>
        </w:numPr>
        <w:spacing w:after="120"/>
        <w:jc w:val="both"/>
        <w:rPr>
          <w:sz w:val="22"/>
          <w:szCs w:val="22"/>
          <w:lang w:val="it-IT"/>
        </w:rPr>
      </w:pPr>
      <w:r w:rsidRPr="00F2503B">
        <w:rPr>
          <w:sz w:val="22"/>
          <w:szCs w:val="22"/>
          <w:lang w:val="it-IT"/>
        </w:rPr>
        <w:t>di non aver subito, nell’anno precedente, accertamento definitivo della violazione del divieto di intestazione fiduciaria posto dall’art. 17 della l. n. 55 del 19 marzo 1990 e s.m. e i., e di non versare in tale violazione;</w:t>
      </w:r>
    </w:p>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i)</w:t>
      </w:r>
    </w:p>
    <w:p w:rsidR="00522D6A" w:rsidRPr="00F2503B" w:rsidRDefault="00522D6A"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di non essere assoggettabile agli obblighi derivanti dalla l. n. 68 del 12 marzo 1999, disciplinante le norme che regolano il diritto al lavoro dei soggetti disabili;</w:t>
      </w:r>
    </w:p>
    <w:p w:rsidR="00522D6A" w:rsidRPr="00F2503B" w:rsidRDefault="00522D6A" w:rsidP="00C1464C">
      <w:pPr>
        <w:spacing w:after="120"/>
        <w:ind w:left="360" w:firstLine="360"/>
        <w:jc w:val="both"/>
        <w:rPr>
          <w:i/>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 xml:space="preserve">, </w:t>
      </w:r>
      <w:r w:rsidRPr="00F2503B">
        <w:rPr>
          <w:i/>
          <w:sz w:val="22"/>
          <w:szCs w:val="22"/>
          <w:lang w:val="it-IT"/>
        </w:rPr>
        <w:t>per il caso di soggezione alla predetta legge</w:t>
      </w:r>
      <w:r w:rsidRPr="00F2503B">
        <w:rPr>
          <w:sz w:val="22"/>
          <w:szCs w:val="22"/>
          <w:lang w:val="it-IT"/>
        </w:rPr>
        <w:t>]</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di essere in regola rispetto a quanto stabilito dalla l. n. 68 del 12 marzo 1999 in materia di assunzioni di soggetti disabili;</w:t>
      </w:r>
    </w:p>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l)</w:t>
      </w:r>
    </w:p>
    <w:p w:rsidR="00522D6A" w:rsidRPr="00F2503B" w:rsidRDefault="00522D6A"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2840BE">
      <w:pPr>
        <w:numPr>
          <w:ilvl w:val="0"/>
          <w:numId w:val="20"/>
        </w:numPr>
        <w:spacing w:after="120"/>
        <w:jc w:val="both"/>
        <w:rPr>
          <w:sz w:val="22"/>
          <w:szCs w:val="22"/>
          <w:lang w:val="it-IT"/>
        </w:rPr>
      </w:pPr>
      <w:r w:rsidRPr="00F2503B">
        <w:rPr>
          <w:sz w:val="22"/>
          <w:szCs w:val="22"/>
          <w:lang w:val="it-IT"/>
        </w:rPr>
        <w:t xml:space="preserve">che il titolare o il direttore tecnico, se si tratta di impresa individuale; i soci o il direttore tecnico, se si tratta di società in nome collettivo; i soci accomandatari o il direttore tecnico, se si tratta di società in accomandita semplice; i membri del consiglio di amministrazione cui sia stata conferita la legale rappresentanza, ivi compresi institori e procuratori generali, membri degli organi con poteri di direzione o di vigilanza o i soggetti muniti di poteri di rappresentanza, di direzione o di controllo </w:t>
      </w:r>
      <w:r w:rsidRPr="00F2503B">
        <w:rPr>
          <w:b/>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F2503B">
        <w:rPr>
          <w:sz w:val="22"/>
          <w:szCs w:val="22"/>
          <w:lang w:val="it-IT"/>
        </w:rPr>
        <w:t>,</w:t>
      </w:r>
      <w:r w:rsidRPr="00F2503B">
        <w:rPr>
          <w:b/>
          <w:sz w:val="22"/>
          <w:szCs w:val="22"/>
          <w:lang w:val="it-IT"/>
        </w:rPr>
        <w:t xml:space="preserve"> </w:t>
      </w:r>
      <w:r w:rsidRPr="00F2503B">
        <w:rPr>
          <w:sz w:val="22"/>
          <w:szCs w:val="22"/>
          <w:lang w:val="it-IT"/>
        </w:rPr>
        <w:t>il direttore tecnico o il socio unico persona fisica, ovvero il socio di maggioranza in caso di società con meno di quattro soci, se si tratta di altro tipo di società o consorzio, non sono stati vittima dei reati previsti e puniti dagli articoli 317 e 629 del codice penale aggravati ai sensi dell’articolo 7 del decreto-legge 13 maggio 1991, n. 152, convertito, con modificazioni, dalla legge 12 luglio 1991, n. 203;</w:t>
      </w:r>
    </w:p>
    <w:p w:rsidR="00522D6A" w:rsidRPr="00F2503B" w:rsidRDefault="00522D6A" w:rsidP="00C1464C">
      <w:pPr>
        <w:spacing w:after="120"/>
        <w:ind w:left="360" w:firstLine="360"/>
        <w:jc w:val="both"/>
        <w:rPr>
          <w:i/>
          <w:sz w:val="22"/>
          <w:szCs w:val="22"/>
          <w:lang w:val="it-IT"/>
        </w:rPr>
      </w:pPr>
      <w:r w:rsidRPr="00F2503B">
        <w:rPr>
          <w:i/>
          <w:sz w:val="22"/>
          <w:szCs w:val="22"/>
          <w:lang w:val="it-IT"/>
        </w:rPr>
        <w:t xml:space="preserve"> [ovvero, qualora ne siano stati vittima ma abbiano denunciato i fatti]</w:t>
      </w:r>
    </w:p>
    <w:p w:rsidR="00522D6A" w:rsidRPr="00F2503B" w:rsidRDefault="00522D6A" w:rsidP="00A750EC">
      <w:pPr>
        <w:numPr>
          <w:ilvl w:val="0"/>
          <w:numId w:val="20"/>
        </w:numPr>
        <w:spacing w:after="120"/>
        <w:jc w:val="both"/>
        <w:rPr>
          <w:sz w:val="22"/>
          <w:szCs w:val="22"/>
          <w:lang w:val="it-IT"/>
        </w:rPr>
      </w:pPr>
      <w:r w:rsidRPr="00F2503B">
        <w:rPr>
          <w:sz w:val="22"/>
          <w:szCs w:val="22"/>
          <w:lang w:val="it-IT"/>
        </w:rPr>
        <w:t>che i seguenti esponenti dell’azienda o società [</w:t>
      </w:r>
      <w:r w:rsidRPr="00F2503B">
        <w:rPr>
          <w:i/>
          <w:sz w:val="22"/>
          <w:szCs w:val="22"/>
          <w:lang w:val="it-IT"/>
        </w:rPr>
        <w:t xml:space="preserve">titolare o direttore tecnico, se si tratta di impresa individuale; soci o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membri degli organi con poteri di direzione o di vigilanza o soggetti muniti di poteri di rappresentanza, di direzione o di controllo </w:t>
      </w:r>
      <w:r w:rsidRPr="00F2503B">
        <w:rPr>
          <w:b/>
          <w:sz w:val="22"/>
          <w:szCs w:val="22"/>
          <w:lang w:val="it-IT"/>
        </w:rPr>
        <w:t>(per indicazioni relative all’identificazione dei “membri del consiglio di amministrazione cui sia stata conferita la legale rappresentanza, di direzione o di vigilanza” e “dei soggetti muniti di poteri di rappresentanza, di direzione o di controllo” si rinvia anche al Comunicato A.N.A.C. dell’8 novembre 2017, come specificato anche nella nota di compilazione n. 5)</w:t>
      </w:r>
      <w:r w:rsidRPr="00F2503B">
        <w:rPr>
          <w:sz w:val="22"/>
          <w:szCs w:val="22"/>
          <w:lang w:val="it-IT"/>
        </w:rPr>
        <w:t>,</w:t>
      </w:r>
      <w:r w:rsidRPr="00F2503B">
        <w:rPr>
          <w:i/>
          <w:sz w:val="22"/>
          <w:szCs w:val="22"/>
          <w:lang w:val="it-IT"/>
        </w:rPr>
        <w:t xml:space="preserve"> direttore tecnico o socio unico persona fisica, ovvero socio di maggioranza in caso di società con meno di quattro soci, se si tratta di altro tipo di società o consorzio</w:t>
      </w:r>
      <w:r w:rsidRPr="00F2503B">
        <w:rPr>
          <w:sz w:val="22"/>
          <w:szCs w:val="22"/>
          <w:lang w:val="it-IT"/>
        </w:rPr>
        <w:t>], pur essendo stati vittima dei reati previsti e puniti dagli articoli 317 e 629 del codice penale aggravati ai sensi dell’articolo 7 del decreto-legge 13 maggio 1991, n. 152, convertito, con modificazioni, dalla legge 12 luglio 1991, n. 203, risultano aver denunciato i fatti all’autorità giudiziaria, salvo il ricorso dei casi previsti dall’articolo 4, primo comma, della legge 24 novembre 1981, n. 689, sulla base delle risultanze emergenti dagli indizi alla base della richiesta di rinvio a giudizio formulata nei confronti dell’imputato nell’anno antecedente la data di trasmissione della Lettera di Invito:</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62"/>
        <w:gridCol w:w="3396"/>
        <w:gridCol w:w="3396"/>
      </w:tblGrid>
      <w:tr w:rsidR="00522D6A" w:rsidRPr="00F2503B" w:rsidTr="00022FCC">
        <w:tc>
          <w:tcPr>
            <w:tcW w:w="2862" w:type="dxa"/>
          </w:tcPr>
          <w:p w:rsidR="00522D6A" w:rsidRPr="00F2503B" w:rsidRDefault="00522D6A" w:rsidP="00C1464C">
            <w:pPr>
              <w:keepNext/>
              <w:spacing w:after="120"/>
              <w:jc w:val="center"/>
              <w:rPr>
                <w:b/>
                <w:i/>
                <w:sz w:val="22"/>
                <w:szCs w:val="22"/>
                <w:lang w:val="it-IT"/>
              </w:rPr>
            </w:pPr>
            <w:r w:rsidRPr="00F2503B">
              <w:rPr>
                <w:b/>
                <w:i/>
                <w:sz w:val="22"/>
                <w:szCs w:val="22"/>
                <w:lang w:val="it-IT"/>
              </w:rPr>
              <w:t>Cognome e nome</w:t>
            </w:r>
          </w:p>
        </w:tc>
        <w:tc>
          <w:tcPr>
            <w:tcW w:w="3396" w:type="dxa"/>
          </w:tcPr>
          <w:p w:rsidR="00522D6A" w:rsidRPr="00F2503B" w:rsidRDefault="00522D6A" w:rsidP="00C1464C">
            <w:pPr>
              <w:keepNext/>
              <w:spacing w:after="120"/>
              <w:jc w:val="center"/>
              <w:rPr>
                <w:b/>
                <w:i/>
                <w:sz w:val="22"/>
                <w:szCs w:val="22"/>
                <w:lang w:val="it-IT"/>
              </w:rPr>
            </w:pPr>
            <w:r w:rsidRPr="00F2503B">
              <w:rPr>
                <w:b/>
                <w:i/>
                <w:sz w:val="22"/>
                <w:szCs w:val="22"/>
                <w:lang w:val="it-IT"/>
              </w:rPr>
              <w:t>Luogo e data di nascita</w:t>
            </w:r>
          </w:p>
        </w:tc>
        <w:tc>
          <w:tcPr>
            <w:tcW w:w="3396" w:type="dxa"/>
          </w:tcPr>
          <w:p w:rsidR="00522D6A" w:rsidRPr="00F2503B" w:rsidRDefault="00522D6A" w:rsidP="00C1464C">
            <w:pPr>
              <w:keepNext/>
              <w:spacing w:after="120"/>
              <w:jc w:val="center"/>
              <w:rPr>
                <w:b/>
                <w:i/>
                <w:sz w:val="22"/>
                <w:szCs w:val="22"/>
                <w:lang w:val="it-IT"/>
              </w:rPr>
            </w:pPr>
            <w:r w:rsidRPr="00F2503B">
              <w:rPr>
                <w:b/>
                <w:i/>
                <w:sz w:val="22"/>
                <w:szCs w:val="22"/>
                <w:lang w:val="it-IT"/>
              </w:rPr>
              <w:t>Carica rivestita</w:t>
            </w:r>
          </w:p>
        </w:tc>
      </w:tr>
      <w:tr w:rsidR="00522D6A" w:rsidRPr="00F2503B" w:rsidTr="00022FCC">
        <w:trPr>
          <w:trHeight w:val="459"/>
        </w:trPr>
        <w:tc>
          <w:tcPr>
            <w:tcW w:w="2862" w:type="dxa"/>
          </w:tcPr>
          <w:p w:rsidR="00522D6A" w:rsidRPr="00F2503B" w:rsidRDefault="00522D6A" w:rsidP="00C1464C">
            <w:pPr>
              <w:keepNext/>
              <w:spacing w:after="120"/>
              <w:jc w:val="both"/>
              <w:rPr>
                <w:b/>
                <w:sz w:val="22"/>
                <w:szCs w:val="22"/>
                <w:lang w:val="it-IT"/>
              </w:rPr>
            </w:pPr>
          </w:p>
        </w:tc>
        <w:tc>
          <w:tcPr>
            <w:tcW w:w="3396" w:type="dxa"/>
          </w:tcPr>
          <w:p w:rsidR="00522D6A" w:rsidRPr="00F2503B" w:rsidRDefault="00522D6A" w:rsidP="00C1464C">
            <w:pPr>
              <w:keepNext/>
              <w:spacing w:after="120"/>
              <w:jc w:val="both"/>
              <w:rPr>
                <w:b/>
                <w:sz w:val="22"/>
                <w:szCs w:val="22"/>
                <w:lang w:val="it-IT"/>
              </w:rPr>
            </w:pPr>
          </w:p>
        </w:tc>
        <w:tc>
          <w:tcPr>
            <w:tcW w:w="3396" w:type="dxa"/>
          </w:tcPr>
          <w:p w:rsidR="00522D6A" w:rsidRPr="00F2503B" w:rsidRDefault="00522D6A" w:rsidP="00C1464C">
            <w:pPr>
              <w:keepNext/>
              <w:spacing w:after="120"/>
              <w:jc w:val="both"/>
              <w:rPr>
                <w:b/>
                <w:sz w:val="22"/>
                <w:szCs w:val="22"/>
                <w:lang w:val="it-IT"/>
              </w:rPr>
            </w:pPr>
          </w:p>
        </w:tc>
      </w:tr>
      <w:tr w:rsidR="00522D6A" w:rsidRPr="00F2503B" w:rsidTr="00022FCC">
        <w:trPr>
          <w:trHeight w:val="548"/>
        </w:trPr>
        <w:tc>
          <w:tcPr>
            <w:tcW w:w="2862" w:type="dxa"/>
          </w:tcPr>
          <w:p w:rsidR="00522D6A" w:rsidRPr="00F2503B" w:rsidRDefault="00522D6A" w:rsidP="00C1464C">
            <w:pPr>
              <w:keepNext/>
              <w:spacing w:after="120"/>
              <w:jc w:val="both"/>
              <w:rPr>
                <w:b/>
                <w:sz w:val="22"/>
                <w:szCs w:val="22"/>
                <w:lang w:val="it-IT"/>
              </w:rPr>
            </w:pPr>
          </w:p>
        </w:tc>
        <w:tc>
          <w:tcPr>
            <w:tcW w:w="3396" w:type="dxa"/>
          </w:tcPr>
          <w:p w:rsidR="00522D6A" w:rsidRPr="00F2503B" w:rsidRDefault="00522D6A" w:rsidP="00C1464C">
            <w:pPr>
              <w:keepNext/>
              <w:spacing w:after="120"/>
              <w:jc w:val="both"/>
              <w:rPr>
                <w:b/>
                <w:sz w:val="22"/>
                <w:szCs w:val="22"/>
                <w:lang w:val="it-IT"/>
              </w:rPr>
            </w:pPr>
          </w:p>
        </w:tc>
        <w:tc>
          <w:tcPr>
            <w:tcW w:w="3396" w:type="dxa"/>
          </w:tcPr>
          <w:p w:rsidR="00522D6A" w:rsidRPr="00F2503B" w:rsidRDefault="00522D6A" w:rsidP="00C1464C">
            <w:pPr>
              <w:keepNext/>
              <w:spacing w:after="120"/>
              <w:jc w:val="both"/>
              <w:rPr>
                <w:b/>
                <w:sz w:val="22"/>
                <w:szCs w:val="22"/>
                <w:lang w:val="it-IT"/>
              </w:rPr>
            </w:pPr>
          </w:p>
        </w:tc>
      </w:tr>
      <w:tr w:rsidR="00522D6A" w:rsidRPr="00F2503B" w:rsidTr="00022FCC">
        <w:trPr>
          <w:trHeight w:val="556"/>
        </w:trPr>
        <w:tc>
          <w:tcPr>
            <w:tcW w:w="2862"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r>
      <w:tr w:rsidR="00522D6A" w:rsidRPr="00F2503B" w:rsidTr="00022FCC">
        <w:trPr>
          <w:trHeight w:val="563"/>
        </w:trPr>
        <w:tc>
          <w:tcPr>
            <w:tcW w:w="2862"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r>
      <w:tr w:rsidR="00522D6A" w:rsidRPr="00F2503B" w:rsidTr="00022FCC">
        <w:trPr>
          <w:trHeight w:val="557"/>
        </w:trPr>
        <w:tc>
          <w:tcPr>
            <w:tcW w:w="2862"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r>
      <w:tr w:rsidR="00522D6A" w:rsidRPr="00F2503B" w:rsidTr="00022FCC">
        <w:trPr>
          <w:trHeight w:val="551"/>
        </w:trPr>
        <w:tc>
          <w:tcPr>
            <w:tcW w:w="2862"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r>
      <w:tr w:rsidR="00522D6A" w:rsidRPr="00F2503B" w:rsidTr="00022FCC">
        <w:trPr>
          <w:trHeight w:val="559"/>
        </w:trPr>
        <w:tc>
          <w:tcPr>
            <w:tcW w:w="2862"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r>
      <w:tr w:rsidR="00522D6A" w:rsidRPr="00F2503B" w:rsidTr="00022FCC">
        <w:trPr>
          <w:trHeight w:val="553"/>
        </w:trPr>
        <w:tc>
          <w:tcPr>
            <w:tcW w:w="2862"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r>
      <w:tr w:rsidR="00522D6A" w:rsidRPr="00F2503B" w:rsidTr="00022FCC">
        <w:trPr>
          <w:trHeight w:val="561"/>
        </w:trPr>
        <w:tc>
          <w:tcPr>
            <w:tcW w:w="2862"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c>
          <w:tcPr>
            <w:tcW w:w="3396" w:type="dxa"/>
          </w:tcPr>
          <w:p w:rsidR="00522D6A" w:rsidRPr="00F2503B" w:rsidRDefault="00522D6A" w:rsidP="00C1464C">
            <w:pPr>
              <w:spacing w:after="120"/>
              <w:jc w:val="both"/>
              <w:rPr>
                <w:b/>
                <w:sz w:val="22"/>
                <w:szCs w:val="22"/>
                <w:lang w:val="it-IT"/>
              </w:rPr>
            </w:pPr>
          </w:p>
        </w:tc>
      </w:tr>
    </w:tbl>
    <w:p w:rsidR="00522D6A" w:rsidRPr="00F2503B" w:rsidRDefault="00522D6A" w:rsidP="001A6C1D">
      <w:pPr>
        <w:numPr>
          <w:ilvl w:val="0"/>
          <w:numId w:val="5"/>
        </w:numPr>
        <w:tabs>
          <w:tab w:val="clear" w:pos="720"/>
          <w:tab w:val="num" w:pos="360"/>
        </w:tabs>
        <w:spacing w:after="120"/>
        <w:ind w:left="360"/>
        <w:jc w:val="both"/>
        <w:rPr>
          <w:b/>
          <w:sz w:val="22"/>
          <w:szCs w:val="22"/>
          <w:lang w:val="it-IT"/>
        </w:rPr>
      </w:pPr>
      <w:r w:rsidRPr="00F2503B">
        <w:rPr>
          <w:b/>
          <w:sz w:val="22"/>
          <w:szCs w:val="22"/>
          <w:lang w:val="it-IT"/>
        </w:rPr>
        <w:t>Lett. m)</w:t>
      </w:r>
    </w:p>
    <w:p w:rsidR="00522D6A" w:rsidRPr="00F2503B" w:rsidRDefault="00522D6A" w:rsidP="00C1464C">
      <w:pPr>
        <w:spacing w:after="120"/>
        <w:ind w:firstLine="7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1A6C1D">
      <w:pPr>
        <w:numPr>
          <w:ilvl w:val="0"/>
          <w:numId w:val="20"/>
        </w:numPr>
        <w:spacing w:after="120"/>
        <w:jc w:val="both"/>
        <w:rPr>
          <w:sz w:val="22"/>
          <w:szCs w:val="22"/>
          <w:lang w:val="it-IT"/>
        </w:rPr>
      </w:pPr>
      <w:r w:rsidRPr="00F2503B">
        <w:rPr>
          <w:sz w:val="22"/>
          <w:szCs w:val="22"/>
          <w:lang w:val="it-IT"/>
        </w:rPr>
        <w:t xml:space="preserve">che </w:t>
      </w:r>
      <w:r w:rsidRPr="00F2503B">
        <w:rPr>
          <w:b/>
          <w:sz w:val="22"/>
          <w:szCs w:val="22"/>
          <w:u w:val="single"/>
          <w:lang w:val="it-IT"/>
        </w:rPr>
        <w:t>non si trova in alcuna situazione di controllo</w:t>
      </w:r>
      <w:r w:rsidRPr="00F2503B">
        <w:rPr>
          <w:sz w:val="22"/>
          <w:szCs w:val="22"/>
          <w:lang w:val="it-IT"/>
        </w:rPr>
        <w:t xml:space="preserve"> di cui all’art. 2359 del codice civile rispetto ad alcun soggetto, e che ha formulato l’Offerta autonomamente;</w:t>
      </w:r>
    </w:p>
    <w:p w:rsidR="00522D6A" w:rsidRPr="00F2503B" w:rsidRDefault="00522D6A" w:rsidP="00C1464C">
      <w:pPr>
        <w:spacing w:after="120"/>
        <w:ind w:left="360" w:firstLine="360"/>
        <w:jc w:val="both"/>
        <w:rPr>
          <w:sz w:val="22"/>
          <w:szCs w:val="22"/>
          <w:lang w:val="it-IT"/>
        </w:rPr>
      </w:pPr>
      <w:r w:rsidRPr="00F2503B">
        <w:rPr>
          <w:i/>
          <w:sz w:val="22"/>
          <w:szCs w:val="22"/>
          <w:lang w:val="it-IT"/>
        </w:rPr>
        <w:t>[ovvero]</w:t>
      </w:r>
    </w:p>
    <w:p w:rsidR="00522D6A" w:rsidRPr="00F2503B" w:rsidRDefault="00522D6A" w:rsidP="001A6C1D">
      <w:pPr>
        <w:numPr>
          <w:ilvl w:val="0"/>
          <w:numId w:val="20"/>
        </w:numPr>
        <w:spacing w:after="120"/>
        <w:jc w:val="both"/>
        <w:rPr>
          <w:i/>
          <w:sz w:val="22"/>
          <w:szCs w:val="22"/>
          <w:lang w:val="it-IT"/>
        </w:rPr>
      </w:pPr>
      <w:r w:rsidRPr="00F2503B">
        <w:rPr>
          <w:sz w:val="22"/>
          <w:szCs w:val="22"/>
          <w:lang w:val="it-IT"/>
        </w:rPr>
        <w:t xml:space="preserve">di </w:t>
      </w:r>
      <w:r w:rsidRPr="00F2503B">
        <w:rPr>
          <w:b/>
          <w:sz w:val="22"/>
          <w:szCs w:val="22"/>
          <w:u w:val="single"/>
          <w:lang w:val="it-IT"/>
        </w:rPr>
        <w:t>non essere a conoscenza</w:t>
      </w:r>
      <w:r w:rsidRPr="00F2503B">
        <w:rPr>
          <w:sz w:val="22"/>
          <w:szCs w:val="22"/>
          <w:lang w:val="it-IT"/>
        </w:rPr>
        <w:t xml:space="preserve"> della partecipazione alla presente procedura di soggetti che si trovano, rispetto al sottoscritto partecipante, in una delle situazioni di controllo di cui all’art. 2359 del codice civile, e che ha formulato l’Offerta autonomamente;</w:t>
      </w:r>
    </w:p>
    <w:p w:rsidR="00522D6A" w:rsidRPr="00F2503B" w:rsidRDefault="00522D6A" w:rsidP="00C1464C">
      <w:pPr>
        <w:spacing w:after="120"/>
        <w:ind w:left="360" w:firstLine="360"/>
        <w:jc w:val="both"/>
        <w:rPr>
          <w:i/>
          <w:sz w:val="22"/>
          <w:szCs w:val="22"/>
          <w:lang w:val="it-IT"/>
        </w:rPr>
      </w:pPr>
      <w:r w:rsidRPr="00F2503B">
        <w:rPr>
          <w:i/>
          <w:sz w:val="22"/>
          <w:szCs w:val="22"/>
          <w:lang w:val="it-IT"/>
        </w:rPr>
        <w:t>[oppure, in caso di soggezione a controllo ai sensi dell’art. 2359 c.c.]</w:t>
      </w:r>
    </w:p>
    <w:p w:rsidR="00522D6A" w:rsidRPr="00F2503B" w:rsidRDefault="00522D6A" w:rsidP="001A6C1D">
      <w:pPr>
        <w:numPr>
          <w:ilvl w:val="0"/>
          <w:numId w:val="20"/>
        </w:numPr>
        <w:spacing w:after="120"/>
        <w:jc w:val="both"/>
        <w:rPr>
          <w:sz w:val="22"/>
          <w:szCs w:val="22"/>
          <w:lang w:val="it-IT"/>
        </w:rPr>
      </w:pPr>
      <w:r w:rsidRPr="00F2503B">
        <w:rPr>
          <w:b/>
          <w:sz w:val="22"/>
          <w:szCs w:val="22"/>
          <w:u w:val="single"/>
          <w:lang w:val="it-IT"/>
        </w:rPr>
        <w:t>di essere a conoscenza della partecipazione alla presente procedura dei seguenti soggetti, rispetto ai quali si trova in una situazione di controllo</w:t>
      </w:r>
      <w:r w:rsidRPr="00F2503B">
        <w:rPr>
          <w:sz w:val="22"/>
          <w:szCs w:val="22"/>
          <w:lang w:val="it-IT"/>
        </w:rPr>
        <w:t xml:space="preserve"> di cui all’art. 2359 del codice civile con i seguenti Operatori: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
        <w:gridCol w:w="3268"/>
        <w:gridCol w:w="3938"/>
        <w:gridCol w:w="2545"/>
      </w:tblGrid>
      <w:tr w:rsidR="00522D6A" w:rsidRPr="00842648" w:rsidTr="005E21DE">
        <w:tc>
          <w:tcPr>
            <w:tcW w:w="437" w:type="dxa"/>
          </w:tcPr>
          <w:p w:rsidR="00522D6A" w:rsidRPr="00F2503B" w:rsidRDefault="00522D6A" w:rsidP="00C1464C">
            <w:pPr>
              <w:spacing w:after="120"/>
              <w:jc w:val="both"/>
              <w:rPr>
                <w:sz w:val="22"/>
                <w:szCs w:val="22"/>
                <w:lang w:val="it-IT"/>
              </w:rPr>
            </w:pPr>
            <w:r w:rsidRPr="00F2503B">
              <w:rPr>
                <w:sz w:val="22"/>
                <w:szCs w:val="22"/>
                <w:lang w:val="it-IT"/>
              </w:rPr>
              <w:t xml:space="preserve"> </w:t>
            </w:r>
          </w:p>
        </w:tc>
        <w:tc>
          <w:tcPr>
            <w:tcW w:w="3268" w:type="dxa"/>
          </w:tcPr>
          <w:p w:rsidR="00522D6A" w:rsidRPr="00F2503B" w:rsidRDefault="00522D6A" w:rsidP="00C1464C">
            <w:pPr>
              <w:spacing w:after="120"/>
              <w:jc w:val="center"/>
              <w:rPr>
                <w:b/>
                <w:i/>
                <w:sz w:val="22"/>
                <w:szCs w:val="22"/>
                <w:lang w:val="it-IT"/>
              </w:rPr>
            </w:pPr>
            <w:r w:rsidRPr="00F2503B">
              <w:rPr>
                <w:b/>
                <w:i/>
                <w:sz w:val="22"/>
                <w:szCs w:val="22"/>
                <w:lang w:val="it-IT"/>
              </w:rPr>
              <w:t>Denominazione impresa</w:t>
            </w:r>
          </w:p>
        </w:tc>
        <w:tc>
          <w:tcPr>
            <w:tcW w:w="3938" w:type="dxa"/>
          </w:tcPr>
          <w:p w:rsidR="00522D6A" w:rsidRPr="00F2503B" w:rsidRDefault="00522D6A" w:rsidP="00C1464C">
            <w:pPr>
              <w:spacing w:after="120"/>
              <w:jc w:val="center"/>
              <w:rPr>
                <w:sz w:val="22"/>
                <w:szCs w:val="22"/>
                <w:lang w:val="it-IT"/>
              </w:rPr>
            </w:pPr>
            <w:r w:rsidRPr="00F2503B">
              <w:rPr>
                <w:b/>
                <w:i/>
                <w:sz w:val="22"/>
                <w:szCs w:val="22"/>
                <w:lang w:val="it-IT"/>
              </w:rPr>
              <w:t>Rapporto</w:t>
            </w:r>
          </w:p>
        </w:tc>
        <w:tc>
          <w:tcPr>
            <w:tcW w:w="2545" w:type="dxa"/>
          </w:tcPr>
          <w:p w:rsidR="00522D6A" w:rsidRPr="00F2503B" w:rsidRDefault="00522D6A" w:rsidP="00C1464C">
            <w:pPr>
              <w:spacing w:after="120"/>
              <w:jc w:val="both"/>
              <w:rPr>
                <w:b/>
                <w:i/>
                <w:sz w:val="22"/>
                <w:szCs w:val="22"/>
                <w:lang w:val="it-IT"/>
              </w:rPr>
            </w:pPr>
            <w:r w:rsidRPr="00F2503B">
              <w:rPr>
                <w:b/>
                <w:i/>
                <w:sz w:val="22"/>
                <w:szCs w:val="22"/>
                <w:lang w:val="it-IT"/>
              </w:rPr>
              <w:t xml:space="preserve">Tipologia di controllo </w:t>
            </w:r>
            <w:r w:rsidRPr="00F2503B">
              <w:rPr>
                <w:b/>
                <w:sz w:val="22"/>
                <w:szCs w:val="22"/>
                <w:lang w:val="it-IT"/>
              </w:rPr>
              <w:t>ex</w:t>
            </w:r>
            <w:r w:rsidRPr="00F2503B">
              <w:rPr>
                <w:b/>
                <w:i/>
                <w:sz w:val="22"/>
                <w:szCs w:val="22"/>
                <w:lang w:val="it-IT"/>
              </w:rPr>
              <w:t xml:space="preserve"> art. 2359 c.c.</w:t>
            </w:r>
          </w:p>
        </w:tc>
      </w:tr>
      <w:tr w:rsidR="00522D6A" w:rsidRPr="00F2503B" w:rsidTr="005E21DE">
        <w:tc>
          <w:tcPr>
            <w:tcW w:w="437" w:type="dxa"/>
          </w:tcPr>
          <w:p w:rsidR="00522D6A" w:rsidRPr="00F2503B" w:rsidRDefault="00522D6A" w:rsidP="00C1464C">
            <w:pPr>
              <w:spacing w:after="120"/>
              <w:jc w:val="center"/>
              <w:rPr>
                <w:b/>
                <w:sz w:val="22"/>
                <w:szCs w:val="22"/>
                <w:lang w:val="it-IT"/>
              </w:rPr>
            </w:pPr>
          </w:p>
          <w:p w:rsidR="00522D6A" w:rsidRPr="00F2503B" w:rsidRDefault="00522D6A" w:rsidP="00C1464C">
            <w:pPr>
              <w:spacing w:after="120"/>
              <w:jc w:val="center"/>
              <w:rPr>
                <w:b/>
                <w:sz w:val="22"/>
                <w:szCs w:val="22"/>
                <w:lang w:val="it-IT"/>
              </w:rPr>
            </w:pPr>
          </w:p>
          <w:p w:rsidR="00522D6A" w:rsidRPr="00F2503B" w:rsidRDefault="00522D6A" w:rsidP="00C1464C">
            <w:pPr>
              <w:spacing w:after="120"/>
              <w:jc w:val="center"/>
              <w:rPr>
                <w:b/>
                <w:sz w:val="22"/>
                <w:szCs w:val="22"/>
                <w:lang w:val="it-IT"/>
              </w:rPr>
            </w:pPr>
          </w:p>
          <w:p w:rsidR="00522D6A" w:rsidRPr="00F2503B" w:rsidRDefault="00522D6A" w:rsidP="00C1464C">
            <w:pPr>
              <w:spacing w:after="120"/>
              <w:jc w:val="center"/>
              <w:rPr>
                <w:b/>
                <w:sz w:val="22"/>
                <w:szCs w:val="22"/>
                <w:lang w:val="it-IT"/>
              </w:rPr>
            </w:pPr>
            <w:r w:rsidRPr="00F2503B">
              <w:rPr>
                <w:b/>
                <w:sz w:val="22"/>
                <w:szCs w:val="22"/>
                <w:lang w:val="it-IT"/>
              </w:rPr>
              <w:t>1</w:t>
            </w:r>
          </w:p>
        </w:tc>
        <w:tc>
          <w:tcPr>
            <w:tcW w:w="3268" w:type="dxa"/>
          </w:tcPr>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r w:rsidRPr="00F2503B">
              <w:rPr>
                <w:sz w:val="22"/>
                <w:szCs w:val="22"/>
                <w:lang w:val="it-IT"/>
              </w:rPr>
              <w:t>________________________</w:t>
            </w:r>
          </w:p>
        </w:tc>
        <w:tc>
          <w:tcPr>
            <w:tcW w:w="3938" w:type="dxa"/>
          </w:tcPr>
          <w:p w:rsidR="00522D6A" w:rsidRPr="00F2503B" w:rsidRDefault="00522D6A" w:rsidP="00C1464C">
            <w:pPr>
              <w:spacing w:after="120"/>
              <w:jc w:val="both"/>
              <w:rPr>
                <w:sz w:val="22"/>
                <w:szCs w:val="22"/>
                <w:lang w:val="it-IT"/>
              </w:rPr>
            </w:pPr>
          </w:p>
          <w:p w:rsidR="00522D6A" w:rsidRPr="00F2503B" w:rsidRDefault="00522D6A" w:rsidP="00C1464C">
            <w:pPr>
              <w:spacing w:after="120"/>
              <w:ind w:left="432"/>
              <w:jc w:val="both"/>
              <w:rPr>
                <w:sz w:val="22"/>
                <w:szCs w:val="22"/>
                <w:lang w:val="it-IT"/>
              </w:rPr>
            </w:pPr>
          </w:p>
          <w:p w:rsidR="00522D6A" w:rsidRPr="00F2503B" w:rsidRDefault="00522D6A"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522D6A" w:rsidRPr="00F2503B" w:rsidRDefault="00522D6A" w:rsidP="00C1464C">
            <w:pPr>
              <w:tabs>
                <w:tab w:val="num" w:pos="792"/>
              </w:tabs>
              <w:spacing w:after="120"/>
              <w:ind w:left="432"/>
              <w:jc w:val="both"/>
              <w:rPr>
                <w:sz w:val="22"/>
                <w:szCs w:val="22"/>
                <w:lang w:val="it-IT"/>
              </w:rPr>
            </w:pPr>
          </w:p>
          <w:p w:rsidR="00522D6A" w:rsidRPr="00F2503B" w:rsidRDefault="00522D6A"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522D6A" w:rsidRPr="00F2503B" w:rsidRDefault="00522D6A" w:rsidP="00C1464C">
            <w:pPr>
              <w:spacing w:after="120"/>
              <w:jc w:val="both"/>
              <w:rPr>
                <w:sz w:val="22"/>
                <w:szCs w:val="22"/>
                <w:lang w:val="it-IT"/>
              </w:rPr>
            </w:pPr>
          </w:p>
        </w:tc>
        <w:tc>
          <w:tcPr>
            <w:tcW w:w="2545" w:type="dxa"/>
          </w:tcPr>
          <w:p w:rsidR="00522D6A" w:rsidRPr="00F2503B" w:rsidRDefault="00522D6A" w:rsidP="00C1464C">
            <w:pPr>
              <w:spacing w:after="120"/>
              <w:jc w:val="both"/>
              <w:rPr>
                <w:sz w:val="22"/>
                <w:szCs w:val="22"/>
                <w:lang w:val="it-IT"/>
              </w:rPr>
            </w:pPr>
          </w:p>
          <w:p w:rsidR="00522D6A" w:rsidRPr="00F2503B" w:rsidRDefault="00522D6A"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522D6A" w:rsidRPr="00F2503B" w:rsidRDefault="00522D6A" w:rsidP="00C1464C">
            <w:pPr>
              <w:tabs>
                <w:tab w:val="num" w:pos="459"/>
              </w:tabs>
              <w:spacing w:after="120"/>
              <w:ind w:left="459" w:hanging="360"/>
              <w:jc w:val="both"/>
              <w:rPr>
                <w:sz w:val="22"/>
                <w:szCs w:val="22"/>
                <w:lang w:val="it-IT"/>
              </w:rPr>
            </w:pPr>
          </w:p>
          <w:p w:rsidR="00522D6A" w:rsidRPr="00F2503B" w:rsidRDefault="00522D6A"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522D6A" w:rsidRPr="00F2503B" w:rsidRDefault="00522D6A" w:rsidP="00C1464C">
            <w:pPr>
              <w:spacing w:after="120"/>
              <w:ind w:left="99"/>
              <w:jc w:val="both"/>
              <w:rPr>
                <w:sz w:val="22"/>
                <w:szCs w:val="22"/>
                <w:lang w:val="it-IT"/>
              </w:rPr>
            </w:pPr>
          </w:p>
        </w:tc>
      </w:tr>
      <w:tr w:rsidR="00522D6A" w:rsidRPr="00F2503B" w:rsidTr="005E21DE">
        <w:tc>
          <w:tcPr>
            <w:tcW w:w="437" w:type="dxa"/>
          </w:tcPr>
          <w:p w:rsidR="00522D6A" w:rsidRPr="00F2503B" w:rsidRDefault="00522D6A" w:rsidP="00C1464C">
            <w:pPr>
              <w:spacing w:after="120"/>
              <w:jc w:val="center"/>
              <w:rPr>
                <w:b/>
                <w:sz w:val="22"/>
                <w:szCs w:val="22"/>
                <w:lang w:val="it-IT"/>
              </w:rPr>
            </w:pPr>
          </w:p>
          <w:p w:rsidR="00522D6A" w:rsidRPr="00F2503B" w:rsidRDefault="00522D6A" w:rsidP="00C1464C">
            <w:pPr>
              <w:spacing w:after="120"/>
              <w:jc w:val="center"/>
              <w:rPr>
                <w:b/>
                <w:sz w:val="22"/>
                <w:szCs w:val="22"/>
                <w:lang w:val="it-IT"/>
              </w:rPr>
            </w:pPr>
          </w:p>
          <w:p w:rsidR="00522D6A" w:rsidRPr="00F2503B" w:rsidRDefault="00522D6A" w:rsidP="00C1464C">
            <w:pPr>
              <w:spacing w:after="120"/>
              <w:jc w:val="center"/>
              <w:rPr>
                <w:b/>
                <w:sz w:val="22"/>
                <w:szCs w:val="22"/>
                <w:lang w:val="it-IT"/>
              </w:rPr>
            </w:pPr>
          </w:p>
          <w:p w:rsidR="00522D6A" w:rsidRPr="00F2503B" w:rsidRDefault="00522D6A" w:rsidP="00C1464C">
            <w:pPr>
              <w:spacing w:after="120"/>
              <w:jc w:val="center"/>
              <w:rPr>
                <w:b/>
                <w:sz w:val="22"/>
                <w:szCs w:val="22"/>
                <w:lang w:val="it-IT"/>
              </w:rPr>
            </w:pPr>
            <w:r w:rsidRPr="00F2503B">
              <w:rPr>
                <w:b/>
                <w:sz w:val="22"/>
                <w:szCs w:val="22"/>
                <w:lang w:val="it-IT"/>
              </w:rPr>
              <w:t>2</w:t>
            </w:r>
          </w:p>
        </w:tc>
        <w:tc>
          <w:tcPr>
            <w:tcW w:w="3268" w:type="dxa"/>
          </w:tcPr>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r w:rsidRPr="00F2503B">
              <w:rPr>
                <w:sz w:val="22"/>
                <w:szCs w:val="22"/>
                <w:lang w:val="it-IT"/>
              </w:rPr>
              <w:t>________________________</w:t>
            </w:r>
          </w:p>
        </w:tc>
        <w:tc>
          <w:tcPr>
            <w:tcW w:w="3938" w:type="dxa"/>
          </w:tcPr>
          <w:p w:rsidR="00522D6A" w:rsidRPr="00F2503B" w:rsidRDefault="00522D6A" w:rsidP="00C1464C">
            <w:pPr>
              <w:spacing w:after="120"/>
              <w:jc w:val="both"/>
              <w:rPr>
                <w:sz w:val="22"/>
                <w:szCs w:val="22"/>
                <w:lang w:val="it-IT"/>
              </w:rPr>
            </w:pPr>
          </w:p>
          <w:p w:rsidR="00522D6A" w:rsidRPr="00F2503B" w:rsidRDefault="00522D6A" w:rsidP="00C1464C">
            <w:pPr>
              <w:spacing w:after="120"/>
              <w:ind w:left="432"/>
              <w:jc w:val="both"/>
              <w:rPr>
                <w:sz w:val="22"/>
                <w:szCs w:val="22"/>
                <w:lang w:val="it-IT"/>
              </w:rPr>
            </w:pPr>
          </w:p>
          <w:p w:rsidR="00522D6A" w:rsidRPr="00F2503B" w:rsidRDefault="00522D6A"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522D6A" w:rsidRPr="00F2503B" w:rsidRDefault="00522D6A" w:rsidP="00C1464C">
            <w:pPr>
              <w:tabs>
                <w:tab w:val="num" w:pos="792"/>
              </w:tabs>
              <w:spacing w:after="120"/>
              <w:ind w:left="432"/>
              <w:jc w:val="both"/>
              <w:rPr>
                <w:sz w:val="22"/>
                <w:szCs w:val="22"/>
                <w:lang w:val="it-IT"/>
              </w:rPr>
            </w:pPr>
          </w:p>
          <w:p w:rsidR="00522D6A" w:rsidRPr="00F2503B" w:rsidRDefault="00522D6A"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522D6A" w:rsidRPr="00F2503B" w:rsidRDefault="00522D6A" w:rsidP="00C1464C">
            <w:pPr>
              <w:spacing w:after="120"/>
              <w:jc w:val="both"/>
              <w:rPr>
                <w:sz w:val="22"/>
                <w:szCs w:val="22"/>
                <w:lang w:val="it-IT"/>
              </w:rPr>
            </w:pPr>
          </w:p>
        </w:tc>
        <w:tc>
          <w:tcPr>
            <w:tcW w:w="2545" w:type="dxa"/>
          </w:tcPr>
          <w:p w:rsidR="00522D6A" w:rsidRPr="00F2503B" w:rsidRDefault="00522D6A" w:rsidP="00C1464C">
            <w:pPr>
              <w:spacing w:after="120"/>
              <w:jc w:val="both"/>
              <w:rPr>
                <w:sz w:val="22"/>
                <w:szCs w:val="22"/>
                <w:lang w:val="it-IT"/>
              </w:rPr>
            </w:pPr>
          </w:p>
          <w:p w:rsidR="00522D6A" w:rsidRPr="00F2503B" w:rsidRDefault="00522D6A"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522D6A" w:rsidRPr="00F2503B" w:rsidRDefault="00522D6A" w:rsidP="00C1464C">
            <w:pPr>
              <w:tabs>
                <w:tab w:val="num" w:pos="459"/>
              </w:tabs>
              <w:spacing w:after="120"/>
              <w:ind w:left="459" w:hanging="360"/>
              <w:jc w:val="both"/>
              <w:rPr>
                <w:sz w:val="22"/>
                <w:szCs w:val="22"/>
                <w:lang w:val="it-IT"/>
              </w:rPr>
            </w:pPr>
          </w:p>
          <w:p w:rsidR="00522D6A" w:rsidRPr="00F2503B" w:rsidRDefault="00522D6A"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522D6A" w:rsidRPr="00F2503B" w:rsidRDefault="00522D6A" w:rsidP="00C1464C">
            <w:pPr>
              <w:spacing w:after="120"/>
              <w:ind w:left="99"/>
              <w:jc w:val="both"/>
              <w:rPr>
                <w:sz w:val="22"/>
                <w:szCs w:val="22"/>
                <w:lang w:val="it-IT"/>
              </w:rPr>
            </w:pPr>
          </w:p>
        </w:tc>
      </w:tr>
      <w:tr w:rsidR="00522D6A" w:rsidRPr="00F2503B" w:rsidTr="005E21DE">
        <w:tc>
          <w:tcPr>
            <w:tcW w:w="437" w:type="dxa"/>
          </w:tcPr>
          <w:p w:rsidR="00522D6A" w:rsidRPr="00F2503B" w:rsidRDefault="00522D6A" w:rsidP="00C1464C">
            <w:pPr>
              <w:spacing w:after="120"/>
              <w:jc w:val="center"/>
              <w:rPr>
                <w:b/>
                <w:sz w:val="22"/>
                <w:szCs w:val="22"/>
                <w:lang w:val="it-IT"/>
              </w:rPr>
            </w:pPr>
          </w:p>
          <w:p w:rsidR="00522D6A" w:rsidRPr="00F2503B" w:rsidRDefault="00522D6A" w:rsidP="00C1464C">
            <w:pPr>
              <w:spacing w:after="120"/>
              <w:jc w:val="center"/>
              <w:rPr>
                <w:b/>
                <w:sz w:val="22"/>
                <w:szCs w:val="22"/>
                <w:lang w:val="it-IT"/>
              </w:rPr>
            </w:pPr>
          </w:p>
          <w:p w:rsidR="00522D6A" w:rsidRPr="00F2503B" w:rsidRDefault="00522D6A" w:rsidP="00C1464C">
            <w:pPr>
              <w:spacing w:after="120"/>
              <w:jc w:val="center"/>
              <w:rPr>
                <w:b/>
                <w:sz w:val="22"/>
                <w:szCs w:val="22"/>
                <w:lang w:val="it-IT"/>
              </w:rPr>
            </w:pPr>
          </w:p>
          <w:p w:rsidR="00522D6A" w:rsidRPr="00F2503B" w:rsidRDefault="00522D6A" w:rsidP="00C1464C">
            <w:pPr>
              <w:spacing w:after="120"/>
              <w:jc w:val="center"/>
              <w:rPr>
                <w:b/>
                <w:sz w:val="22"/>
                <w:szCs w:val="22"/>
                <w:lang w:val="it-IT"/>
              </w:rPr>
            </w:pPr>
            <w:r w:rsidRPr="00F2503B">
              <w:rPr>
                <w:b/>
                <w:sz w:val="22"/>
                <w:szCs w:val="22"/>
                <w:lang w:val="it-IT"/>
              </w:rPr>
              <w:t>3</w:t>
            </w:r>
          </w:p>
        </w:tc>
        <w:tc>
          <w:tcPr>
            <w:tcW w:w="3268" w:type="dxa"/>
          </w:tcPr>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p>
          <w:p w:rsidR="00522D6A" w:rsidRPr="00F2503B" w:rsidRDefault="00522D6A" w:rsidP="00C1464C">
            <w:pPr>
              <w:spacing w:after="120"/>
              <w:jc w:val="both"/>
              <w:rPr>
                <w:sz w:val="22"/>
                <w:szCs w:val="22"/>
                <w:lang w:val="it-IT"/>
              </w:rPr>
            </w:pPr>
            <w:r w:rsidRPr="00F2503B">
              <w:rPr>
                <w:sz w:val="22"/>
                <w:szCs w:val="22"/>
                <w:lang w:val="it-IT"/>
              </w:rPr>
              <w:t>________________________</w:t>
            </w:r>
          </w:p>
        </w:tc>
        <w:tc>
          <w:tcPr>
            <w:tcW w:w="3938" w:type="dxa"/>
          </w:tcPr>
          <w:p w:rsidR="00522D6A" w:rsidRPr="00F2503B" w:rsidRDefault="00522D6A" w:rsidP="00C1464C">
            <w:pPr>
              <w:spacing w:after="120"/>
              <w:jc w:val="both"/>
              <w:rPr>
                <w:sz w:val="22"/>
                <w:szCs w:val="22"/>
                <w:lang w:val="it-IT"/>
              </w:rPr>
            </w:pPr>
          </w:p>
          <w:p w:rsidR="00522D6A" w:rsidRPr="00F2503B" w:rsidRDefault="00522D6A" w:rsidP="00C1464C">
            <w:pPr>
              <w:spacing w:after="120"/>
              <w:ind w:left="432"/>
              <w:jc w:val="both"/>
              <w:rPr>
                <w:sz w:val="22"/>
                <w:szCs w:val="22"/>
                <w:lang w:val="it-IT"/>
              </w:rPr>
            </w:pPr>
          </w:p>
          <w:p w:rsidR="00522D6A" w:rsidRPr="00F2503B" w:rsidRDefault="00522D6A"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controllante</w:t>
            </w:r>
          </w:p>
          <w:p w:rsidR="00522D6A" w:rsidRPr="00F2503B" w:rsidRDefault="00522D6A" w:rsidP="00C1464C">
            <w:pPr>
              <w:tabs>
                <w:tab w:val="num" w:pos="792"/>
              </w:tabs>
              <w:spacing w:after="120"/>
              <w:ind w:left="432"/>
              <w:jc w:val="both"/>
              <w:rPr>
                <w:sz w:val="22"/>
                <w:szCs w:val="22"/>
                <w:lang w:val="it-IT"/>
              </w:rPr>
            </w:pPr>
          </w:p>
          <w:p w:rsidR="00522D6A" w:rsidRPr="00F2503B" w:rsidRDefault="00522D6A" w:rsidP="001A6C1D">
            <w:pPr>
              <w:numPr>
                <w:ilvl w:val="0"/>
                <w:numId w:val="11"/>
              </w:numPr>
              <w:tabs>
                <w:tab w:val="clear" w:pos="2160"/>
                <w:tab w:val="num" w:pos="792"/>
              </w:tabs>
              <w:spacing w:after="120"/>
              <w:ind w:left="432" w:firstLine="0"/>
              <w:jc w:val="both"/>
              <w:rPr>
                <w:sz w:val="22"/>
                <w:szCs w:val="22"/>
                <w:lang w:val="it-IT"/>
              </w:rPr>
            </w:pPr>
            <w:r w:rsidRPr="00F2503B">
              <w:rPr>
                <w:sz w:val="22"/>
                <w:szCs w:val="22"/>
                <w:lang w:val="it-IT"/>
              </w:rPr>
              <w:t>controllata</w:t>
            </w:r>
          </w:p>
          <w:p w:rsidR="00522D6A" w:rsidRPr="00F2503B" w:rsidRDefault="00522D6A" w:rsidP="00C1464C">
            <w:pPr>
              <w:spacing w:after="120"/>
              <w:jc w:val="both"/>
              <w:rPr>
                <w:sz w:val="22"/>
                <w:szCs w:val="22"/>
                <w:lang w:val="it-IT"/>
              </w:rPr>
            </w:pPr>
          </w:p>
        </w:tc>
        <w:tc>
          <w:tcPr>
            <w:tcW w:w="2545" w:type="dxa"/>
          </w:tcPr>
          <w:p w:rsidR="00522D6A" w:rsidRPr="00F2503B" w:rsidRDefault="00522D6A" w:rsidP="00C1464C">
            <w:pPr>
              <w:spacing w:after="120"/>
              <w:jc w:val="both"/>
              <w:rPr>
                <w:sz w:val="22"/>
                <w:szCs w:val="22"/>
                <w:lang w:val="it-IT"/>
              </w:rPr>
            </w:pPr>
          </w:p>
          <w:p w:rsidR="00522D6A" w:rsidRPr="00F2503B" w:rsidRDefault="00522D6A"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azionario (partecipazione del ____________ %)</w:t>
            </w:r>
          </w:p>
          <w:p w:rsidR="00522D6A" w:rsidRPr="00F2503B" w:rsidRDefault="00522D6A" w:rsidP="00C1464C">
            <w:pPr>
              <w:tabs>
                <w:tab w:val="num" w:pos="459"/>
              </w:tabs>
              <w:spacing w:after="120"/>
              <w:ind w:left="459" w:hanging="360"/>
              <w:jc w:val="both"/>
              <w:rPr>
                <w:sz w:val="22"/>
                <w:szCs w:val="22"/>
                <w:lang w:val="it-IT"/>
              </w:rPr>
            </w:pPr>
          </w:p>
          <w:p w:rsidR="00522D6A" w:rsidRPr="00F2503B" w:rsidRDefault="00522D6A" w:rsidP="001A6C1D">
            <w:pPr>
              <w:numPr>
                <w:ilvl w:val="1"/>
                <w:numId w:val="11"/>
              </w:numPr>
              <w:tabs>
                <w:tab w:val="clear" w:pos="1440"/>
                <w:tab w:val="num" w:pos="459"/>
              </w:tabs>
              <w:spacing w:after="120"/>
              <w:ind w:left="459"/>
              <w:jc w:val="both"/>
              <w:rPr>
                <w:sz w:val="22"/>
                <w:szCs w:val="22"/>
                <w:lang w:val="it-IT"/>
              </w:rPr>
            </w:pPr>
            <w:r w:rsidRPr="00F2503B">
              <w:rPr>
                <w:sz w:val="22"/>
                <w:szCs w:val="22"/>
                <w:lang w:val="it-IT"/>
              </w:rPr>
              <w:t>contrattuale/altro (influenza dominante)</w:t>
            </w:r>
          </w:p>
          <w:p w:rsidR="00522D6A" w:rsidRPr="00F2503B" w:rsidRDefault="00522D6A" w:rsidP="00C1464C">
            <w:pPr>
              <w:spacing w:after="120"/>
              <w:ind w:left="99"/>
              <w:jc w:val="both"/>
              <w:rPr>
                <w:sz w:val="22"/>
                <w:szCs w:val="22"/>
                <w:lang w:val="it-IT"/>
              </w:rPr>
            </w:pPr>
          </w:p>
        </w:tc>
      </w:tr>
    </w:tbl>
    <w:p w:rsidR="00522D6A" w:rsidRPr="00F2503B" w:rsidRDefault="00522D6A" w:rsidP="00C1464C">
      <w:pPr>
        <w:spacing w:after="120"/>
        <w:ind w:left="720"/>
        <w:jc w:val="both"/>
        <w:rPr>
          <w:sz w:val="22"/>
          <w:szCs w:val="22"/>
          <w:lang w:val="it-IT"/>
        </w:rPr>
      </w:pPr>
      <w:r w:rsidRPr="00F2503B">
        <w:rPr>
          <w:sz w:val="22"/>
          <w:szCs w:val="22"/>
          <w:lang w:val="it-IT"/>
        </w:rPr>
        <w:t xml:space="preserve">ma che, pur nella predetta situazione di controllo, </w:t>
      </w:r>
      <w:r w:rsidRPr="00F2503B">
        <w:rPr>
          <w:b/>
          <w:sz w:val="22"/>
          <w:szCs w:val="22"/>
          <w:lang w:val="it-IT"/>
        </w:rPr>
        <w:t>ha formulato la propria Offerta in via del tutto autonoma</w:t>
      </w:r>
      <w:r w:rsidRPr="00F2503B">
        <w:rPr>
          <w:sz w:val="22"/>
          <w:szCs w:val="22"/>
          <w:lang w:val="it-IT"/>
        </w:rPr>
        <w:t>;</w:t>
      </w:r>
    </w:p>
    <w:p w:rsidR="00522D6A" w:rsidRPr="00F2503B" w:rsidRDefault="00522D6A" w:rsidP="00A84055">
      <w:pPr>
        <w:spacing w:after="120"/>
        <w:jc w:val="both"/>
        <w:rPr>
          <w:sz w:val="22"/>
          <w:szCs w:val="22"/>
          <w:lang w:val="it-IT"/>
        </w:rPr>
      </w:pPr>
      <w:r w:rsidRPr="00F2503B">
        <w:rPr>
          <w:i/>
          <w:sz w:val="22"/>
          <w:szCs w:val="22"/>
          <w:lang w:val="it-IT"/>
        </w:rPr>
        <w:t xml:space="preserve">[selezionare la casella che segue solo qualora </w:t>
      </w:r>
      <w:r w:rsidRPr="00F2503B">
        <w:rPr>
          <w:i/>
          <w:sz w:val="22"/>
          <w:szCs w:val="22"/>
          <w:u w:val="single"/>
          <w:lang w:val="it-IT"/>
        </w:rPr>
        <w:t>sussista</w:t>
      </w:r>
      <w:r w:rsidRPr="00F2503B">
        <w:rPr>
          <w:i/>
          <w:sz w:val="22"/>
          <w:szCs w:val="22"/>
          <w:lang w:val="it-IT"/>
        </w:rPr>
        <w:t xml:space="preserve"> uno o più dei motivi di esclusione di cui all’art. 80, comma 5, del D.lgs. n. 50/2016]</w:t>
      </w:r>
      <w:r w:rsidRPr="00F2503B">
        <w:rPr>
          <w:sz w:val="22"/>
          <w:szCs w:val="22"/>
          <w:lang w:val="it-IT"/>
        </w:rPr>
        <w:t xml:space="preserve"> </w:t>
      </w:r>
    </w:p>
    <w:p w:rsidR="00522D6A" w:rsidRPr="00F2503B" w:rsidRDefault="00522D6A" w:rsidP="00A84055">
      <w:pPr>
        <w:numPr>
          <w:ilvl w:val="0"/>
          <w:numId w:val="4"/>
        </w:numPr>
        <w:tabs>
          <w:tab w:val="clear" w:pos="720"/>
        </w:tabs>
        <w:spacing w:after="120"/>
        <w:ind w:left="426" w:hanging="426"/>
        <w:jc w:val="both"/>
        <w:rPr>
          <w:sz w:val="22"/>
          <w:szCs w:val="22"/>
          <w:lang w:val="it-IT"/>
        </w:rPr>
      </w:pPr>
      <w:r w:rsidRPr="00F2503B">
        <w:rPr>
          <w:b/>
          <w:sz w:val="22"/>
          <w:szCs w:val="22"/>
          <w:lang w:val="it-IT"/>
        </w:rPr>
        <w:t>che ricorre/ricorrono uno o più dei seguenti motivi di esclusione di cui all’art. 80, comma 5, del D.Lgs. n. 50/2016</w:t>
      </w:r>
      <w:r w:rsidRPr="00F2503B">
        <w:rPr>
          <w:sz w:val="22"/>
          <w:szCs w:val="22"/>
          <w:lang w:val="it-IT"/>
        </w:rPr>
        <w:t>:</w:t>
      </w:r>
    </w:p>
    <w:p w:rsidR="00522D6A" w:rsidRPr="00F2503B" w:rsidRDefault="00522D6A" w:rsidP="00A84055">
      <w:pPr>
        <w:spacing w:after="120"/>
        <w:ind w:left="360"/>
        <w:jc w:val="both"/>
        <w:rPr>
          <w:i/>
          <w:sz w:val="22"/>
          <w:szCs w:val="22"/>
          <w:lang w:val="it-IT"/>
        </w:rPr>
      </w:pPr>
      <w:r w:rsidRPr="00F2503B">
        <w:rPr>
          <w:i/>
          <w:sz w:val="22"/>
          <w:szCs w:val="22"/>
          <w:lang w:val="it-IT"/>
        </w:rPr>
        <w:t>[selezionare esclusivamente la/le casella/e di interesse]</w:t>
      </w:r>
    </w:p>
    <w:p w:rsidR="00522D6A" w:rsidRPr="00F2503B" w:rsidRDefault="00522D6A" w:rsidP="00A84055">
      <w:pPr>
        <w:numPr>
          <w:ilvl w:val="0"/>
          <w:numId w:val="35"/>
        </w:numPr>
        <w:spacing w:after="120"/>
        <w:ind w:left="714" w:hanging="357"/>
        <w:jc w:val="both"/>
        <w:rPr>
          <w:sz w:val="22"/>
          <w:szCs w:val="22"/>
          <w:lang w:val="it-IT"/>
        </w:rPr>
      </w:pPr>
      <w:r w:rsidRPr="00F2503B">
        <w:rPr>
          <w:sz w:val="22"/>
          <w:szCs w:val="22"/>
          <w:lang w:val="it-IT"/>
        </w:rPr>
        <w:t xml:space="preserve">commissione da parte dell’Operatore Economico di gravi infrazioni debitamente accertate alle norme in materia di salute e sicurezza sul lavoro nonché agli obblighi di cui all'articolo 30, comma 3, del D.lgs. n. 50/2016 (cfr. sezione A5, lett. a, della presente dichiarazione); </w:t>
      </w:r>
    </w:p>
    <w:p w:rsidR="00522D6A" w:rsidRPr="00F2503B" w:rsidRDefault="00522D6A" w:rsidP="00A84055">
      <w:pPr>
        <w:numPr>
          <w:ilvl w:val="0"/>
          <w:numId w:val="35"/>
        </w:numPr>
        <w:spacing w:after="120"/>
        <w:ind w:left="714" w:hanging="357"/>
        <w:jc w:val="both"/>
        <w:rPr>
          <w:sz w:val="22"/>
          <w:szCs w:val="22"/>
          <w:lang w:val="it-IT"/>
        </w:rPr>
      </w:pPr>
      <w:r w:rsidRPr="00F2503B">
        <w:rPr>
          <w:sz w:val="22"/>
          <w:szCs w:val="22"/>
          <w:lang w:val="it-IT"/>
        </w:rPr>
        <w:t>stato di fallimento, di liquidazione coatta, di concordato preventivo dell’Operatore Economico (salvo il caso di concordato con continuità aziendale), o pendenza di procedimenti volti alla dichiarazione di tali stati, fermo restando quanto previsto dall'articolo 110, del D.lgs. n. 50/2016 (cfr. sezione A5, lett. b, della presente dichiarazione);</w:t>
      </w:r>
    </w:p>
    <w:p w:rsidR="00522D6A" w:rsidRPr="00F2503B" w:rsidRDefault="00522D6A" w:rsidP="0073209A">
      <w:pPr>
        <w:numPr>
          <w:ilvl w:val="0"/>
          <w:numId w:val="35"/>
        </w:numPr>
        <w:spacing w:after="120"/>
        <w:jc w:val="both"/>
        <w:rPr>
          <w:sz w:val="22"/>
          <w:szCs w:val="22"/>
          <w:lang w:val="it-IT"/>
        </w:rPr>
      </w:pPr>
      <w:r w:rsidRPr="00F2503B">
        <w:rPr>
          <w:sz w:val="22"/>
          <w:szCs w:val="22"/>
          <w:lang w:val="it-IT"/>
        </w:rPr>
        <w:t>commissione, da parte dell’operatore economico, di gravi illeciti professionali, tali da rendere dubbia la sua integrità o affidabilità, ai sensi dell’art. 80, comma 5, lett. c) del D.lgs. n. 50/2016 (cfr. sezione A5, lett. c, della presente dichiarazione), e in particolare:</w:t>
      </w:r>
    </w:p>
    <w:p w:rsidR="00522D6A" w:rsidRPr="00F2503B" w:rsidRDefault="00522D6A"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522D6A" w:rsidRPr="00F2503B" w:rsidRDefault="00522D6A"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522D6A" w:rsidRPr="00F2503B" w:rsidRDefault="00522D6A"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522D6A" w:rsidRPr="00F2503B" w:rsidRDefault="00522D6A" w:rsidP="003D4BD4">
      <w:pPr>
        <w:pBdr>
          <w:top w:val="single" w:sz="4" w:space="1" w:color="auto"/>
          <w:left w:val="single" w:sz="4" w:space="0" w:color="auto"/>
          <w:bottom w:val="single" w:sz="4" w:space="1" w:color="auto"/>
          <w:right w:val="single" w:sz="4" w:space="4" w:color="auto"/>
        </w:pBdr>
        <w:spacing w:after="120"/>
        <w:ind w:left="284"/>
        <w:jc w:val="both"/>
        <w:rPr>
          <w:sz w:val="22"/>
          <w:szCs w:val="22"/>
          <w:lang w:val="it-IT"/>
        </w:rPr>
      </w:pPr>
    </w:p>
    <w:p w:rsidR="00522D6A" w:rsidRPr="00F2503B" w:rsidRDefault="00522D6A" w:rsidP="000904BC">
      <w:pPr>
        <w:spacing w:after="120"/>
        <w:jc w:val="both"/>
        <w:rPr>
          <w:sz w:val="22"/>
          <w:szCs w:val="22"/>
          <w:lang w:val="it-IT"/>
        </w:rPr>
      </w:pPr>
    </w:p>
    <w:p w:rsidR="00522D6A" w:rsidRPr="00F2503B" w:rsidRDefault="00522D6A" w:rsidP="00A84055">
      <w:pPr>
        <w:numPr>
          <w:ilvl w:val="0"/>
          <w:numId w:val="35"/>
        </w:numPr>
        <w:spacing w:after="120"/>
        <w:ind w:left="714" w:hanging="357"/>
        <w:jc w:val="both"/>
        <w:rPr>
          <w:sz w:val="22"/>
          <w:szCs w:val="22"/>
          <w:lang w:val="it-IT"/>
        </w:rPr>
      </w:pPr>
      <w:r w:rsidRPr="00F2503B">
        <w:rPr>
          <w:sz w:val="22"/>
          <w:szCs w:val="22"/>
          <w:lang w:val="it-IT"/>
        </w:rPr>
        <w:t xml:space="preserve">applicazione, nei confronti dell'Operatore Economico, di una sanzione interdittiva di cui all'art. </w:t>
      </w:r>
      <w:hyperlink r:id="rId7" w:anchor="id=10LX0000146502ART10,__m=document" w:history="1">
        <w:r w:rsidRPr="00F2503B">
          <w:rPr>
            <w:sz w:val="22"/>
            <w:szCs w:val="22"/>
            <w:lang w:val="it-IT"/>
          </w:rPr>
          <w:t>9, comma 2, lettera c)</w:t>
        </w:r>
      </w:hyperlink>
      <w:r w:rsidRPr="00F2503B">
        <w:rPr>
          <w:sz w:val="22"/>
          <w:szCs w:val="22"/>
          <w:lang w:val="it-IT"/>
        </w:rPr>
        <w:t xml:space="preserve"> del </w:t>
      </w:r>
      <w:hyperlink r:id="rId8" w:anchor="id=10LX0000146502ART0,__m=document" w:history="1">
        <w:r w:rsidRPr="00F2503B">
          <w:rPr>
            <w:sz w:val="22"/>
            <w:szCs w:val="22"/>
            <w:lang w:val="it-IT"/>
          </w:rPr>
          <w:t>Decreto Legislativo 8 giugno 2001, n. 231</w:t>
        </w:r>
      </w:hyperlink>
      <w:r w:rsidRPr="00F2503B">
        <w:rPr>
          <w:sz w:val="22"/>
          <w:szCs w:val="22"/>
          <w:lang w:val="it-IT"/>
        </w:rPr>
        <w:t xml:space="preserve"> o di altra sanzione che comporti il divieto di contrarre con la pubblica amministrazione, compresi i provvedimenti interdittivi di cui all'articolo </w:t>
      </w:r>
      <w:hyperlink r:id="rId9" w:anchor="id=10LX0000604861ART35,__m=document" w:history="1">
        <w:r w:rsidRPr="00F2503B">
          <w:rPr>
            <w:sz w:val="22"/>
            <w:szCs w:val="22"/>
            <w:lang w:val="it-IT"/>
          </w:rPr>
          <w:t>14</w:t>
        </w:r>
      </w:hyperlink>
      <w:r w:rsidRPr="00F2503B">
        <w:rPr>
          <w:sz w:val="22"/>
          <w:szCs w:val="22"/>
          <w:lang w:val="it-IT"/>
        </w:rPr>
        <w:t xml:space="preserve"> del </w:t>
      </w:r>
      <w:hyperlink r:id="rId10" w:anchor="id=10LX0000604861ART0,__m=document" w:history="1">
        <w:r w:rsidRPr="00F2503B">
          <w:rPr>
            <w:sz w:val="22"/>
            <w:szCs w:val="22"/>
            <w:lang w:val="it-IT"/>
          </w:rPr>
          <w:t>Decreto Legislativo 9 aprile 2008, n. 81</w:t>
        </w:r>
      </w:hyperlink>
      <w:r w:rsidRPr="00F2503B">
        <w:rPr>
          <w:sz w:val="22"/>
          <w:szCs w:val="22"/>
          <w:lang w:val="it-IT"/>
        </w:rPr>
        <w:t xml:space="preserve"> (cfr. sezione A5, lett. f, della presente dichiarazione); </w:t>
      </w:r>
    </w:p>
    <w:p w:rsidR="00522D6A" w:rsidRPr="00F2503B" w:rsidRDefault="00522D6A" w:rsidP="008B3B1F">
      <w:pPr>
        <w:numPr>
          <w:ilvl w:val="0"/>
          <w:numId w:val="35"/>
        </w:numPr>
        <w:spacing w:after="120"/>
        <w:ind w:left="714" w:hanging="357"/>
        <w:jc w:val="both"/>
        <w:rPr>
          <w:sz w:val="22"/>
          <w:szCs w:val="22"/>
          <w:lang w:val="it-IT"/>
        </w:rPr>
      </w:pPr>
      <w:r w:rsidRPr="00F2503B">
        <w:rPr>
          <w:sz w:val="22"/>
          <w:szCs w:val="22"/>
          <w:lang w:val="it-IT"/>
        </w:rPr>
        <w:t>iscrizione dell’operatore nel casellario informatico tenuto dall’Osservatorio dell’ANAC per aver presentato false dichiarazioni o falsa documentazione nelle procedure di gara e negli affidamenti di subappalti. Il motivo di esclusione perdura fino a quando opera l'iscrizione nel casellario informatico (cfr. sezione A5, lett. f-ter, della presente dichiarazione);</w:t>
      </w:r>
    </w:p>
    <w:p w:rsidR="00522D6A" w:rsidRPr="00F2503B" w:rsidRDefault="00522D6A" w:rsidP="002840BE">
      <w:pPr>
        <w:numPr>
          <w:ilvl w:val="0"/>
          <w:numId w:val="35"/>
        </w:numPr>
        <w:spacing w:after="120"/>
        <w:ind w:left="714" w:hanging="357"/>
        <w:jc w:val="both"/>
        <w:rPr>
          <w:sz w:val="22"/>
          <w:szCs w:val="22"/>
          <w:lang w:val="it-IT"/>
        </w:rPr>
      </w:pPr>
      <w:r w:rsidRPr="00F2503B">
        <w:rPr>
          <w:sz w:val="22"/>
          <w:szCs w:val="22"/>
          <w:lang w:val="it-IT"/>
        </w:rPr>
        <w:t>iscrizione dell’Operatore nel casellario informatico tenuto dall'Osservatorio dell'A.N.AC. per aver presentato false dichiarazioni o falsa documentazione ai fini del rilascio dell'attestazione di qualificazione, per il periodo durante il quale perdura l'iscrizione (cfr. sezione A5, lett. g, della presente dichiarazione);</w:t>
      </w:r>
    </w:p>
    <w:p w:rsidR="00522D6A" w:rsidRPr="00F2503B" w:rsidRDefault="00522D6A" w:rsidP="00A84055">
      <w:pPr>
        <w:numPr>
          <w:ilvl w:val="0"/>
          <w:numId w:val="35"/>
        </w:numPr>
        <w:spacing w:after="120"/>
        <w:ind w:left="714" w:hanging="357"/>
        <w:jc w:val="both"/>
        <w:rPr>
          <w:sz w:val="22"/>
          <w:szCs w:val="22"/>
          <w:lang w:val="it-IT"/>
        </w:rPr>
      </w:pPr>
      <w:r w:rsidRPr="00F2503B">
        <w:rPr>
          <w:sz w:val="22"/>
          <w:szCs w:val="22"/>
          <w:lang w:val="it-IT"/>
        </w:rPr>
        <w:t xml:space="preserve">violazione, da parte dell’Operatore Economico, nell’anno precedente, del divieto di intestazione fiduciaria di cui all'art. </w:t>
      </w:r>
      <w:hyperlink r:id="rId11" w:anchor="id=10LX0000110025ART18,__m=document" w:history="1">
        <w:r w:rsidRPr="00F2503B">
          <w:rPr>
            <w:sz w:val="22"/>
            <w:szCs w:val="22"/>
            <w:lang w:val="it-IT"/>
          </w:rPr>
          <w:t>17</w:t>
        </w:r>
      </w:hyperlink>
      <w:r w:rsidRPr="00F2503B">
        <w:rPr>
          <w:sz w:val="22"/>
          <w:szCs w:val="22"/>
          <w:lang w:val="it-IT"/>
        </w:rPr>
        <w:t xml:space="preserve"> della </w:t>
      </w:r>
      <w:hyperlink r:id="rId12" w:anchor="id=10LX0000110025ART0,__m=document" w:history="1">
        <w:r w:rsidRPr="00F2503B">
          <w:rPr>
            <w:sz w:val="22"/>
            <w:szCs w:val="22"/>
            <w:lang w:val="it-IT"/>
          </w:rPr>
          <w:t>Legge 19 marzo 1990, n. 55</w:t>
        </w:r>
      </w:hyperlink>
      <w:r w:rsidRPr="00F2503B">
        <w:rPr>
          <w:sz w:val="22"/>
          <w:szCs w:val="22"/>
          <w:lang w:val="it-IT"/>
        </w:rPr>
        <w:t>, ove la violazione non sia stata rimossa (cfr. sezione A5, lett. h, della presente dichiarazione);</w:t>
      </w:r>
    </w:p>
    <w:p w:rsidR="00522D6A" w:rsidRPr="00F2503B" w:rsidRDefault="00522D6A" w:rsidP="00A84055">
      <w:pPr>
        <w:numPr>
          <w:ilvl w:val="0"/>
          <w:numId w:val="35"/>
        </w:numPr>
        <w:spacing w:after="120"/>
        <w:ind w:left="714" w:hanging="357"/>
        <w:jc w:val="both"/>
        <w:rPr>
          <w:sz w:val="22"/>
          <w:szCs w:val="22"/>
          <w:lang w:val="it-IT"/>
        </w:rPr>
      </w:pPr>
      <w:r w:rsidRPr="00F2503B">
        <w:rPr>
          <w:sz w:val="22"/>
          <w:szCs w:val="22"/>
          <w:lang w:val="it-IT"/>
        </w:rPr>
        <w:t>mancato rispetto, da parte dell’Operatore Economico, delle prescrizioni contenute nella  legge n. 68 del 12 marzo 1999, in materia di assunzioni di soggetti disabili (cfr. sezione A5, lett. i, della presente dichiarazione);</w:t>
      </w:r>
    </w:p>
    <w:p w:rsidR="00522D6A" w:rsidRPr="00F2503B" w:rsidRDefault="00522D6A" w:rsidP="00A84055">
      <w:pPr>
        <w:numPr>
          <w:ilvl w:val="0"/>
          <w:numId w:val="35"/>
        </w:numPr>
        <w:spacing w:after="120"/>
        <w:ind w:left="714" w:hanging="357"/>
        <w:jc w:val="both"/>
        <w:rPr>
          <w:sz w:val="22"/>
          <w:szCs w:val="22"/>
          <w:lang w:val="it-IT"/>
        </w:rPr>
      </w:pPr>
      <w:r w:rsidRPr="00F2503B">
        <w:rPr>
          <w:sz w:val="22"/>
          <w:szCs w:val="22"/>
          <w:lang w:val="it-IT"/>
        </w:rPr>
        <w:t xml:space="preserve">mancata denuncia all’autorità giudiziaria di reati previsti e puniti dagli articoli 317 e 629 del codice penale aggravati ai sensi dell'art. </w:t>
      </w:r>
      <w:hyperlink r:id="rId13" w:anchor="id=10LX0000119983ART8,__m=document" w:history="1">
        <w:r w:rsidRPr="00F2503B">
          <w:rPr>
            <w:sz w:val="22"/>
            <w:szCs w:val="22"/>
            <w:lang w:val="it-IT"/>
          </w:rPr>
          <w:t>7</w:t>
        </w:r>
      </w:hyperlink>
      <w:r w:rsidRPr="00F2503B">
        <w:rPr>
          <w:sz w:val="22"/>
          <w:szCs w:val="22"/>
          <w:lang w:val="it-IT"/>
        </w:rPr>
        <w:t xml:space="preserve"> del </w:t>
      </w:r>
      <w:hyperlink r:id="rId14" w:anchor="id=10LX0000119983ART0,__m=document" w:history="1">
        <w:r w:rsidRPr="00F2503B">
          <w:rPr>
            <w:sz w:val="22"/>
            <w:szCs w:val="22"/>
            <w:lang w:val="it-IT"/>
          </w:rPr>
          <w:t>Decreto-Legge 13 maggio 1991, n. 152</w:t>
        </w:r>
      </w:hyperlink>
      <w:r w:rsidRPr="00F2503B">
        <w:rPr>
          <w:sz w:val="22"/>
          <w:szCs w:val="22"/>
          <w:lang w:val="it-IT"/>
        </w:rPr>
        <w:t xml:space="preserve">, convertito, con modificazioni, dalla </w:t>
      </w:r>
      <w:hyperlink r:id="rId15" w:anchor="id=10LX0000136826ART0,__m=document" w:history="1">
        <w:r w:rsidRPr="00F2503B">
          <w:rPr>
            <w:sz w:val="22"/>
            <w:szCs w:val="22"/>
            <w:lang w:val="it-IT"/>
          </w:rPr>
          <w:t>Legge 12 luglio 1991, n. 203</w:t>
        </w:r>
      </w:hyperlink>
      <w:r w:rsidRPr="00F2503B">
        <w:rPr>
          <w:sz w:val="22"/>
          <w:szCs w:val="22"/>
          <w:lang w:val="it-IT"/>
        </w:rPr>
        <w:t xml:space="preserve"> (salvo che ricorrano i casi previsti dall'art. </w:t>
      </w:r>
      <w:hyperlink r:id="rId16" w:anchor="id=10LX0000110082ART4,__m=document" w:history="1">
        <w:r w:rsidRPr="00F2503B">
          <w:rPr>
            <w:sz w:val="22"/>
            <w:szCs w:val="22"/>
            <w:lang w:val="it-IT"/>
          </w:rPr>
          <w:t>4, comma</w:t>
        </w:r>
      </w:hyperlink>
      <w:r w:rsidRPr="00F2503B">
        <w:rPr>
          <w:sz w:val="22"/>
          <w:szCs w:val="22"/>
          <w:lang w:val="it-IT"/>
        </w:rPr>
        <w:t xml:space="preserve"> 1, della </w:t>
      </w:r>
      <w:hyperlink r:id="rId17" w:anchor="id=10LX0000110082ART0,__m=document" w:history="1">
        <w:r w:rsidRPr="00F2503B">
          <w:rPr>
            <w:sz w:val="22"/>
            <w:szCs w:val="22"/>
            <w:lang w:val="it-IT"/>
          </w:rPr>
          <w:t>Legge 24 novembre 1981, n. 689</w:t>
        </w:r>
      </w:hyperlink>
      <w:r w:rsidRPr="00F2503B">
        <w:rPr>
          <w:sz w:val="22"/>
          <w:szCs w:val="22"/>
          <w:lang w:val="it-IT"/>
        </w:rPr>
        <w:t>), risultante dalla richiesta di rinvio a giudizio formulata nei confronti  dell’Operatore nell’anno antecedente alla data di trasmissione della Lettera di Invito, comunicata dal procuratore della Repubblica all’ANAC, ai sensi dell’art. 80, comma 5, lett. l) del D.lgs. n. 50/2016 (cfr. sezione A5, lett. l, della presente dichiarazione);</w:t>
      </w:r>
    </w:p>
    <w:p w:rsidR="00522D6A" w:rsidRPr="00F2503B" w:rsidRDefault="00522D6A" w:rsidP="00A84055">
      <w:pPr>
        <w:spacing w:after="120"/>
        <w:ind w:left="709"/>
        <w:jc w:val="both"/>
        <w:rPr>
          <w:b/>
          <w:sz w:val="22"/>
          <w:szCs w:val="22"/>
          <w:lang w:val="it-IT"/>
        </w:rPr>
      </w:pPr>
      <w:r w:rsidRPr="00F2503B">
        <w:rPr>
          <w:b/>
          <w:sz w:val="22"/>
          <w:szCs w:val="22"/>
          <w:lang w:val="it-IT"/>
        </w:rPr>
        <w:t xml:space="preserve">ma che: </w:t>
      </w:r>
    </w:p>
    <w:p w:rsidR="00522D6A" w:rsidRPr="00F2503B" w:rsidRDefault="00522D6A" w:rsidP="00434435">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C75CB3">
      <w:pPr>
        <w:numPr>
          <w:ilvl w:val="0"/>
          <w:numId w:val="5"/>
        </w:numPr>
        <w:spacing w:after="120"/>
        <w:jc w:val="both"/>
        <w:rPr>
          <w:sz w:val="22"/>
          <w:szCs w:val="22"/>
          <w:lang w:val="it-IT"/>
        </w:rPr>
      </w:pPr>
      <w:r w:rsidRPr="00F2503B">
        <w:rPr>
          <w:sz w:val="22"/>
          <w:szCs w:val="22"/>
          <w:lang w:val="it-IT"/>
        </w:rPr>
        <w:t>ha risarcito o si è impegnato a risarcire qualunque danno causato dal reato o dall’illecito e ha adottato provvedimenti concreti di carattere tecnico, organizzativo e relativi al personale, idonei a prevenire ulteriori reati o illeciti, come di seguito meglio specificato:</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28"/>
      </w:tblGrid>
      <w:tr w:rsidR="00522D6A" w:rsidRPr="00842648" w:rsidTr="0041700E">
        <w:tc>
          <w:tcPr>
            <w:tcW w:w="9428" w:type="dxa"/>
          </w:tcPr>
          <w:p w:rsidR="00522D6A" w:rsidRPr="00F2503B" w:rsidRDefault="00522D6A" w:rsidP="00B96CE8">
            <w:pPr>
              <w:spacing w:after="120"/>
              <w:jc w:val="both"/>
              <w:rPr>
                <w:sz w:val="22"/>
                <w:szCs w:val="22"/>
                <w:lang w:val="it-IT"/>
              </w:rPr>
            </w:pPr>
          </w:p>
          <w:p w:rsidR="00522D6A" w:rsidRPr="00F2503B" w:rsidRDefault="00522D6A" w:rsidP="00B96CE8">
            <w:pPr>
              <w:spacing w:after="120"/>
              <w:jc w:val="both"/>
              <w:rPr>
                <w:sz w:val="22"/>
                <w:szCs w:val="22"/>
                <w:lang w:val="it-IT"/>
              </w:rPr>
            </w:pPr>
          </w:p>
          <w:p w:rsidR="00522D6A" w:rsidRPr="00F2503B" w:rsidRDefault="00522D6A" w:rsidP="00B96CE8">
            <w:pPr>
              <w:spacing w:after="120"/>
              <w:jc w:val="both"/>
              <w:rPr>
                <w:sz w:val="22"/>
                <w:szCs w:val="22"/>
                <w:lang w:val="it-IT"/>
              </w:rPr>
            </w:pPr>
          </w:p>
        </w:tc>
      </w:tr>
    </w:tbl>
    <w:p w:rsidR="00522D6A" w:rsidRPr="00F2503B" w:rsidRDefault="00522D6A" w:rsidP="0041700E">
      <w:pPr>
        <w:spacing w:after="120"/>
        <w:ind w:left="360"/>
        <w:jc w:val="both"/>
        <w:rPr>
          <w:sz w:val="22"/>
          <w:szCs w:val="22"/>
          <w:lang w:val="it-IT"/>
        </w:rPr>
      </w:pPr>
      <w:r w:rsidRPr="00F2503B">
        <w:rPr>
          <w:sz w:val="22"/>
          <w:szCs w:val="22"/>
          <w:lang w:val="it-IT"/>
        </w:rPr>
        <w:t>e non è escluso con sentenza definitiva dalla partecipazione alle procedure di appalto;</w:t>
      </w:r>
    </w:p>
    <w:p w:rsidR="00522D6A" w:rsidRPr="00F2503B" w:rsidRDefault="00522D6A" w:rsidP="0041700E">
      <w:pPr>
        <w:spacing w:after="120"/>
        <w:ind w:left="284"/>
        <w:jc w:val="both"/>
        <w:rPr>
          <w:sz w:val="22"/>
          <w:szCs w:val="22"/>
          <w:lang w:val="it-IT"/>
        </w:rPr>
      </w:pPr>
      <w:r w:rsidRPr="00F2503B">
        <w:rPr>
          <w:i/>
          <w:sz w:val="22"/>
          <w:szCs w:val="22"/>
          <w:lang w:val="it-IT"/>
        </w:rPr>
        <w:t>[ovvero]</w:t>
      </w:r>
    </w:p>
    <w:p w:rsidR="00522D6A" w:rsidRPr="00F2503B" w:rsidRDefault="00522D6A" w:rsidP="00A84055">
      <w:pPr>
        <w:numPr>
          <w:ilvl w:val="0"/>
          <w:numId w:val="20"/>
        </w:numPr>
        <w:spacing w:after="120"/>
        <w:jc w:val="both"/>
        <w:rPr>
          <w:sz w:val="22"/>
          <w:szCs w:val="22"/>
          <w:lang w:val="it-IT"/>
        </w:rPr>
      </w:pPr>
      <w:r w:rsidRPr="00F2503B">
        <w:rPr>
          <w:sz w:val="22"/>
          <w:szCs w:val="22"/>
          <w:lang w:val="it-IT"/>
        </w:rPr>
        <w:t>le fattispecie di cui al comma 5 dell’art. 80 del Codice, ove non sia intervenuta sentenza di condanna, sono state accertate definitivamente più di tre anni prima , ai sensi dell’art. 80, comma 10, del medesimo Codice.</w:t>
      </w:r>
    </w:p>
    <w:p w:rsidR="00522D6A" w:rsidRPr="00F2503B" w:rsidRDefault="00522D6A" w:rsidP="00A84055">
      <w:pPr>
        <w:rPr>
          <w:sz w:val="22"/>
          <w:szCs w:val="22"/>
          <w:lang w:val="it-IT"/>
        </w:rPr>
      </w:pPr>
    </w:p>
    <w:p w:rsidR="00522D6A" w:rsidRPr="00F2503B" w:rsidRDefault="00522D6A" w:rsidP="001A6C1D">
      <w:pPr>
        <w:numPr>
          <w:ilvl w:val="0"/>
          <w:numId w:val="27"/>
        </w:numPr>
        <w:spacing w:after="120"/>
        <w:ind w:left="142" w:hanging="568"/>
        <w:jc w:val="both"/>
        <w:rPr>
          <w:b/>
          <w:sz w:val="22"/>
          <w:szCs w:val="22"/>
          <w:lang w:val="it-IT"/>
        </w:rPr>
      </w:pPr>
      <w:r w:rsidRPr="00F2503B">
        <w:rPr>
          <w:b/>
          <w:sz w:val="22"/>
          <w:szCs w:val="22"/>
          <w:lang w:val="it-IT"/>
        </w:rPr>
        <w:t>Ulteriori motivi di esclusione previsti dalla normativa nazionale</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applicare a favore dei propri lavoratori dipendenti, o nei confronti dei propri soci in caso di cooperativa, condizioni normative e retributive non deteriori e/o inferiori a quelle risultanti dai contratti nazionali di lavoro e dagli accordi locali integrativi relativi al luogo in cui si trova la propria sede, nonché di rispettare le forme e le procedure previste in materia dalla l. n. 55 del 19 marzo 1990 e s.m. e i.;</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non aver posto in essere atti o comportamenti discriminatori debitamente accertati, ai sensi degli artt. 43 e 44, 11 comma, del D.Lgs. n. 286 del 25 luglio 1998, comportanti l’esclusione dalle gare;</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non trovarsi nelle condizioni ostative di cui all’art. 5, comma 6, della Lettera di Invito, il quale prevede che “</w:t>
      </w:r>
      <w:r w:rsidRPr="00F2503B">
        <w:rPr>
          <w:i/>
          <w:sz w:val="22"/>
          <w:szCs w:val="22"/>
          <w:lang w:val="it-IT"/>
        </w:rPr>
        <w:t>Ai sensi dell’art. 53, comma 16-ter, del D.Lgs. n. 165/01, i dipendenti che, negli ultimi tre anni di servizio, abbiano esercitato poteri autoritativi o negoziali per conto di pubbliche amministrazioni non possono svolgere, nei tre anni successivi alla cessazione del rapporto di lavoro, attività lavorativa o professionale presso i soggetti privati destinatari dell’attività della pubblica amministrazione svolta attraverso i medesimi poteri. I contratti conclusi e gli incarichi conferiti in violazione di quanto sopra sono nulli ed è fatto divieto ai soggetti privati che li hanno conclusi o conferiti di contrattare con le pubbliche amministrazioni per i successivi tre anni con obbligo di restituzione dei compensi eventualmente percepiti e accertati ad essi riferiti. Ai sensi dell’art. 21, del D.Lgs. n. 39/2013, ai fini dell’applicazione dei divieti di cui ai precedenti periodi, devono considerarsi dipendenti delle pubbliche amministrazioni anche i soggetti titolari di uno degli incarichi di cui al D.Lgs. n. 39/13 medesimo, ivi compresi i soggetti esterni con i quali le pubbliche amministrazioni, gli enti pubblici o gli enti privati in controllo pubblico abbiano stabilito un rapporto di lavoro, subordinato o autonomo</w:t>
      </w:r>
      <w:r w:rsidRPr="00F2503B">
        <w:rPr>
          <w:sz w:val="22"/>
          <w:szCs w:val="22"/>
          <w:lang w:val="it-IT"/>
        </w:rPr>
        <w:t>”;</w:t>
      </w:r>
    </w:p>
    <w:p w:rsidR="00522D6A" w:rsidRPr="00F2503B" w:rsidRDefault="00522D6A" w:rsidP="0073209A">
      <w:pPr>
        <w:pStyle w:val="ListParagraph"/>
        <w:numPr>
          <w:ilvl w:val="0"/>
          <w:numId w:val="23"/>
        </w:numPr>
        <w:spacing w:after="120"/>
        <w:ind w:left="284" w:hanging="284"/>
        <w:jc w:val="both"/>
        <w:rPr>
          <w:sz w:val="22"/>
          <w:szCs w:val="22"/>
          <w:lang w:val="it-IT"/>
        </w:rPr>
      </w:pPr>
      <w:r w:rsidRPr="00F2503B">
        <w:rPr>
          <w:sz w:val="22"/>
          <w:szCs w:val="22"/>
          <w:lang w:val="it-IT"/>
        </w:rPr>
        <w:t xml:space="preserve"> (per l’operatore economico ammesso al concordato preventivo con continuità aziendale di cui all’art. 186 bis del R.D. 16 marzo 1942, n. 267 che concorra riunito in RTI) che non partecipa alla gara quale mandataria di un raggruppamento temporaneo di imprese e che le altre imprese aderenti al raggruppamento non sono assoggettate ad una procedura concorsuale ai sensi dell’art. 186  </w:t>
      </w:r>
      <w:r w:rsidRPr="00F2503B">
        <w:rPr>
          <w:i/>
          <w:sz w:val="22"/>
          <w:szCs w:val="22"/>
          <w:lang w:val="it-IT"/>
        </w:rPr>
        <w:t>bis,</w:t>
      </w:r>
      <w:r w:rsidRPr="00F2503B">
        <w:rPr>
          <w:sz w:val="22"/>
          <w:szCs w:val="22"/>
          <w:lang w:val="it-IT"/>
        </w:rPr>
        <w:t xml:space="preserve"> comma 6 del R.D. 16 marzo 1942, n. 267;</w:t>
      </w:r>
    </w:p>
    <w:p w:rsidR="00522D6A" w:rsidRPr="00F2503B" w:rsidRDefault="00522D6A" w:rsidP="0073209A">
      <w:pPr>
        <w:spacing w:after="120"/>
        <w:ind w:left="357"/>
        <w:jc w:val="both"/>
        <w:rPr>
          <w:sz w:val="22"/>
          <w:szCs w:val="22"/>
          <w:lang w:val="it-IT"/>
        </w:rPr>
      </w:pPr>
    </w:p>
    <w:p w:rsidR="00522D6A" w:rsidRPr="00F2503B" w:rsidRDefault="00522D6A" w:rsidP="00C1464C">
      <w:pPr>
        <w:spacing w:after="120"/>
        <w:jc w:val="both"/>
        <w:rPr>
          <w:sz w:val="22"/>
          <w:szCs w:val="22"/>
          <w:lang w:val="it-IT"/>
        </w:rPr>
      </w:pPr>
    </w:p>
    <w:p w:rsidR="00522D6A" w:rsidRPr="00F2503B" w:rsidRDefault="00522D6A" w:rsidP="001A6C1D">
      <w:pPr>
        <w:numPr>
          <w:ilvl w:val="0"/>
          <w:numId w:val="26"/>
        </w:numPr>
        <w:spacing w:after="120"/>
        <w:ind w:left="567" w:hanging="1134"/>
        <w:jc w:val="both"/>
        <w:rPr>
          <w:sz w:val="22"/>
          <w:szCs w:val="22"/>
          <w:lang w:val="it-IT"/>
        </w:rPr>
      </w:pPr>
      <w:r w:rsidRPr="00F2503B">
        <w:rPr>
          <w:b/>
          <w:sz w:val="22"/>
          <w:szCs w:val="22"/>
          <w:lang w:val="it-IT"/>
        </w:rPr>
        <w:t>CRITERI DI SELEZIONE</w:t>
      </w:r>
    </w:p>
    <w:p w:rsidR="00522D6A" w:rsidRPr="00F2503B" w:rsidRDefault="00522D6A" w:rsidP="001A6C1D">
      <w:pPr>
        <w:numPr>
          <w:ilvl w:val="0"/>
          <w:numId w:val="28"/>
        </w:numPr>
        <w:spacing w:after="120"/>
        <w:ind w:left="142" w:hanging="568"/>
        <w:jc w:val="both"/>
        <w:rPr>
          <w:b/>
          <w:sz w:val="22"/>
          <w:szCs w:val="22"/>
          <w:lang w:val="it-IT"/>
        </w:rPr>
      </w:pPr>
      <w:r w:rsidRPr="00F2503B">
        <w:rPr>
          <w:b/>
          <w:sz w:val="22"/>
          <w:szCs w:val="22"/>
          <w:lang w:val="it-IT"/>
        </w:rPr>
        <w:t>Idoneità professionale</w:t>
      </w:r>
    </w:p>
    <w:p w:rsidR="00522D6A" w:rsidRPr="00F2503B" w:rsidRDefault="00522D6A" w:rsidP="00C1464C">
      <w:pPr>
        <w:numPr>
          <w:ilvl w:val="0"/>
          <w:numId w:val="1"/>
        </w:numPr>
        <w:tabs>
          <w:tab w:val="clear" w:pos="720"/>
          <w:tab w:val="left" w:pos="360"/>
        </w:tabs>
        <w:spacing w:after="120"/>
        <w:ind w:left="357"/>
        <w:jc w:val="both"/>
        <w:rPr>
          <w:b/>
          <w:sz w:val="22"/>
          <w:szCs w:val="22"/>
          <w:lang w:val="it-IT"/>
        </w:rPr>
      </w:pPr>
      <w:r w:rsidRPr="00F2503B">
        <w:rPr>
          <w:sz w:val="22"/>
          <w:szCs w:val="22"/>
          <w:lang w:val="it-IT"/>
        </w:rPr>
        <w:t xml:space="preserve">di essere regolarmente iscritto alla Camera di Commercio, Industria, Artigianato ed Agricoltura di ______________________________________, n.° iscrizione______________________, per le medesime attività oggetto di procedura, ovvero </w:t>
      </w:r>
      <w:r w:rsidRPr="00F2503B">
        <w:rPr>
          <w:iCs/>
          <w:sz w:val="22"/>
          <w:szCs w:val="22"/>
          <w:lang w:val="it-IT"/>
        </w:rPr>
        <w:t>nel registro professionale o commerciale dello Stato di residenza_____________________, al n. _______________________</w:t>
      </w:r>
      <w:r w:rsidRPr="00F2503B">
        <w:rPr>
          <w:sz w:val="22"/>
          <w:szCs w:val="22"/>
          <w:lang w:val="it-IT"/>
        </w:rPr>
        <w:t>;</w:t>
      </w:r>
    </w:p>
    <w:p w:rsidR="00522D6A" w:rsidRPr="00F2503B" w:rsidRDefault="00522D6A" w:rsidP="00C1464C">
      <w:pPr>
        <w:numPr>
          <w:ilvl w:val="0"/>
          <w:numId w:val="1"/>
        </w:numPr>
        <w:tabs>
          <w:tab w:val="clear" w:pos="720"/>
          <w:tab w:val="left" w:pos="360"/>
        </w:tabs>
        <w:spacing w:after="120"/>
        <w:ind w:left="357"/>
        <w:jc w:val="both"/>
        <w:rPr>
          <w:b/>
          <w:sz w:val="22"/>
          <w:szCs w:val="22"/>
          <w:lang w:val="it-IT"/>
        </w:rPr>
      </w:pPr>
      <w:r w:rsidRPr="00F2503B">
        <w:rPr>
          <w:color w:val="000000"/>
          <w:sz w:val="22"/>
          <w:szCs w:val="22"/>
          <w:lang w:val="it-IT"/>
        </w:rPr>
        <w:t>di possedere l’autorizzazione all’esercizio dell’attività bancaria ai sensi del D.Lgs n. 385/1993, ovvero apposita autorizzazione legislativa equipollente;</w:t>
      </w:r>
    </w:p>
    <w:p w:rsidR="00522D6A" w:rsidRPr="00F2503B" w:rsidRDefault="00522D6A"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 xml:space="preserve">che è in possesso di apposita certificazione di qualità </w:t>
      </w:r>
      <w:r w:rsidRPr="00F2503B">
        <w:rPr>
          <w:i/>
          <w:sz w:val="22"/>
          <w:szCs w:val="22"/>
          <w:lang w:val="it-IT"/>
        </w:rPr>
        <w:t xml:space="preserve"> _________________</w:t>
      </w:r>
      <w:r w:rsidRPr="00F2503B">
        <w:rPr>
          <w:sz w:val="22"/>
          <w:szCs w:val="22"/>
          <w:lang w:val="it-IT"/>
        </w:rPr>
        <w:t xml:space="preserve">, avente ad oggetto_____________, in corso di validità, rilasciata da ____________ in data___________ </w:t>
      </w:r>
      <w:r w:rsidRPr="00F2503B">
        <w:rPr>
          <w:i/>
          <w:sz w:val="22"/>
          <w:szCs w:val="22"/>
          <w:lang w:val="it-IT"/>
        </w:rPr>
        <w:t>sub</w:t>
      </w:r>
      <w:r w:rsidRPr="00F2503B">
        <w:rPr>
          <w:sz w:val="22"/>
          <w:szCs w:val="22"/>
          <w:lang w:val="it-IT"/>
        </w:rPr>
        <w:t xml:space="preserve"> n. ____________________ed avente validità sino al _____________________;</w:t>
      </w:r>
    </w:p>
    <w:p w:rsidR="00522D6A" w:rsidRPr="00F2503B" w:rsidRDefault="00522D6A" w:rsidP="00C1464C">
      <w:pPr>
        <w:spacing w:after="120"/>
        <w:jc w:val="both"/>
        <w:rPr>
          <w:i/>
          <w:sz w:val="22"/>
          <w:szCs w:val="22"/>
          <w:lang w:val="it-IT"/>
        </w:rPr>
      </w:pPr>
      <w:r w:rsidRPr="00F2503B">
        <w:rPr>
          <w:i/>
          <w:sz w:val="22"/>
          <w:szCs w:val="22"/>
          <w:lang w:val="it-IT"/>
        </w:rPr>
        <w:t>[ovvero]</w:t>
      </w:r>
    </w:p>
    <w:p w:rsidR="00522D6A" w:rsidRPr="00F2503B" w:rsidRDefault="00522D6A"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che è in possesso di altra prova relativa all’impiego di misure equivalenti di garanzia della qualità, ai sensi dell’art.87, comma 1, del D.lgs. n. 50/2016, consistente nello specifico in _________________________________________________________________ stante l’impossibilità di ottenere la suddetta certificazione entro i termini richiesti, in quanto___________________;</w:t>
      </w:r>
      <w:r w:rsidRPr="00F2503B">
        <w:rPr>
          <w:sz w:val="22"/>
          <w:szCs w:val="22"/>
          <w:lang w:val="it-IT"/>
        </w:rPr>
        <w:tab/>
      </w:r>
    </w:p>
    <w:p w:rsidR="00522D6A" w:rsidRPr="00F2503B" w:rsidRDefault="00522D6A"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1A6C1D">
      <w:pPr>
        <w:numPr>
          <w:ilvl w:val="0"/>
          <w:numId w:val="5"/>
        </w:numPr>
        <w:tabs>
          <w:tab w:val="clear" w:pos="720"/>
          <w:tab w:val="num" w:pos="360"/>
        </w:tabs>
        <w:spacing w:after="120"/>
        <w:ind w:left="360"/>
        <w:jc w:val="both"/>
        <w:rPr>
          <w:sz w:val="22"/>
          <w:szCs w:val="22"/>
          <w:lang w:val="it-IT"/>
        </w:rPr>
      </w:pPr>
      <w:r w:rsidRPr="00F2503B">
        <w:rPr>
          <w:sz w:val="22"/>
          <w:szCs w:val="22"/>
          <w:lang w:val="it-IT"/>
        </w:rPr>
        <w:t>che è in possesso di apposita certificazione in materia ambientale, attestante il rispetto del sistema/norma______________, rilasciata da____________, in data ______________</w:t>
      </w:r>
      <w:r w:rsidRPr="00F2503B">
        <w:rPr>
          <w:i/>
          <w:sz w:val="22"/>
          <w:szCs w:val="22"/>
          <w:lang w:val="it-IT"/>
        </w:rPr>
        <w:t>sub</w:t>
      </w:r>
      <w:r w:rsidRPr="00F2503B">
        <w:rPr>
          <w:sz w:val="22"/>
          <w:szCs w:val="22"/>
          <w:lang w:val="it-IT"/>
        </w:rPr>
        <w:t xml:space="preserve"> n. ___________________ed avente validità sino al ________________;</w:t>
      </w:r>
    </w:p>
    <w:p w:rsidR="00522D6A" w:rsidRPr="00F2503B" w:rsidRDefault="00522D6A" w:rsidP="00C1464C">
      <w:pPr>
        <w:spacing w:after="120"/>
        <w:jc w:val="both"/>
        <w:rPr>
          <w:i/>
          <w:sz w:val="22"/>
          <w:szCs w:val="22"/>
          <w:lang w:val="it-IT"/>
        </w:rPr>
      </w:pPr>
      <w:r w:rsidRPr="00F2503B">
        <w:rPr>
          <w:i/>
          <w:sz w:val="22"/>
          <w:szCs w:val="22"/>
          <w:lang w:val="it-IT"/>
        </w:rPr>
        <w:t>[ovvero]</w:t>
      </w:r>
    </w:p>
    <w:p w:rsidR="00522D6A" w:rsidRPr="00F2503B" w:rsidRDefault="00522D6A" w:rsidP="000646D5">
      <w:pPr>
        <w:numPr>
          <w:ilvl w:val="0"/>
          <w:numId w:val="5"/>
        </w:numPr>
        <w:tabs>
          <w:tab w:val="clear" w:pos="720"/>
          <w:tab w:val="num" w:pos="360"/>
        </w:tabs>
        <w:spacing w:after="120"/>
        <w:ind w:left="360"/>
        <w:jc w:val="both"/>
        <w:rPr>
          <w:sz w:val="22"/>
          <w:szCs w:val="22"/>
          <w:lang w:val="it-IT"/>
        </w:rPr>
      </w:pPr>
      <w:r w:rsidRPr="00F2503B">
        <w:rPr>
          <w:sz w:val="22"/>
          <w:szCs w:val="22"/>
          <w:lang w:val="it-IT"/>
        </w:rPr>
        <w:t>che è in possesso di altra prova relativa all’impiego di misure di gestione ambientale equivalenti, ai sensi dell’art. 87, comma 2</w:t>
      </w:r>
      <w:r>
        <w:rPr>
          <w:sz w:val="22"/>
          <w:szCs w:val="22"/>
          <w:lang w:val="it-IT"/>
        </w:rPr>
        <w:t xml:space="preserve">, </w:t>
      </w:r>
      <w:r w:rsidRPr="00F2503B">
        <w:rPr>
          <w:sz w:val="22"/>
          <w:szCs w:val="22"/>
          <w:lang w:val="it-IT"/>
        </w:rPr>
        <w:t>del D.lgs. n. 50/2016, consistente nello specifico in_________________________________, stante l’impossibilità di avere accesso alla suddetta certificazione o di ottenerla entro i termini richiesti, in quanto___________;</w:t>
      </w:r>
    </w:p>
    <w:p w:rsidR="00522D6A" w:rsidRPr="00F2503B" w:rsidRDefault="00522D6A" w:rsidP="00C1464C">
      <w:pPr>
        <w:spacing w:after="120"/>
        <w:jc w:val="both"/>
        <w:rPr>
          <w:b/>
          <w:sz w:val="22"/>
          <w:szCs w:val="22"/>
          <w:lang w:val="it-IT"/>
        </w:rPr>
      </w:pPr>
    </w:p>
    <w:p w:rsidR="00522D6A" w:rsidRPr="00F2503B" w:rsidRDefault="00522D6A" w:rsidP="001A6C1D">
      <w:pPr>
        <w:numPr>
          <w:ilvl w:val="0"/>
          <w:numId w:val="26"/>
        </w:numPr>
        <w:spacing w:after="120"/>
        <w:ind w:left="567" w:hanging="1134"/>
        <w:jc w:val="both"/>
        <w:rPr>
          <w:b/>
          <w:sz w:val="22"/>
          <w:szCs w:val="22"/>
          <w:lang w:val="it-IT"/>
        </w:rPr>
      </w:pPr>
      <w:r w:rsidRPr="00F2503B">
        <w:rPr>
          <w:b/>
          <w:sz w:val="22"/>
          <w:szCs w:val="22"/>
          <w:lang w:val="it-IT"/>
        </w:rPr>
        <w:t>INFORMAZIONI RELATIVE AI MEZZI DI PROVA</w:t>
      </w:r>
    </w:p>
    <w:p w:rsidR="00522D6A" w:rsidRPr="00F2503B" w:rsidRDefault="00522D6A"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le seguenti autorità pubbliche o soggetti terzi, sono responsabili al rilascio dei seguenti documenti complementari:</w:t>
      </w:r>
    </w:p>
    <w:p w:rsidR="00522D6A" w:rsidRPr="00F2503B" w:rsidRDefault="00522D6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qualora le relative informazioni siano conosciute dall’Operatore</w:t>
      </w:r>
      <w:r w:rsidRPr="00F2503B">
        <w:rPr>
          <w:sz w:val="22"/>
          <w:szCs w:val="22"/>
          <w:lang w:val="it-IT"/>
        </w:rPr>
        <w:t>]</w:t>
      </w:r>
    </w:p>
    <w:p w:rsidR="00522D6A" w:rsidRPr="00F2503B" w:rsidRDefault="00522D6A" w:rsidP="00C1464C">
      <w:pPr>
        <w:spacing w:after="120"/>
        <w:ind w:left="-3"/>
        <w:jc w:val="both"/>
        <w:rPr>
          <w:sz w:val="22"/>
          <w:szCs w:val="22"/>
          <w:lang w:val="it-IT"/>
        </w:rPr>
      </w:pP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89"/>
        <w:gridCol w:w="2475"/>
        <w:gridCol w:w="2448"/>
        <w:gridCol w:w="2419"/>
      </w:tblGrid>
      <w:tr w:rsidR="00522D6A" w:rsidRPr="00F2503B" w:rsidTr="001A6C1D">
        <w:tc>
          <w:tcPr>
            <w:tcW w:w="2528" w:type="dxa"/>
          </w:tcPr>
          <w:p w:rsidR="00522D6A" w:rsidRPr="00F2503B" w:rsidRDefault="00522D6A" w:rsidP="001A6C1D">
            <w:pPr>
              <w:spacing w:after="120"/>
              <w:jc w:val="center"/>
              <w:rPr>
                <w:b/>
                <w:color w:val="000000"/>
                <w:sz w:val="22"/>
                <w:szCs w:val="22"/>
                <w:lang w:val="it-IT"/>
              </w:rPr>
            </w:pPr>
            <w:r w:rsidRPr="00F2503B">
              <w:rPr>
                <w:b/>
                <w:color w:val="000000"/>
                <w:sz w:val="22"/>
                <w:szCs w:val="22"/>
                <w:lang w:val="it-IT"/>
              </w:rPr>
              <w:t>Motivo di esclusione/Criterio di selezione</w:t>
            </w:r>
          </w:p>
        </w:tc>
        <w:tc>
          <w:tcPr>
            <w:tcW w:w="2528" w:type="dxa"/>
          </w:tcPr>
          <w:p w:rsidR="00522D6A" w:rsidRPr="00F2503B" w:rsidRDefault="00522D6A" w:rsidP="001A6C1D">
            <w:pPr>
              <w:spacing w:after="120"/>
              <w:jc w:val="center"/>
              <w:rPr>
                <w:b/>
                <w:color w:val="000000"/>
                <w:sz w:val="22"/>
                <w:szCs w:val="22"/>
                <w:lang w:val="it-IT"/>
              </w:rPr>
            </w:pPr>
            <w:r w:rsidRPr="00F2503B">
              <w:rPr>
                <w:b/>
                <w:color w:val="000000"/>
                <w:sz w:val="22"/>
                <w:szCs w:val="22"/>
                <w:lang w:val="it-IT"/>
              </w:rPr>
              <w:t>Documentazione complementare</w:t>
            </w:r>
          </w:p>
        </w:tc>
        <w:tc>
          <w:tcPr>
            <w:tcW w:w="2528" w:type="dxa"/>
          </w:tcPr>
          <w:p w:rsidR="00522D6A" w:rsidRPr="00F2503B" w:rsidRDefault="00522D6A" w:rsidP="001A6C1D">
            <w:pPr>
              <w:spacing w:after="120"/>
              <w:jc w:val="center"/>
              <w:rPr>
                <w:b/>
                <w:color w:val="000000"/>
                <w:sz w:val="22"/>
                <w:szCs w:val="22"/>
                <w:lang w:val="it-IT"/>
              </w:rPr>
            </w:pPr>
            <w:r w:rsidRPr="00F2503B">
              <w:rPr>
                <w:b/>
                <w:color w:val="000000"/>
                <w:sz w:val="22"/>
                <w:szCs w:val="22"/>
                <w:lang w:val="it-IT"/>
              </w:rPr>
              <w:t>Autorità o organismo responsabile al rilascio</w:t>
            </w:r>
          </w:p>
        </w:tc>
        <w:tc>
          <w:tcPr>
            <w:tcW w:w="2528" w:type="dxa"/>
          </w:tcPr>
          <w:p w:rsidR="00522D6A" w:rsidRPr="00F2503B" w:rsidRDefault="00522D6A" w:rsidP="001A6C1D">
            <w:pPr>
              <w:spacing w:after="120"/>
              <w:jc w:val="center"/>
              <w:rPr>
                <w:b/>
                <w:color w:val="000000"/>
                <w:sz w:val="22"/>
                <w:szCs w:val="22"/>
                <w:lang w:val="it-IT"/>
              </w:rPr>
            </w:pPr>
            <w:r w:rsidRPr="00F2503B">
              <w:rPr>
                <w:b/>
                <w:color w:val="000000"/>
                <w:sz w:val="22"/>
                <w:szCs w:val="22"/>
                <w:lang w:val="it-IT"/>
              </w:rPr>
              <w:t>Punti di contatto</w:t>
            </w:r>
          </w:p>
        </w:tc>
      </w:tr>
      <w:tr w:rsidR="00522D6A" w:rsidRPr="00F2503B" w:rsidTr="001A6C1D">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r>
      <w:tr w:rsidR="00522D6A" w:rsidRPr="00F2503B" w:rsidTr="001A6C1D">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r>
      <w:tr w:rsidR="00522D6A" w:rsidRPr="00F2503B" w:rsidTr="001A6C1D">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r>
      <w:tr w:rsidR="00522D6A" w:rsidRPr="00F2503B" w:rsidTr="001A6C1D">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c>
          <w:tcPr>
            <w:tcW w:w="2528" w:type="dxa"/>
          </w:tcPr>
          <w:p w:rsidR="00522D6A" w:rsidRPr="00F2503B" w:rsidRDefault="00522D6A" w:rsidP="001A6C1D">
            <w:pPr>
              <w:spacing w:after="120"/>
              <w:jc w:val="both"/>
              <w:rPr>
                <w:sz w:val="22"/>
                <w:szCs w:val="22"/>
                <w:lang w:val="it-IT"/>
              </w:rPr>
            </w:pPr>
          </w:p>
        </w:tc>
      </w:tr>
    </w:tbl>
    <w:p w:rsidR="00522D6A" w:rsidRPr="00F2503B" w:rsidRDefault="00522D6A"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di essere in grado, su richiesta e senza indugio, di fornire la documentazione complementare indicata all’art. 13 della Lettera di Invito.</w:t>
      </w:r>
    </w:p>
    <w:p w:rsidR="00522D6A" w:rsidRPr="00F2503B" w:rsidRDefault="00522D6A" w:rsidP="00C1464C">
      <w:pPr>
        <w:spacing w:after="120"/>
        <w:jc w:val="both"/>
        <w:rPr>
          <w:b/>
          <w:sz w:val="22"/>
          <w:szCs w:val="22"/>
          <w:lang w:val="it-IT"/>
        </w:rPr>
      </w:pPr>
    </w:p>
    <w:p w:rsidR="00522D6A" w:rsidRPr="00F2503B" w:rsidRDefault="00522D6A" w:rsidP="001A6C1D">
      <w:pPr>
        <w:numPr>
          <w:ilvl w:val="0"/>
          <w:numId w:val="26"/>
        </w:numPr>
        <w:spacing w:after="120"/>
        <w:ind w:left="567" w:hanging="1134"/>
        <w:jc w:val="both"/>
        <w:rPr>
          <w:sz w:val="22"/>
          <w:szCs w:val="22"/>
          <w:lang w:val="it-IT"/>
        </w:rPr>
      </w:pPr>
      <w:r w:rsidRPr="00F2503B">
        <w:rPr>
          <w:b/>
          <w:sz w:val="22"/>
          <w:szCs w:val="22"/>
          <w:lang w:val="it-IT"/>
        </w:rPr>
        <w:t>ULTERIORI INFORMAZIONI RILEVANTI</w:t>
      </w:r>
    </w:p>
    <w:p w:rsidR="00522D6A" w:rsidRPr="00F2503B" w:rsidRDefault="00522D6A" w:rsidP="001A6C1D">
      <w:pPr>
        <w:numPr>
          <w:ilvl w:val="0"/>
          <w:numId w:val="29"/>
        </w:numPr>
        <w:spacing w:after="120"/>
        <w:ind w:left="142" w:hanging="568"/>
        <w:jc w:val="both"/>
        <w:rPr>
          <w:b/>
          <w:sz w:val="22"/>
          <w:szCs w:val="22"/>
          <w:lang w:val="it-IT"/>
        </w:rPr>
      </w:pPr>
      <w:r w:rsidRPr="00F2503B">
        <w:rPr>
          <w:b/>
          <w:sz w:val="22"/>
          <w:szCs w:val="22"/>
          <w:lang w:val="it-IT"/>
        </w:rPr>
        <w:t>Informazioni di carattere generale</w:t>
      </w:r>
    </w:p>
    <w:p w:rsidR="00522D6A" w:rsidRPr="00F2503B" w:rsidRDefault="00522D6A"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w:t>
      </w:r>
      <w:r w:rsidRPr="00F2503B">
        <w:rPr>
          <w:i/>
          <w:sz w:val="22"/>
          <w:szCs w:val="22"/>
          <w:lang w:val="it-IT"/>
        </w:rPr>
        <w:t>nel solo caso di società, GEIE, o di raggruppamento o consorzio già costituiti</w:t>
      </w:r>
      <w:r w:rsidRPr="00F2503B">
        <w:rPr>
          <w:sz w:val="22"/>
          <w:szCs w:val="22"/>
          <w:lang w:val="it-IT"/>
        </w:rPr>
        <w:t>] di essere validamente costituito ed organizzato ai sensi della normativa vigente nel rispettivo Paese di appartenenza;</w:t>
      </w:r>
    </w:p>
    <w:p w:rsidR="00522D6A" w:rsidRPr="00F2503B" w:rsidRDefault="00522D6A"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azienda detiene tutte le autorizzazioni amministrative, i nulla osta, le licenze, i pareri ed i permessi, comunque denominati, eventualmente necessari per l'esercizio della propria attività e la prestazione dell'appalto;</w:t>
      </w:r>
    </w:p>
    <w:p w:rsidR="00522D6A" w:rsidRPr="00F2503B" w:rsidRDefault="00522D6A"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che ha prodot</w:t>
      </w:r>
      <w:r w:rsidRPr="00F2503B">
        <w:rPr>
          <w:color w:val="000000"/>
          <w:sz w:val="22"/>
          <w:szCs w:val="22"/>
          <w:lang w:val="it-IT"/>
        </w:rPr>
        <w:t>to nella “</w:t>
      </w:r>
      <w:r w:rsidRPr="00F2503B">
        <w:rPr>
          <w:color w:val="000000"/>
          <w:sz w:val="22"/>
          <w:szCs w:val="22"/>
          <w:u w:val="single"/>
          <w:lang w:val="it-IT"/>
        </w:rPr>
        <w:t>Busta A – Documentazione Amministrativa</w:t>
      </w:r>
      <w:r w:rsidRPr="00F2503B">
        <w:rPr>
          <w:color w:val="000000"/>
          <w:sz w:val="22"/>
          <w:szCs w:val="22"/>
          <w:lang w:val="it-IT"/>
        </w:rPr>
        <w:t xml:space="preserve">” dell’Offerta </w:t>
      </w:r>
      <w:r w:rsidRPr="00F2503B">
        <w:rPr>
          <w:b/>
          <w:color w:val="000000"/>
          <w:sz w:val="22"/>
          <w:szCs w:val="22"/>
          <w:lang w:val="it-IT"/>
        </w:rPr>
        <w:t>la</w:t>
      </w:r>
      <w:r w:rsidRPr="00F2503B">
        <w:rPr>
          <w:color w:val="000000"/>
          <w:sz w:val="22"/>
          <w:szCs w:val="22"/>
          <w:lang w:val="it-IT"/>
        </w:rPr>
        <w:t xml:space="preserve"> </w:t>
      </w:r>
      <w:r w:rsidRPr="00F2503B">
        <w:rPr>
          <w:b/>
          <w:color w:val="000000"/>
          <w:sz w:val="22"/>
          <w:szCs w:val="22"/>
          <w:lang w:val="it-IT"/>
        </w:rPr>
        <w:t>garanzia provvisoria di cui all’art. 93 del D.Lgs. n. 50/2016</w:t>
      </w:r>
      <w:r w:rsidRPr="00F2503B">
        <w:rPr>
          <w:color w:val="000000"/>
          <w:sz w:val="22"/>
          <w:szCs w:val="22"/>
          <w:lang w:val="it-IT"/>
        </w:rPr>
        <w:t>, nella misura e secondo le modalità stabilite nella Lettera di Invito, e che la medesima è congrua per entità e tenore alle prescrizioni della norma in questione e a quell</w:t>
      </w:r>
      <w:r w:rsidRPr="00F2503B">
        <w:rPr>
          <w:sz w:val="22"/>
          <w:szCs w:val="22"/>
          <w:lang w:val="it-IT"/>
        </w:rPr>
        <w:t xml:space="preserve">e ulteriori poste dalla Lettera di Invito; </w:t>
      </w:r>
    </w:p>
    <w:p w:rsidR="00522D6A" w:rsidRPr="00F2503B" w:rsidRDefault="00522D6A" w:rsidP="00C1464C">
      <w:pPr>
        <w:numPr>
          <w:ilvl w:val="0"/>
          <w:numId w:val="1"/>
        </w:numPr>
        <w:tabs>
          <w:tab w:val="clear" w:pos="720"/>
          <w:tab w:val="left" w:pos="360"/>
        </w:tabs>
        <w:spacing w:after="120"/>
        <w:ind w:left="357"/>
        <w:jc w:val="both"/>
        <w:rPr>
          <w:sz w:val="22"/>
          <w:szCs w:val="22"/>
          <w:lang w:val="it-IT"/>
        </w:rPr>
      </w:pPr>
      <w:r w:rsidRPr="00F2503B">
        <w:rPr>
          <w:sz w:val="22"/>
          <w:szCs w:val="22"/>
          <w:lang w:val="it-IT"/>
        </w:rPr>
        <w:t>c</w:t>
      </w:r>
      <w:r w:rsidRPr="00F2503B">
        <w:rPr>
          <w:color w:val="000000"/>
          <w:sz w:val="22"/>
          <w:szCs w:val="22"/>
          <w:lang w:val="it-IT"/>
        </w:rPr>
        <w:t>he, ai fini dei benefici di cui all’art. 93, comma 7, del D.lgs. n. 50/2016:</w:t>
      </w:r>
    </w:p>
    <w:p w:rsidR="00522D6A" w:rsidRPr="00F2503B" w:rsidRDefault="00522D6A" w:rsidP="00C1464C">
      <w:pPr>
        <w:spacing w:after="120"/>
        <w:jc w:val="both"/>
        <w:rPr>
          <w:sz w:val="22"/>
          <w:szCs w:val="22"/>
          <w:lang w:val="it-IT"/>
        </w:rPr>
      </w:pPr>
      <w:r w:rsidRPr="00F2503B">
        <w:rPr>
          <w:sz w:val="22"/>
          <w:szCs w:val="22"/>
          <w:lang w:val="it-IT"/>
        </w:rPr>
        <w:t>[</w:t>
      </w:r>
      <w:r w:rsidRPr="00F2503B">
        <w:rPr>
          <w:i/>
          <w:sz w:val="22"/>
          <w:szCs w:val="22"/>
          <w:lang w:val="it-IT"/>
        </w:rPr>
        <w:t>compilare gli spazi relativi ai documenti di cui si è in possesso</w:t>
      </w:r>
      <w:r w:rsidRPr="00F2503B">
        <w:rPr>
          <w:sz w:val="22"/>
          <w:szCs w:val="22"/>
          <w:lang w:val="it-IT"/>
        </w:rPr>
        <w:t>]</w:t>
      </w:r>
    </w:p>
    <w:p w:rsidR="00522D6A" w:rsidRPr="00F2503B" w:rsidRDefault="00522D6A"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adeguata certificazione di qualità UNI CEI ISO ___________________________, in corso di validità, rilasciata da____________________________, in data_________________________, avente ad oggetto ____________________________________________________________, e scadenza al _________________________________, ovvero dichiara come segue la presenza di elementi significativi e tra loro correlati dell’esistenza di tale sistema: _______________________________________________________________________; </w:t>
      </w:r>
    </w:p>
    <w:p w:rsidR="00522D6A" w:rsidRPr="00F2503B" w:rsidRDefault="00522D6A"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registrazione al sistema comunitario di ecogestione e audit (EMAS), ai sensi del regolamento (CE) n. 1221/2009 del Parlamento europeo e del Consiglio, del 25 novembre 2009, in corso di validità, n._________________________, con scadenza al______; </w:t>
      </w:r>
    </w:p>
    <w:p w:rsidR="00522D6A" w:rsidRPr="00F2503B" w:rsidRDefault="00522D6A" w:rsidP="004F62E9">
      <w:pPr>
        <w:numPr>
          <w:ilvl w:val="0"/>
          <w:numId w:val="17"/>
        </w:numPr>
        <w:tabs>
          <w:tab w:val="left" w:pos="360"/>
        </w:tabs>
        <w:spacing w:after="120"/>
        <w:jc w:val="both"/>
        <w:rPr>
          <w:sz w:val="22"/>
          <w:szCs w:val="22"/>
          <w:lang w:val="it-IT"/>
        </w:rPr>
      </w:pPr>
      <w:r w:rsidRPr="00F2503B">
        <w:rPr>
          <w:bCs/>
          <w:sz w:val="22"/>
          <w:szCs w:val="22"/>
          <w:lang w:val="it-IT"/>
        </w:rPr>
        <w:t>è microimpresa, piccola o media impresa o raggruppamento di operatori economici o consorzio ordinario costituito esclusivamente da microimprese, piccole e medie imprese;</w:t>
      </w:r>
    </w:p>
    <w:p w:rsidR="00522D6A" w:rsidRPr="00F2503B" w:rsidRDefault="00522D6A"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certificazione ambientale ai sensi della norma UNI EN ISO 14001, in corso di validità, rilasciata da ___________________________, in data_________________________, e scadenza al ________________; </w:t>
      </w:r>
    </w:p>
    <w:p w:rsidR="00522D6A" w:rsidRPr="00F2503B" w:rsidRDefault="00522D6A" w:rsidP="001A6C1D">
      <w:pPr>
        <w:numPr>
          <w:ilvl w:val="0"/>
          <w:numId w:val="17"/>
        </w:numPr>
        <w:tabs>
          <w:tab w:val="left" w:pos="360"/>
        </w:tabs>
        <w:spacing w:after="120"/>
        <w:jc w:val="both"/>
        <w:rPr>
          <w:sz w:val="22"/>
          <w:szCs w:val="22"/>
          <w:lang w:val="it-IT"/>
        </w:rPr>
      </w:pPr>
      <w:r w:rsidRPr="00F2503B">
        <w:rPr>
          <w:sz w:val="22"/>
          <w:szCs w:val="22"/>
          <w:lang w:val="it-IT"/>
        </w:rPr>
        <w:t xml:space="preserve">è in possesso di marchio di qualità ecologica dell’Unione europea (Ecolabel UE) ai sensi del regolamento (CE) n. 66/2010 del Parlamento europeo e del Consiglio, del 25 novembre 2009, in corso di validità, rilasciato da ___________________________, in data_________________________, avente ad oggetto ___________________, e scadenza al__________; </w:t>
      </w:r>
    </w:p>
    <w:p w:rsidR="00522D6A" w:rsidRPr="00F2503B" w:rsidRDefault="00522D6A" w:rsidP="001A6C1D">
      <w:pPr>
        <w:numPr>
          <w:ilvl w:val="0"/>
          <w:numId w:val="17"/>
        </w:numPr>
        <w:tabs>
          <w:tab w:val="left" w:pos="360"/>
        </w:tabs>
        <w:spacing w:after="120"/>
        <w:jc w:val="both"/>
        <w:rPr>
          <w:sz w:val="22"/>
          <w:szCs w:val="22"/>
          <w:lang w:val="it-IT"/>
        </w:rPr>
      </w:pPr>
      <w:r w:rsidRPr="00F2503B">
        <w:rPr>
          <w:sz w:val="22"/>
          <w:szCs w:val="22"/>
          <w:lang w:val="it-IT"/>
        </w:rPr>
        <w:t>ha sviluppato un inventario di gas ad effetto serra ai sensi della norma UNI EN ISO 14064-1, certificato mediante__________, in corso di validità, rilasciata/o da___________, in data___________, e scadenza al___________;</w:t>
      </w:r>
    </w:p>
    <w:p w:rsidR="00522D6A" w:rsidRPr="00F2503B" w:rsidRDefault="00522D6A"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ha sviluppato un’impronta climatica (</w:t>
      </w:r>
      <w:r w:rsidRPr="00F2503B">
        <w:rPr>
          <w:i/>
          <w:color w:val="000000"/>
          <w:sz w:val="22"/>
          <w:szCs w:val="22"/>
          <w:lang w:val="it-IT"/>
        </w:rPr>
        <w:t>carbon footprint</w:t>
      </w:r>
      <w:r w:rsidRPr="00F2503B">
        <w:rPr>
          <w:color w:val="000000"/>
          <w:sz w:val="22"/>
          <w:szCs w:val="22"/>
          <w:lang w:val="it-IT"/>
        </w:rPr>
        <w:t xml:space="preserve">) di prodotto ai sensi della norma UNI ISO/TS 14067, </w:t>
      </w:r>
      <w:r w:rsidRPr="00F2503B">
        <w:rPr>
          <w:sz w:val="22"/>
          <w:szCs w:val="22"/>
          <w:lang w:val="it-IT"/>
        </w:rPr>
        <w:t>certificata mediante__________, in corso di validità, rilasciata/o da___________, in data___________, e scadenza al___________</w:t>
      </w:r>
      <w:r w:rsidRPr="00F2503B">
        <w:rPr>
          <w:color w:val="000000"/>
          <w:sz w:val="22"/>
          <w:szCs w:val="22"/>
          <w:lang w:val="it-IT"/>
        </w:rPr>
        <w:t>;</w:t>
      </w:r>
    </w:p>
    <w:p w:rsidR="00522D6A" w:rsidRPr="00F2503B" w:rsidRDefault="00522D6A"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w:t>
      </w:r>
      <w:r w:rsidRPr="00F2503B">
        <w:rPr>
          <w:i/>
          <w:color w:val="000000"/>
          <w:sz w:val="22"/>
          <w:szCs w:val="22"/>
          <w:lang w:val="it-IT"/>
        </w:rPr>
        <w:t>rating di legalità_______</w:t>
      </w:r>
      <w:r w:rsidRPr="00F2503B">
        <w:rPr>
          <w:color w:val="000000"/>
          <w:sz w:val="22"/>
          <w:szCs w:val="22"/>
          <w:lang w:val="it-IT"/>
        </w:rPr>
        <w:t>, ottenuto in data___________, con scadenza al_________, non sospeso né revocato;</w:t>
      </w:r>
    </w:p>
    <w:p w:rsidR="00522D6A" w:rsidRPr="00F2503B" w:rsidRDefault="00522D6A"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del mod</w:t>
      </w:r>
      <w:r>
        <w:rPr>
          <w:color w:val="000000"/>
          <w:sz w:val="22"/>
          <w:szCs w:val="22"/>
          <w:lang w:val="it-IT"/>
        </w:rPr>
        <w:t>ello organizzativo ai sensi del</w:t>
      </w:r>
      <w:r w:rsidRPr="00F2503B">
        <w:rPr>
          <w:color w:val="000000"/>
          <w:sz w:val="22"/>
          <w:szCs w:val="22"/>
          <w:lang w:val="it-IT"/>
        </w:rPr>
        <w:t xml:space="preserve"> decreto legislativo n. 231/2001, adottato in data___________, con provvedimento prot. n._____________;</w:t>
      </w:r>
    </w:p>
    <w:p w:rsidR="00522D6A" w:rsidRPr="00F2503B" w:rsidRDefault="00522D6A"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 xml:space="preserve">è in possesso di certificazione </w:t>
      </w:r>
      <w:r w:rsidRPr="00F2503B">
        <w:rPr>
          <w:i/>
          <w:color w:val="000000"/>
          <w:sz w:val="22"/>
          <w:szCs w:val="22"/>
          <w:lang w:val="it-IT"/>
        </w:rPr>
        <w:t>social accountability</w:t>
      </w:r>
      <w:r w:rsidRPr="00F2503B">
        <w:rPr>
          <w:color w:val="000000"/>
          <w:sz w:val="22"/>
          <w:szCs w:val="22"/>
          <w:lang w:val="it-IT"/>
        </w:rPr>
        <w:t xml:space="preserve"> 8000</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522D6A" w:rsidRPr="00F2503B" w:rsidRDefault="00522D6A" w:rsidP="001A6C1D">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del sistema di gestione a tutela della sicurezza e della salute dei lavoratori, o di certificazione OHSAS 18001</w:t>
      </w:r>
      <w:r w:rsidRPr="00F2503B">
        <w:rPr>
          <w:sz w:val="22"/>
          <w:szCs w:val="22"/>
          <w:lang w:val="it-IT"/>
        </w:rPr>
        <w:t>, in corso di validità, rilasciata da____________________________, in data_________________________ e scadenza al _________________________________</w:t>
      </w:r>
      <w:r w:rsidRPr="00F2503B">
        <w:rPr>
          <w:color w:val="000000"/>
          <w:sz w:val="22"/>
          <w:szCs w:val="22"/>
          <w:lang w:val="it-IT"/>
        </w:rPr>
        <w:t>;</w:t>
      </w:r>
    </w:p>
    <w:p w:rsidR="00522D6A" w:rsidRPr="00F2503B" w:rsidRDefault="00522D6A" w:rsidP="002659CB">
      <w:pPr>
        <w:numPr>
          <w:ilvl w:val="0"/>
          <w:numId w:val="17"/>
        </w:numPr>
        <w:tabs>
          <w:tab w:val="left" w:pos="360"/>
        </w:tabs>
        <w:spacing w:after="120"/>
        <w:jc w:val="both"/>
        <w:rPr>
          <w:color w:val="000000"/>
          <w:sz w:val="22"/>
          <w:szCs w:val="22"/>
          <w:lang w:val="it-IT"/>
        </w:rPr>
      </w:pPr>
      <w:r w:rsidRPr="00F2503B">
        <w:rPr>
          <w:color w:val="000000"/>
          <w:sz w:val="22"/>
          <w:szCs w:val="22"/>
          <w:lang w:val="it-IT"/>
        </w:rPr>
        <w:t>è in possesso di certificazione UNI CEI EN ISO 50001 riguardante il sistema di gestione dell’energia o UNI CEI 11352 riguardante la certificazione di operatività in qualità di ESC (</w:t>
      </w:r>
      <w:r w:rsidRPr="00F2503B">
        <w:rPr>
          <w:i/>
          <w:color w:val="000000"/>
          <w:sz w:val="22"/>
          <w:szCs w:val="22"/>
          <w:lang w:val="it-IT"/>
        </w:rPr>
        <w:t>Energy Service Company</w:t>
      </w:r>
      <w:r w:rsidRPr="00F2503B">
        <w:rPr>
          <w:color w:val="000000"/>
          <w:sz w:val="22"/>
          <w:szCs w:val="22"/>
          <w:lang w:val="it-IT"/>
        </w:rPr>
        <w:t xml:space="preserve">) per l’offerta qualitativa dei servizi energetici e per gli Operatori Economici in possesso della certificazione ISO 27001 riguardante il sistema di gestione della sicurezza delle informazioni, </w:t>
      </w:r>
      <w:r w:rsidRPr="00F2503B">
        <w:rPr>
          <w:sz w:val="22"/>
          <w:szCs w:val="22"/>
          <w:lang w:val="it-IT"/>
        </w:rPr>
        <w:t>in corso di validità, rilasciata da____________________________, in data_________________________ e scadenza al _________________________________</w:t>
      </w:r>
      <w:r w:rsidRPr="00F2503B">
        <w:rPr>
          <w:color w:val="000000"/>
          <w:sz w:val="22"/>
          <w:szCs w:val="22"/>
          <w:lang w:val="it-IT"/>
        </w:rPr>
        <w:t>;</w:t>
      </w:r>
    </w:p>
    <w:p w:rsidR="00522D6A" w:rsidRPr="00F2503B" w:rsidRDefault="00522D6A" w:rsidP="00101C58">
      <w:pPr>
        <w:numPr>
          <w:ilvl w:val="0"/>
          <w:numId w:val="30"/>
        </w:numPr>
        <w:tabs>
          <w:tab w:val="left" w:pos="426"/>
        </w:tabs>
        <w:spacing w:after="120"/>
        <w:ind w:left="426" w:hanging="426"/>
        <w:jc w:val="both"/>
        <w:rPr>
          <w:color w:val="000000"/>
          <w:sz w:val="22"/>
          <w:szCs w:val="22"/>
          <w:lang w:val="it-IT"/>
        </w:rPr>
      </w:pPr>
      <w:r w:rsidRPr="00F2503B">
        <w:rPr>
          <w:spacing w:val="-1"/>
          <w:sz w:val="22"/>
          <w:szCs w:val="22"/>
          <w:lang w:val="it-IT"/>
        </w:rPr>
        <w:t>(fatta eccezione per le microimprese, piccole e medie imprese e i raggruppamenti temporanei o consorzi ordinari costituiti esclusivamente da microimprese, piccole e medie imprese)</w:t>
      </w:r>
      <w:r w:rsidRPr="00F2503B">
        <w:rPr>
          <w:color w:val="000000"/>
          <w:sz w:val="22"/>
          <w:szCs w:val="22"/>
          <w:lang w:val="it-IT"/>
        </w:rPr>
        <w:t xml:space="preserve"> che, nel caso in cui non sia già contenuto nella fideiussione provvisoria, ha prodotto nella </w:t>
      </w:r>
      <w:r w:rsidRPr="00F2503B">
        <w:rPr>
          <w:color w:val="000000"/>
          <w:sz w:val="22"/>
          <w:szCs w:val="22"/>
          <w:u w:val="single"/>
          <w:lang w:val="it-IT"/>
        </w:rPr>
        <w:t>“Busta A – Documentazione Amministrativa”</w:t>
      </w:r>
      <w:r w:rsidRPr="00F2503B">
        <w:rPr>
          <w:color w:val="000000"/>
          <w:sz w:val="22"/>
          <w:szCs w:val="22"/>
          <w:lang w:val="it-IT"/>
        </w:rPr>
        <w:t xml:space="preserve"> dell’Offerta </w:t>
      </w:r>
      <w:r w:rsidRPr="00F2503B">
        <w:rPr>
          <w:b/>
          <w:color w:val="000000"/>
          <w:sz w:val="22"/>
          <w:szCs w:val="22"/>
          <w:lang w:val="it-IT"/>
        </w:rPr>
        <w:t>l’impegno di un fideiussore</w:t>
      </w:r>
      <w:r w:rsidRPr="00F2503B">
        <w:rPr>
          <w:color w:val="000000"/>
          <w:sz w:val="22"/>
          <w:szCs w:val="22"/>
          <w:lang w:val="it-IT"/>
        </w:rPr>
        <w:t xml:space="preserve">, anche diverso da quello che ha rilasciato la garanzia provvisoria, </w:t>
      </w:r>
      <w:r w:rsidRPr="00F2503B">
        <w:rPr>
          <w:b/>
          <w:color w:val="000000"/>
          <w:sz w:val="22"/>
          <w:szCs w:val="22"/>
          <w:lang w:val="it-IT"/>
        </w:rPr>
        <w:t>a rilasciare la garanzia fideiussoria di cui all’art. 103 del Codice</w:t>
      </w:r>
      <w:r w:rsidRPr="00F2503B">
        <w:rPr>
          <w:color w:val="000000"/>
          <w:sz w:val="22"/>
          <w:szCs w:val="22"/>
          <w:lang w:val="it-IT"/>
        </w:rPr>
        <w:t>, in caso di aggiudicazione;</w:t>
      </w:r>
    </w:p>
    <w:p w:rsidR="00522D6A" w:rsidRPr="00F2503B" w:rsidRDefault="00522D6A" w:rsidP="00101C58">
      <w:pPr>
        <w:numPr>
          <w:ilvl w:val="0"/>
          <w:numId w:val="30"/>
        </w:numPr>
        <w:tabs>
          <w:tab w:val="left" w:pos="426"/>
        </w:tabs>
        <w:spacing w:after="120"/>
        <w:ind w:left="426" w:hanging="426"/>
        <w:jc w:val="both"/>
        <w:rPr>
          <w:color w:val="000000"/>
          <w:sz w:val="22"/>
          <w:szCs w:val="22"/>
          <w:lang w:val="it-IT"/>
        </w:rPr>
      </w:pPr>
      <w:r w:rsidRPr="00F2503B">
        <w:rPr>
          <w:color w:val="000000"/>
          <w:sz w:val="22"/>
          <w:szCs w:val="22"/>
          <w:lang w:val="it-IT"/>
        </w:rPr>
        <w:t>[</w:t>
      </w:r>
      <w:r w:rsidRPr="00F2503B">
        <w:rPr>
          <w:i/>
          <w:sz w:val="22"/>
          <w:szCs w:val="22"/>
          <w:highlight w:val="yellow"/>
          <w:lang w:val="it-IT"/>
        </w:rPr>
        <w:t>solo in caso di procedure di importo pari o superiore a € 150.000,00</w:t>
      </w:r>
      <w:r w:rsidRPr="00F2503B">
        <w:rPr>
          <w:color w:val="000000"/>
          <w:sz w:val="22"/>
          <w:szCs w:val="22"/>
          <w:lang w:val="it-IT"/>
        </w:rPr>
        <w:t xml:space="preserve">] che ha provveduto al pagamento del </w:t>
      </w:r>
      <w:r w:rsidRPr="00F2503B">
        <w:rPr>
          <w:b/>
          <w:color w:val="000000"/>
          <w:sz w:val="22"/>
          <w:szCs w:val="22"/>
          <w:lang w:val="it-IT"/>
        </w:rPr>
        <w:t>contributo all’A.N.AC.</w:t>
      </w:r>
      <w:r w:rsidRPr="00F2503B">
        <w:rPr>
          <w:color w:val="000000"/>
          <w:sz w:val="22"/>
          <w:szCs w:val="22"/>
          <w:lang w:val="it-IT"/>
        </w:rPr>
        <w:t>, nella misura e secondo le modalità stabilite nella Lettera di Invito, e che ha allegato la prova di tale pagamento nell’ambito della “Busta A – Documentazione Amministrativa”;</w:t>
      </w:r>
    </w:p>
    <w:p w:rsidR="00522D6A" w:rsidRPr="00F2503B" w:rsidRDefault="00522D6A" w:rsidP="00C1464C">
      <w:pPr>
        <w:spacing w:after="120"/>
        <w:ind w:firstLine="351"/>
        <w:jc w:val="both"/>
        <w:rPr>
          <w:b/>
          <w:color w:val="000000"/>
          <w:sz w:val="22"/>
          <w:szCs w:val="22"/>
          <w:lang w:val="it-IT"/>
        </w:rPr>
      </w:pPr>
      <w:r w:rsidRPr="00F2503B">
        <w:rPr>
          <w:b/>
          <w:color w:val="000000"/>
          <w:sz w:val="22"/>
          <w:szCs w:val="22"/>
          <w:lang w:val="it-IT"/>
        </w:rPr>
        <w:t>[</w:t>
      </w:r>
      <w:r w:rsidRPr="00F2503B">
        <w:rPr>
          <w:b/>
          <w:i/>
          <w:color w:val="000000"/>
          <w:sz w:val="22"/>
          <w:szCs w:val="22"/>
          <w:lang w:val="it-IT"/>
        </w:rPr>
        <w:t>clausole a selezione alternativa</w:t>
      </w:r>
      <w:r w:rsidRPr="00F2503B">
        <w:rPr>
          <w:b/>
          <w:color w:val="000000"/>
          <w:sz w:val="22"/>
          <w:szCs w:val="22"/>
          <w:lang w:val="it-IT"/>
        </w:rPr>
        <w:t>]</w:t>
      </w:r>
    </w:p>
    <w:p w:rsidR="00522D6A" w:rsidRPr="00F2503B" w:rsidRDefault="00522D6A" w:rsidP="001A6C1D">
      <w:pPr>
        <w:numPr>
          <w:ilvl w:val="0"/>
          <w:numId w:val="16"/>
        </w:numPr>
        <w:spacing w:after="120"/>
        <w:jc w:val="both"/>
        <w:rPr>
          <w:color w:val="000000"/>
          <w:sz w:val="22"/>
          <w:szCs w:val="22"/>
          <w:lang w:val="it-IT"/>
        </w:rPr>
      </w:pPr>
      <w:r w:rsidRPr="00F2503B">
        <w:rPr>
          <w:color w:val="000000"/>
          <w:sz w:val="22"/>
          <w:szCs w:val="22"/>
          <w:lang w:val="it-IT"/>
        </w:rPr>
        <w:t xml:space="preserve">che, ai sensi di quanto previsto dagli artt. 81 e 216, comma 13 del D.lgs. n. 50/2016 e dalla Deliberazione dell’A.N.AC. (già A.V.C.P.) n. 111 del 20 dicembre 2012, come aggiornata dalla successiva Deliberazione n. 157 del 17 febbraio 2016, </w:t>
      </w:r>
      <w:r w:rsidRPr="00F2503B">
        <w:rPr>
          <w:b/>
          <w:color w:val="000000"/>
          <w:sz w:val="22"/>
          <w:szCs w:val="22"/>
          <w:u w:val="single"/>
          <w:lang w:val="it-IT"/>
        </w:rPr>
        <w:t>ha provveduto</w:t>
      </w:r>
      <w:r w:rsidRPr="00F2503B">
        <w:rPr>
          <w:color w:val="000000"/>
          <w:sz w:val="22"/>
          <w:szCs w:val="22"/>
          <w:lang w:val="it-IT"/>
        </w:rPr>
        <w:t>, secondo le modalità stabilite nella Lettera di Invito, alla richiesta del “</w:t>
      </w:r>
      <w:r w:rsidRPr="00F2503B">
        <w:rPr>
          <w:b/>
          <w:i/>
          <w:color w:val="000000"/>
          <w:sz w:val="22"/>
          <w:szCs w:val="22"/>
          <w:lang w:val="it-IT"/>
        </w:rPr>
        <w:t>PassOE</w:t>
      </w:r>
      <w:r w:rsidRPr="00F2503B">
        <w:rPr>
          <w:color w:val="000000"/>
          <w:sz w:val="22"/>
          <w:szCs w:val="22"/>
          <w:lang w:val="it-IT"/>
        </w:rPr>
        <w:t xml:space="preserve">” all’Autorità Nazionale AntiCorruzione e che </w:t>
      </w:r>
      <w:r w:rsidRPr="00F2503B">
        <w:rPr>
          <w:b/>
          <w:color w:val="000000"/>
          <w:sz w:val="22"/>
          <w:szCs w:val="22"/>
          <w:u w:val="single"/>
          <w:lang w:val="it-IT"/>
        </w:rPr>
        <w:t>ha allegato</w:t>
      </w:r>
      <w:r w:rsidRPr="00F2503B">
        <w:rPr>
          <w:color w:val="000000"/>
          <w:sz w:val="22"/>
          <w:szCs w:val="22"/>
          <w:lang w:val="it-IT"/>
        </w:rPr>
        <w:t xml:space="preserve"> il documento attestante il rilascio del </w:t>
      </w:r>
      <w:r w:rsidRPr="00F2503B">
        <w:rPr>
          <w:i/>
          <w:color w:val="000000"/>
          <w:sz w:val="22"/>
          <w:szCs w:val="22"/>
          <w:lang w:val="it-IT"/>
        </w:rPr>
        <w:t>PassOE</w:t>
      </w:r>
      <w:r w:rsidRPr="00F2503B">
        <w:rPr>
          <w:color w:val="000000"/>
          <w:sz w:val="22"/>
          <w:szCs w:val="22"/>
          <w:lang w:val="it-IT"/>
        </w:rPr>
        <w:t>, nell’ambito della “Busta A – Documentazione Amministrativa”</w:t>
      </w:r>
    </w:p>
    <w:p w:rsidR="00522D6A" w:rsidRPr="00F2503B" w:rsidRDefault="00522D6A" w:rsidP="00C1464C">
      <w:pPr>
        <w:spacing w:after="120"/>
        <w:ind w:firstLine="360"/>
        <w:jc w:val="both"/>
        <w:rPr>
          <w:i/>
          <w:color w:val="000000"/>
          <w:sz w:val="22"/>
          <w:szCs w:val="22"/>
          <w:lang w:val="it-IT"/>
        </w:rPr>
      </w:pPr>
      <w:r w:rsidRPr="00F2503B">
        <w:rPr>
          <w:i/>
          <w:color w:val="000000"/>
          <w:sz w:val="22"/>
          <w:szCs w:val="22"/>
          <w:lang w:val="it-IT"/>
        </w:rPr>
        <w:t>[ovvero]</w:t>
      </w:r>
    </w:p>
    <w:p w:rsidR="00522D6A" w:rsidRPr="00F2503B" w:rsidRDefault="00522D6A" w:rsidP="001A6C1D">
      <w:pPr>
        <w:numPr>
          <w:ilvl w:val="0"/>
          <w:numId w:val="16"/>
        </w:numPr>
        <w:spacing w:after="120"/>
        <w:jc w:val="both"/>
        <w:rPr>
          <w:color w:val="000000"/>
          <w:sz w:val="22"/>
          <w:szCs w:val="22"/>
          <w:lang w:val="it-IT"/>
        </w:rPr>
      </w:pPr>
      <w:r w:rsidRPr="00F2503B">
        <w:rPr>
          <w:color w:val="000000"/>
          <w:sz w:val="22"/>
          <w:szCs w:val="22"/>
          <w:lang w:val="it-IT"/>
        </w:rPr>
        <w:t xml:space="preserve">che </w:t>
      </w:r>
      <w:r w:rsidRPr="00F2503B">
        <w:rPr>
          <w:b/>
          <w:color w:val="000000"/>
          <w:sz w:val="22"/>
          <w:szCs w:val="22"/>
          <w:u w:val="single"/>
          <w:lang w:val="it-IT"/>
        </w:rPr>
        <w:t>non ha provveduto</w:t>
      </w:r>
      <w:r w:rsidRPr="00F2503B">
        <w:rPr>
          <w:color w:val="000000"/>
          <w:sz w:val="22"/>
          <w:szCs w:val="22"/>
          <w:lang w:val="it-IT"/>
        </w:rPr>
        <w:t xml:space="preserve"> alla richiesta del “</w:t>
      </w:r>
      <w:r w:rsidRPr="00F2503B">
        <w:rPr>
          <w:b/>
          <w:i/>
          <w:color w:val="000000"/>
          <w:sz w:val="22"/>
          <w:szCs w:val="22"/>
          <w:lang w:val="it-IT"/>
        </w:rPr>
        <w:t>PassOE</w:t>
      </w:r>
      <w:r w:rsidRPr="00F2503B">
        <w:rPr>
          <w:color w:val="000000"/>
          <w:sz w:val="22"/>
          <w:szCs w:val="22"/>
          <w:lang w:val="it-IT"/>
        </w:rPr>
        <w:t xml:space="preserve">” all’A.N.AC. e che pertanto </w:t>
      </w:r>
      <w:r w:rsidRPr="00F2503B">
        <w:rPr>
          <w:b/>
          <w:color w:val="000000"/>
          <w:sz w:val="22"/>
          <w:szCs w:val="22"/>
          <w:u w:val="single"/>
          <w:lang w:val="it-IT"/>
        </w:rPr>
        <w:t>non ha allegato</w:t>
      </w:r>
      <w:r w:rsidRPr="00F2503B">
        <w:rPr>
          <w:color w:val="000000"/>
          <w:sz w:val="22"/>
          <w:szCs w:val="22"/>
          <w:lang w:val="it-IT"/>
        </w:rPr>
        <w:t xml:space="preserve"> il documento attestante il rilascio del </w:t>
      </w:r>
      <w:r w:rsidRPr="00F2503B">
        <w:rPr>
          <w:i/>
          <w:color w:val="000000"/>
          <w:sz w:val="22"/>
          <w:szCs w:val="22"/>
          <w:lang w:val="it-IT"/>
        </w:rPr>
        <w:t>PassOE</w:t>
      </w:r>
      <w:r w:rsidRPr="00F2503B">
        <w:rPr>
          <w:color w:val="000000"/>
          <w:sz w:val="22"/>
          <w:szCs w:val="22"/>
          <w:lang w:val="it-IT"/>
        </w:rPr>
        <w:t xml:space="preserve"> nell’ambito della “Busta A – Documentazione Amministrativa”, ma che si impegna a richiedere all’A.N.AC. il </w:t>
      </w:r>
      <w:r w:rsidRPr="00F2503B">
        <w:rPr>
          <w:i/>
          <w:color w:val="000000"/>
          <w:sz w:val="22"/>
          <w:szCs w:val="22"/>
          <w:lang w:val="it-IT"/>
        </w:rPr>
        <w:t>PassOE</w:t>
      </w:r>
      <w:r w:rsidRPr="00F2503B">
        <w:rPr>
          <w:color w:val="000000"/>
          <w:sz w:val="22"/>
          <w:szCs w:val="22"/>
          <w:lang w:val="it-IT"/>
        </w:rPr>
        <w:t xml:space="preserve"> nel termine assegnato, qualora la Stazione Appaltante ne faccia richiesta, ai fini della verifica dei requisiti </w:t>
      </w:r>
      <w:r w:rsidRPr="00F2503B">
        <w:rPr>
          <w:i/>
          <w:color w:val="000000"/>
          <w:sz w:val="22"/>
          <w:szCs w:val="22"/>
          <w:lang w:val="it-IT"/>
        </w:rPr>
        <w:t>ex</w:t>
      </w:r>
      <w:r w:rsidRPr="00F2503B">
        <w:rPr>
          <w:color w:val="000000"/>
          <w:sz w:val="22"/>
          <w:szCs w:val="22"/>
          <w:lang w:val="it-IT"/>
        </w:rPr>
        <w:t xml:space="preserve"> artt. 80 e 83 del D.lgs. n. 50/2016;</w:t>
      </w:r>
    </w:p>
    <w:p w:rsidR="00522D6A" w:rsidRPr="00F2503B" w:rsidRDefault="00522D6A"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essere consapevole che è necessario produrre, in allegato alla presente, copia dei </w:t>
      </w:r>
      <w:r w:rsidRPr="00F2503B">
        <w:rPr>
          <w:sz w:val="22"/>
          <w:szCs w:val="22"/>
          <w:lang w:val="it-IT"/>
        </w:rPr>
        <w:t>documenti</w:t>
      </w:r>
      <w:r w:rsidRPr="00F2503B">
        <w:rPr>
          <w:color w:val="000000"/>
          <w:sz w:val="22"/>
          <w:szCs w:val="22"/>
          <w:lang w:val="it-IT"/>
        </w:rPr>
        <w:t xml:space="preserve"> di identità di tutti i soggetti sottoscriventi, in corso di validità;</w:t>
      </w:r>
    </w:p>
    <w:p w:rsidR="00522D6A" w:rsidRPr="00F2503B" w:rsidRDefault="00522D6A" w:rsidP="001A6C1D">
      <w:pPr>
        <w:numPr>
          <w:ilvl w:val="0"/>
          <w:numId w:val="13"/>
        </w:numPr>
        <w:tabs>
          <w:tab w:val="clear" w:pos="720"/>
          <w:tab w:val="num" w:pos="360"/>
        </w:tabs>
        <w:spacing w:after="120"/>
        <w:ind w:left="357"/>
        <w:jc w:val="both"/>
        <w:rPr>
          <w:color w:val="000000"/>
          <w:sz w:val="22"/>
          <w:szCs w:val="22"/>
          <w:lang w:val="it-IT"/>
        </w:rPr>
      </w:pPr>
      <w:r w:rsidRPr="00F2503B">
        <w:rPr>
          <w:color w:val="000000"/>
          <w:sz w:val="22"/>
          <w:szCs w:val="22"/>
          <w:lang w:val="it-IT"/>
        </w:rPr>
        <w:t xml:space="preserve">di aver preso </w:t>
      </w:r>
      <w:r w:rsidRPr="00F2503B">
        <w:rPr>
          <w:sz w:val="22"/>
          <w:szCs w:val="22"/>
          <w:lang w:val="it-IT"/>
        </w:rPr>
        <w:t>conoscenza</w:t>
      </w:r>
      <w:r w:rsidRPr="00F2503B">
        <w:rPr>
          <w:color w:val="000000"/>
          <w:sz w:val="22"/>
          <w:szCs w:val="22"/>
          <w:lang w:val="it-IT"/>
        </w:rPr>
        <w:t xml:space="preserve"> del contenuto della Lettera di Invito, del Capitolato Tecnico, dello Schema di Accordo Quadro e dello Schema di Convenzione e di tutti gli allegati, e di accettarne il contenuto senza riserva alcuna;</w:t>
      </w:r>
    </w:p>
    <w:p w:rsidR="00522D6A" w:rsidRPr="00F2503B" w:rsidRDefault="00522D6A"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gli sono ben note e accetta, per il caso di affidamento del Contratto, tutte le condizioni previste dalla documentazione della procedura e dall’offerta avanzata, le quali vengono accolte senza riserva e/o condizione alcuna;</w:t>
      </w:r>
    </w:p>
    <w:p w:rsidR="00522D6A" w:rsidRPr="00F2503B" w:rsidRDefault="00522D6A"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la propria offerta sarà improntata a serietà, integrità, indipendenza e segretezza, e che conformerà i propri comportamenti ai principi di lealtà, trasparenza e correttezza, e che non ha posto in essere, né praticato intese restrittive della concorrenza ai sensi della normativa applicabile, ivi inclusi gli artt. 81 e ss. del Trattato CE e le disposizioni di cui alla l. n. 287 del 10 ottobre 1990;</w:t>
      </w:r>
    </w:p>
    <w:p w:rsidR="00522D6A" w:rsidRPr="00F2503B" w:rsidRDefault="00522D6A" w:rsidP="001A6C1D">
      <w:pPr>
        <w:numPr>
          <w:ilvl w:val="0"/>
          <w:numId w:val="13"/>
        </w:numPr>
        <w:tabs>
          <w:tab w:val="clear" w:pos="720"/>
          <w:tab w:val="num" w:pos="360"/>
        </w:tabs>
        <w:spacing w:after="120"/>
        <w:ind w:left="357"/>
        <w:jc w:val="both"/>
        <w:rPr>
          <w:sz w:val="22"/>
          <w:szCs w:val="22"/>
          <w:lang w:val="it-IT"/>
        </w:rPr>
      </w:pPr>
      <w:r w:rsidRPr="00F2503B">
        <w:rPr>
          <w:sz w:val="22"/>
          <w:szCs w:val="22"/>
          <w:lang w:val="it-IT"/>
        </w:rPr>
        <w:t>che comunicherà alla Stazione Appaltante qualunque tentativo di turbativa, nonché qualunque irregolarità o illecito nelle fasi di svolgimento della procedura e/o in quelle di esecuzione del contratto;</w:t>
      </w:r>
    </w:p>
    <w:p w:rsidR="00522D6A" w:rsidRPr="00F2503B" w:rsidRDefault="00522D6A" w:rsidP="00C1464C">
      <w:pPr>
        <w:numPr>
          <w:ilvl w:val="0"/>
          <w:numId w:val="2"/>
        </w:numPr>
        <w:tabs>
          <w:tab w:val="clear" w:pos="720"/>
          <w:tab w:val="num" w:pos="360"/>
        </w:tabs>
        <w:spacing w:after="120"/>
        <w:ind w:left="360"/>
        <w:jc w:val="both"/>
        <w:rPr>
          <w:color w:val="000000"/>
          <w:sz w:val="22"/>
          <w:szCs w:val="22"/>
          <w:lang w:val="it-IT"/>
        </w:rPr>
      </w:pPr>
      <w:r w:rsidRPr="00F2503B">
        <w:rPr>
          <w:sz w:val="22"/>
          <w:szCs w:val="22"/>
          <w:lang w:val="it-IT"/>
        </w:rPr>
        <w:t xml:space="preserve">che l’offerta che andrà a rappresentare alla Stazione Appaltante è rispettosa delle misure per la prevenzione degli infortuni e per l’igiene del lavoro previste dal D.Lgs. n. 81 del 9 aprile 2008 e farà espressa menzione dei costi della sicurezza a proprio carico quale Appaltatore, ai sensi dell’art. </w:t>
      </w:r>
      <w:r w:rsidRPr="00F2503B">
        <w:rPr>
          <w:color w:val="000000"/>
          <w:sz w:val="22"/>
          <w:szCs w:val="22"/>
          <w:lang w:val="it-IT"/>
        </w:rPr>
        <w:t>95, comma 10, del D.lgs. n. 50/2016, che risulteranno ponderati e congrui rispetto alle prestazioni richieste ed alla normativa di settore;</w:t>
      </w:r>
    </w:p>
    <w:p w:rsidR="00522D6A" w:rsidRPr="00F2503B" w:rsidRDefault="00522D6A"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 ai sensi dell’art. 26, comma 1, lettera a), n. 2) del D.Lgs. n. 81/2008, e dell’Allegato XVII al predetto Decreto, è in possesso dei requisiti di idoneità tecnico professionale in tema di sicurezza sui luoghi di lavoro, e che dunque:</w:t>
      </w:r>
    </w:p>
    <w:p w:rsidR="00522D6A" w:rsidRPr="00F2503B" w:rsidRDefault="00522D6A" w:rsidP="00E264C5">
      <w:pPr>
        <w:numPr>
          <w:ilvl w:val="0"/>
          <w:numId w:val="37"/>
        </w:numPr>
        <w:spacing w:after="120"/>
        <w:ind w:hanging="294"/>
        <w:jc w:val="both"/>
        <w:rPr>
          <w:color w:val="000000"/>
          <w:sz w:val="22"/>
          <w:szCs w:val="22"/>
          <w:lang w:val="it-IT"/>
        </w:rPr>
      </w:pPr>
      <w:r w:rsidRPr="00F2503B">
        <w:rPr>
          <w:color w:val="000000"/>
          <w:sz w:val="22"/>
          <w:szCs w:val="22"/>
          <w:lang w:val="it-IT"/>
        </w:rPr>
        <w:t>ha provveduto alla redazione del documento di valutazione dei rischi ai sensi dell’art. 17, comma 1, lettera a) del D.Lgs. n. 81/2008, o ha comunque reso autocertificazione ai sensi dell’art. 29, comma 5, del predetto Decreto;</w:t>
      </w:r>
    </w:p>
    <w:p w:rsidR="00522D6A" w:rsidRPr="00F2503B" w:rsidRDefault="00522D6A" w:rsidP="00E264C5">
      <w:pPr>
        <w:numPr>
          <w:ilvl w:val="0"/>
          <w:numId w:val="37"/>
        </w:numPr>
        <w:spacing w:after="120"/>
        <w:ind w:hanging="294"/>
        <w:jc w:val="both"/>
        <w:rPr>
          <w:color w:val="000000"/>
          <w:sz w:val="22"/>
          <w:szCs w:val="22"/>
          <w:lang w:val="it-IT"/>
        </w:rPr>
      </w:pPr>
      <w:r w:rsidRPr="00F2503B">
        <w:rPr>
          <w:color w:val="000000"/>
          <w:sz w:val="22"/>
          <w:szCs w:val="22"/>
          <w:lang w:val="it-IT"/>
        </w:rPr>
        <w:t>non è oggetto di provvedimenti di sospensione o interdittivi di cui all’art. 14 del D.Lgs. 81/2008;</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essere consapevole che i contenuti tutti di tale dichiarazione potranno essere oggetto di verifica a cura della Stazione Appaltante, nei casi previsti dall’art. 85, comma 5, del D.lgs. n. 50/2016, e con le conseguenze previste dalla normativa vigente per il caso di mancata prova o prova non conforme a quanto qui dichiarato;</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di essere consapevole che l’Istituto procederà alla verifica del possesso dei requisiti di carattere generale, economico-finanziario e tecnico-organizzativo attraverso il sistema AVCpass, così come previsto nella Deliberazione A.N.AC. n. 111/12, come aggiornata dalla successiva Deliberazione 157/16, salvo che nei casi di cui all’art. 5, comma 3, della suddetta Deliberazione 111/12 nonché in tutti gli altri casi in cui non fosse possibile ricorrere a tale sistema;</w:t>
      </w:r>
    </w:p>
    <w:p w:rsidR="00522D6A" w:rsidRPr="00F2503B" w:rsidRDefault="00522D6A"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essere consapevole che, in caso di aggiudicazione, sarà tenuto al rispetto degli obblighi di condotta derivanti dal «</w:t>
      </w:r>
      <w:r w:rsidRPr="00F2503B">
        <w:rPr>
          <w:i/>
          <w:iCs/>
          <w:sz w:val="22"/>
          <w:szCs w:val="22"/>
          <w:lang w:val="it-IT"/>
        </w:rPr>
        <w:t>Codice di comportamento dei dipendenti pubblici</w:t>
      </w:r>
      <w:r w:rsidRPr="00F2503B">
        <w:rPr>
          <w:sz w:val="22"/>
          <w:szCs w:val="22"/>
          <w:lang w:val="it-IT"/>
        </w:rPr>
        <w:t>», di cui al d.P.R. 16 aprile 2013, n. 62;</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sarà tenuto a trasmettere, prima dell’avvio delle prestazioni, la documentazione di avvenuta denunzia agli enti previdenziali, inclusa la cassa edile, assicurativi e antinfortunistici, nonché copia del piano di sicurezza di cui all’art. 105, comma 17, del D.lgs. n. 50/2016, ove necessario in ragione dell’oggetto delle prestazioni dell’appalto;</w:t>
      </w:r>
    </w:p>
    <w:p w:rsidR="00522D6A" w:rsidRPr="00F2503B" w:rsidRDefault="00522D6A"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acconsentirà, in caso di affidamento dell’appalto, all’esecuzione anticipata del medesimo su semplice richiesta della Stazione Appaltante, per motivate ragioni di urgenza;</w:t>
      </w:r>
    </w:p>
    <w:p w:rsidR="00522D6A" w:rsidRPr="00F2503B" w:rsidRDefault="00522D6A"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 conoscenza che la stipula del Contratto sarà condizionata all’effettiva attestazione dei requisiti necessari per l’affidamento, sulla base delle indicazioni e delle richieste che perverranno dalla Stazione Appaltante, e salvo diversa determinazione della medesima per i casi di urgenza di acquisizione delle relative prestazioni;</w:t>
      </w:r>
    </w:p>
    <w:p w:rsidR="00522D6A" w:rsidRPr="00F2503B" w:rsidRDefault="00522D6A"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di essere a conoscenza che la stipula del contratto avverrà secondo le modalità di cui all’art. 32, comma 14, del D.lgs. n. 50/2016;</w:t>
      </w:r>
    </w:p>
    <w:p w:rsidR="00522D6A" w:rsidRPr="00F2503B" w:rsidRDefault="00522D6A" w:rsidP="001F585B">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 corrisponderà alla Stazione Appaltante i costi sostenuti per la registrazione del contratto e gli altri costi accessori della procedura, a semplice richiesta della medesima e dietro presentazione della relativa documentazione di giustificazione;</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osserverà integralmente il trattamento economico e normativo stabilito dai contratti collettivi nazionale e territoriale in vigore per il settore e per la zona nella quale si eseguono le prestazioni;</w:t>
      </w:r>
    </w:p>
    <w:p w:rsidR="00522D6A" w:rsidRPr="00F2503B" w:rsidRDefault="00522D6A" w:rsidP="00C1464C">
      <w:pPr>
        <w:numPr>
          <w:ilvl w:val="0"/>
          <w:numId w:val="2"/>
        </w:numPr>
        <w:tabs>
          <w:tab w:val="clear" w:pos="720"/>
          <w:tab w:val="num" w:pos="360"/>
        </w:tabs>
        <w:spacing w:after="120"/>
        <w:ind w:left="360"/>
        <w:jc w:val="both"/>
        <w:rPr>
          <w:color w:val="000000"/>
          <w:sz w:val="22"/>
          <w:szCs w:val="22"/>
          <w:lang w:val="it-IT"/>
        </w:rPr>
      </w:pPr>
      <w:r w:rsidRPr="00F2503B">
        <w:rPr>
          <w:color w:val="000000"/>
          <w:sz w:val="22"/>
          <w:szCs w:val="22"/>
          <w:lang w:val="it-IT"/>
        </w:rPr>
        <w:t>che assumerà a proprio carico tutti gli oneri previdenziali, assicurativi e retributivi previsti dalla legge;</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in caso di aggiudicazione, ove tenuto per legge comunicherà alla Stazione Appaltante, per il tramite del R.U.P., ed all’Osservatorio dei Contratti Pubblici, lo stato di avanzamento delle prestazioni, nonché le modalità di scelta dei contraenti e il numero e le qualifiche dei lavoratori occupati;</w:t>
      </w:r>
    </w:p>
    <w:p w:rsidR="00522D6A" w:rsidRPr="00F2503B" w:rsidRDefault="00522D6A"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impegnarsi alla stretta osservanza degli obblighi di tracciabilità dei flussi finanziari previsti dalla legge del 13 agosto 2010, n. 136 (“</w:t>
      </w:r>
      <w:r w:rsidRPr="00F2503B">
        <w:rPr>
          <w:i/>
          <w:sz w:val="22"/>
          <w:szCs w:val="22"/>
          <w:lang w:val="it-IT"/>
        </w:rPr>
        <w:t>Piano straordinario contro le mafie, nonché delega al Governo in materia di normativa antimafi</w:t>
      </w:r>
      <w:r w:rsidRPr="00F2503B">
        <w:rPr>
          <w:sz w:val="22"/>
          <w:szCs w:val="22"/>
          <w:lang w:val="it-IT"/>
        </w:rPr>
        <w:t>a”) e del decreto-legge 187 del 12 novembre 2010 (“</w:t>
      </w:r>
      <w:r w:rsidRPr="00F2503B">
        <w:rPr>
          <w:i/>
          <w:sz w:val="22"/>
          <w:szCs w:val="22"/>
          <w:lang w:val="it-IT"/>
        </w:rPr>
        <w:t>Misure urgenti in materia di sicurezza</w:t>
      </w:r>
      <w:r w:rsidRPr="00F2503B">
        <w:rPr>
          <w:sz w:val="22"/>
          <w:szCs w:val="22"/>
          <w:lang w:val="it-IT"/>
        </w:rPr>
        <w:t>”), convertito con modificazioni della legge n. 217 del 17 dicembre 2010, e successive modifiche, integrazioni e provvedimenti di attuazione, sia nei rapporti verso l’Istituto che nei rapporti con la Filiera delle Imprese;</w:t>
      </w:r>
    </w:p>
    <w:p w:rsidR="00522D6A" w:rsidRPr="00F2503B" w:rsidRDefault="00522D6A"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manterrà in ogni caso il massimo riserbo su tutti i dati e le informazioni di cui verrà a conoscenza in occasione e/o nel corso della presente procedura, affinché i medesimi mantengano il proprio carattere segreto e/o riservato, ai fini della più piena tutela degli eventuali diritti di privativa industriale interessati e del riserbo sui dati non diffondibili ai sensi del Regolamento UE 679/2016 (“</w:t>
      </w:r>
      <w:r w:rsidRPr="00F2503B">
        <w:rPr>
          <w:i/>
          <w:sz w:val="22"/>
          <w:szCs w:val="22"/>
          <w:lang w:val="it-IT"/>
        </w:rPr>
        <w:t>GDPR</w:t>
      </w:r>
      <w:r w:rsidRPr="00F2503B">
        <w:rPr>
          <w:sz w:val="22"/>
          <w:szCs w:val="22"/>
          <w:lang w:val="it-IT"/>
        </w:rPr>
        <w:t>”) e D. Lgs. n. 196 del 30 giugno 2003 (“</w:t>
      </w:r>
      <w:r w:rsidRPr="00F2503B">
        <w:rPr>
          <w:i/>
          <w:sz w:val="22"/>
          <w:szCs w:val="22"/>
          <w:lang w:val="it-IT"/>
        </w:rPr>
        <w:t>Codice in materia di Protezione dei Dati Personali</w:t>
      </w:r>
      <w:r w:rsidRPr="00F2503B">
        <w:rPr>
          <w:sz w:val="22"/>
          <w:szCs w:val="22"/>
          <w:lang w:val="it-IT"/>
        </w:rPr>
        <w:t>”) e del;</w:t>
      </w:r>
    </w:p>
    <w:p w:rsidR="00522D6A" w:rsidRPr="00F2503B" w:rsidRDefault="00522D6A"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ai sensi e per gli effetti del precedente D.Lgs. 196/2003 e del Regolamento UE 679/2016, con la sottoscrizione della presente dichiarazione e la partecipazione alla procedura acconsente al trattamento dei dati forniti per le finalità di svolgimento della procedura stessa;</w:t>
      </w:r>
    </w:p>
    <w:p w:rsidR="00522D6A" w:rsidRPr="00F2503B" w:rsidRDefault="00522D6A"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di autorizzare espressamente la Stazione Appaltante ad inviare comunicazioni, ivi comprese quelle a mezzo fax, ai recapiti indicati in precedenza nella apposita tabella;</w:t>
      </w:r>
    </w:p>
    <w:p w:rsidR="00522D6A" w:rsidRPr="00F2503B" w:rsidRDefault="00522D6A" w:rsidP="00567E68">
      <w:pPr>
        <w:numPr>
          <w:ilvl w:val="0"/>
          <w:numId w:val="2"/>
        </w:numPr>
        <w:tabs>
          <w:tab w:val="clear" w:pos="720"/>
          <w:tab w:val="num" w:pos="360"/>
        </w:tabs>
        <w:spacing w:after="120"/>
        <w:ind w:left="360"/>
        <w:jc w:val="both"/>
        <w:rPr>
          <w:sz w:val="22"/>
          <w:szCs w:val="22"/>
          <w:lang w:val="it-IT"/>
        </w:rPr>
      </w:pPr>
      <w:r w:rsidRPr="00F2503B">
        <w:rPr>
          <w:sz w:val="22"/>
          <w:szCs w:val="22"/>
          <w:lang w:val="it-IT"/>
        </w:rPr>
        <w:t>(in caso di operatori economici non residenti e privi di stabile organizzazione in Italia) che si impegna ad uniformarsi, in caso di aggiudicazione, alla disciplina di cui agli articoli 17, comma 2, e 53, comma 3 del d.P.R. 633/1972 e a comunicare alla stazione appaltante la nomina del proprio rappresentante fiscale, nelle forme di legge.</w:t>
      </w:r>
    </w:p>
    <w:p w:rsidR="00522D6A" w:rsidRPr="00F2503B" w:rsidRDefault="00522D6A" w:rsidP="001A6C1D">
      <w:pPr>
        <w:numPr>
          <w:ilvl w:val="0"/>
          <w:numId w:val="29"/>
        </w:numPr>
        <w:spacing w:after="120"/>
        <w:ind w:left="142" w:hanging="568"/>
        <w:jc w:val="both"/>
        <w:rPr>
          <w:b/>
          <w:sz w:val="22"/>
          <w:szCs w:val="22"/>
          <w:lang w:val="it-IT"/>
        </w:rPr>
      </w:pPr>
      <w:r w:rsidRPr="00F2503B">
        <w:rPr>
          <w:b/>
          <w:sz w:val="22"/>
          <w:szCs w:val="22"/>
          <w:lang w:val="it-IT"/>
        </w:rPr>
        <w:t>Informazioni relative al subappalto</w:t>
      </w:r>
    </w:p>
    <w:p w:rsidR="00522D6A" w:rsidRPr="00F2503B" w:rsidRDefault="00522D6A" w:rsidP="00C1464C">
      <w:pPr>
        <w:spacing w:after="120"/>
        <w:jc w:val="both"/>
        <w:rPr>
          <w:b/>
          <w:sz w:val="22"/>
          <w:szCs w:val="22"/>
          <w:lang w:val="it-IT"/>
        </w:rPr>
      </w:pPr>
      <w:r w:rsidRPr="00F2503B">
        <w:rPr>
          <w:b/>
          <w:sz w:val="22"/>
          <w:szCs w:val="22"/>
          <w:lang w:val="it-IT"/>
        </w:rPr>
        <w:t>[</w:t>
      </w:r>
      <w:r w:rsidRPr="00F2503B">
        <w:rPr>
          <w:b/>
          <w:i/>
          <w:sz w:val="22"/>
          <w:szCs w:val="22"/>
          <w:lang w:val="it-IT"/>
        </w:rPr>
        <w:t>clausole a selezione alternativa</w:t>
      </w:r>
      <w:r w:rsidRPr="00F2503B">
        <w:rPr>
          <w:b/>
          <w:sz w:val="22"/>
          <w:szCs w:val="22"/>
          <w:lang w:val="it-IT"/>
        </w:rPr>
        <w:t>]</w:t>
      </w:r>
    </w:p>
    <w:p w:rsidR="00522D6A" w:rsidRPr="00F2503B" w:rsidRDefault="00522D6A" w:rsidP="001A6C1D">
      <w:pPr>
        <w:pStyle w:val="ListParagraph"/>
        <w:numPr>
          <w:ilvl w:val="0"/>
          <w:numId w:val="14"/>
        </w:numPr>
        <w:spacing w:after="120"/>
        <w:ind w:left="426" w:hanging="426"/>
        <w:jc w:val="both"/>
        <w:rPr>
          <w:sz w:val="22"/>
          <w:szCs w:val="22"/>
          <w:lang w:val="it-IT"/>
        </w:rPr>
      </w:pPr>
      <w:r w:rsidRPr="00F2503B">
        <w:rPr>
          <w:sz w:val="22"/>
          <w:szCs w:val="22"/>
          <w:lang w:val="it-IT"/>
        </w:rPr>
        <w:t>che non intende subappaltare o concedere in cottimo parte delle prestazioni;</w:t>
      </w:r>
    </w:p>
    <w:p w:rsidR="00522D6A" w:rsidRPr="00F2503B" w:rsidRDefault="00522D6A" w:rsidP="00C1464C">
      <w:pPr>
        <w:spacing w:after="120"/>
        <w:jc w:val="both"/>
        <w:rPr>
          <w:sz w:val="22"/>
          <w:szCs w:val="22"/>
          <w:lang w:val="it-IT"/>
        </w:rPr>
      </w:pPr>
      <w:r w:rsidRPr="00F2503B">
        <w:rPr>
          <w:sz w:val="22"/>
          <w:szCs w:val="22"/>
          <w:lang w:val="it-IT"/>
        </w:rPr>
        <w:t>[</w:t>
      </w:r>
      <w:r w:rsidRPr="00F2503B">
        <w:rPr>
          <w:i/>
          <w:sz w:val="22"/>
          <w:szCs w:val="22"/>
          <w:lang w:val="it-IT"/>
        </w:rPr>
        <w:t>ovvero</w:t>
      </w:r>
      <w:r w:rsidRPr="00F2503B">
        <w:rPr>
          <w:sz w:val="22"/>
          <w:szCs w:val="22"/>
          <w:lang w:val="it-IT"/>
        </w:rPr>
        <w:t>]</w:t>
      </w:r>
    </w:p>
    <w:p w:rsidR="00522D6A" w:rsidRPr="00F2503B" w:rsidRDefault="00522D6A" w:rsidP="001A6C1D">
      <w:pPr>
        <w:pStyle w:val="ListParagraph"/>
        <w:numPr>
          <w:ilvl w:val="0"/>
          <w:numId w:val="14"/>
        </w:numPr>
        <w:spacing w:after="120"/>
        <w:ind w:left="426" w:hanging="426"/>
        <w:jc w:val="both"/>
        <w:rPr>
          <w:sz w:val="22"/>
          <w:szCs w:val="22"/>
          <w:lang w:val="it-IT"/>
        </w:rPr>
      </w:pPr>
      <w:r w:rsidRPr="00F2503B">
        <w:rPr>
          <w:sz w:val="22"/>
          <w:szCs w:val="22"/>
          <w:lang w:val="it-IT"/>
        </w:rPr>
        <w:t>che intende subappaltare o concedere in cottimo parte delle prestazioni;</w:t>
      </w:r>
    </w:p>
    <w:p w:rsidR="00522D6A" w:rsidRPr="00F2503B" w:rsidRDefault="00522D6A" w:rsidP="00C1464C">
      <w:pPr>
        <w:spacing w:after="120"/>
        <w:jc w:val="both"/>
        <w:rPr>
          <w:sz w:val="22"/>
          <w:szCs w:val="22"/>
          <w:lang w:val="it-IT"/>
        </w:rPr>
      </w:pPr>
      <w:r w:rsidRPr="00F2503B">
        <w:rPr>
          <w:sz w:val="22"/>
          <w:szCs w:val="22"/>
          <w:lang w:val="it-IT"/>
        </w:rPr>
        <w:t>[</w:t>
      </w:r>
      <w:r w:rsidRPr="00F2503B">
        <w:rPr>
          <w:i/>
          <w:sz w:val="22"/>
          <w:szCs w:val="22"/>
          <w:lang w:val="it-IT"/>
        </w:rPr>
        <w:t>compilare i seguenti campi solo in caso di subappalto o di cottimo</w:t>
      </w:r>
      <w:r w:rsidRPr="00F2503B">
        <w:rPr>
          <w:sz w:val="22"/>
          <w:szCs w:val="22"/>
          <w:lang w:val="it-IT"/>
        </w:rPr>
        <w:t>]</w:t>
      </w:r>
    </w:p>
    <w:p w:rsidR="00522D6A" w:rsidRPr="00F2503B" w:rsidRDefault="00522D6A" w:rsidP="00D35309">
      <w:pPr>
        <w:numPr>
          <w:ilvl w:val="0"/>
          <w:numId w:val="2"/>
        </w:numPr>
        <w:tabs>
          <w:tab w:val="clear" w:pos="720"/>
          <w:tab w:val="num" w:pos="360"/>
        </w:tabs>
        <w:spacing w:after="120"/>
        <w:ind w:left="360"/>
        <w:jc w:val="both"/>
        <w:rPr>
          <w:sz w:val="22"/>
          <w:szCs w:val="22"/>
          <w:lang w:val="it-IT"/>
        </w:rPr>
      </w:pPr>
      <w:r w:rsidRPr="00F2503B">
        <w:rPr>
          <w:sz w:val="22"/>
          <w:szCs w:val="22"/>
          <w:lang w:val="it-IT"/>
        </w:rPr>
        <w:t>che la parte delle prestazioni che intende subappaltare, nel rispetto dell’art. 105 del D.Lgs.50/2016, e che comunque la stessa non supera i limiti di importo previsti dalla normativa vigente:</w:t>
      </w:r>
    </w:p>
    <w:p w:rsidR="00522D6A" w:rsidRPr="00F2503B" w:rsidRDefault="00522D6A" w:rsidP="00B33E76">
      <w:pPr>
        <w:numPr>
          <w:ilvl w:val="0"/>
          <w:numId w:val="2"/>
        </w:numPr>
        <w:tabs>
          <w:tab w:val="clear" w:pos="720"/>
          <w:tab w:val="num" w:pos="360"/>
        </w:tabs>
        <w:spacing w:after="120"/>
        <w:ind w:left="360"/>
        <w:jc w:val="both"/>
        <w:rPr>
          <w:sz w:val="22"/>
          <w:szCs w:val="22"/>
          <w:lang w:val="it-IT"/>
        </w:rPr>
      </w:pPr>
      <w:r w:rsidRPr="00F2503B">
        <w:rPr>
          <w:sz w:val="22"/>
          <w:szCs w:val="22"/>
          <w:lang w:val="it-IT"/>
        </w:rPr>
        <w:t>è la seguente</w:t>
      </w:r>
    </w:p>
    <w:p w:rsidR="00522D6A" w:rsidRPr="00F2503B" w:rsidRDefault="00522D6A" w:rsidP="00C1464C">
      <w:pPr>
        <w:pStyle w:val="ListParagraph"/>
        <w:spacing w:after="120"/>
        <w:ind w:left="426"/>
        <w:jc w:val="both"/>
        <w:rPr>
          <w:sz w:val="22"/>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35"/>
        <w:gridCol w:w="3063"/>
      </w:tblGrid>
      <w:tr w:rsidR="00522D6A" w:rsidRPr="00F2503B" w:rsidTr="00022FCC">
        <w:trPr>
          <w:jc w:val="center"/>
        </w:trPr>
        <w:tc>
          <w:tcPr>
            <w:tcW w:w="3135" w:type="dxa"/>
          </w:tcPr>
          <w:p w:rsidR="00522D6A" w:rsidRPr="00F2503B" w:rsidRDefault="00522D6A" w:rsidP="00C1464C">
            <w:pPr>
              <w:pStyle w:val="ListParagraph"/>
              <w:spacing w:after="120"/>
              <w:ind w:left="0"/>
              <w:jc w:val="center"/>
              <w:rPr>
                <w:b/>
                <w:i/>
                <w:sz w:val="22"/>
                <w:szCs w:val="22"/>
                <w:lang w:val="it-IT"/>
              </w:rPr>
            </w:pPr>
            <w:r w:rsidRPr="00F2503B">
              <w:rPr>
                <w:b/>
                <w:i/>
                <w:sz w:val="22"/>
                <w:szCs w:val="22"/>
                <w:lang w:val="it-IT"/>
              </w:rPr>
              <w:t>Oggetto del subappalto</w:t>
            </w:r>
          </w:p>
        </w:tc>
        <w:tc>
          <w:tcPr>
            <w:tcW w:w="3063" w:type="dxa"/>
          </w:tcPr>
          <w:p w:rsidR="00522D6A" w:rsidRPr="00F2503B" w:rsidRDefault="00522D6A" w:rsidP="003763C5">
            <w:pPr>
              <w:pStyle w:val="ListParagraph"/>
              <w:spacing w:after="120"/>
              <w:ind w:left="0"/>
              <w:jc w:val="center"/>
              <w:rPr>
                <w:b/>
                <w:i/>
                <w:sz w:val="22"/>
                <w:szCs w:val="22"/>
                <w:lang w:val="it-IT"/>
              </w:rPr>
            </w:pPr>
            <w:r w:rsidRPr="00F2503B">
              <w:rPr>
                <w:b/>
                <w:i/>
                <w:sz w:val="22"/>
                <w:szCs w:val="22"/>
                <w:lang w:val="it-IT"/>
              </w:rPr>
              <w:t>Percentuale (non superiore al 30%)</w:t>
            </w:r>
          </w:p>
        </w:tc>
      </w:tr>
      <w:tr w:rsidR="00522D6A" w:rsidRPr="00F2503B" w:rsidTr="00022FCC">
        <w:trPr>
          <w:trHeight w:val="697"/>
          <w:jc w:val="center"/>
        </w:trPr>
        <w:tc>
          <w:tcPr>
            <w:tcW w:w="3135" w:type="dxa"/>
          </w:tcPr>
          <w:p w:rsidR="00522D6A" w:rsidRPr="00F2503B" w:rsidRDefault="00522D6A" w:rsidP="00C1464C">
            <w:pPr>
              <w:pStyle w:val="ListParagraph"/>
              <w:spacing w:after="120"/>
              <w:ind w:left="0"/>
              <w:jc w:val="both"/>
              <w:rPr>
                <w:b/>
                <w:i/>
                <w:sz w:val="22"/>
                <w:szCs w:val="22"/>
                <w:lang w:val="it-IT"/>
              </w:rPr>
            </w:pPr>
          </w:p>
        </w:tc>
        <w:tc>
          <w:tcPr>
            <w:tcW w:w="3063" w:type="dxa"/>
          </w:tcPr>
          <w:p w:rsidR="00522D6A" w:rsidRPr="00F2503B" w:rsidRDefault="00522D6A" w:rsidP="00C1464C">
            <w:pPr>
              <w:pStyle w:val="ListParagraph"/>
              <w:spacing w:after="120"/>
              <w:ind w:left="0"/>
              <w:jc w:val="both"/>
              <w:rPr>
                <w:b/>
                <w:i/>
                <w:sz w:val="22"/>
                <w:szCs w:val="22"/>
                <w:lang w:val="it-IT"/>
              </w:rPr>
            </w:pPr>
          </w:p>
        </w:tc>
      </w:tr>
      <w:tr w:rsidR="00522D6A" w:rsidRPr="00F2503B" w:rsidTr="00022FCC">
        <w:trPr>
          <w:trHeight w:val="707"/>
          <w:jc w:val="center"/>
        </w:trPr>
        <w:tc>
          <w:tcPr>
            <w:tcW w:w="3135" w:type="dxa"/>
          </w:tcPr>
          <w:p w:rsidR="00522D6A" w:rsidRPr="00F2503B" w:rsidRDefault="00522D6A" w:rsidP="00C1464C">
            <w:pPr>
              <w:pStyle w:val="ListParagraph"/>
              <w:spacing w:after="120"/>
              <w:ind w:left="0"/>
              <w:jc w:val="both"/>
              <w:rPr>
                <w:b/>
                <w:i/>
                <w:sz w:val="22"/>
                <w:szCs w:val="22"/>
                <w:lang w:val="it-IT"/>
              </w:rPr>
            </w:pPr>
          </w:p>
        </w:tc>
        <w:tc>
          <w:tcPr>
            <w:tcW w:w="3063" w:type="dxa"/>
          </w:tcPr>
          <w:p w:rsidR="00522D6A" w:rsidRPr="00F2503B" w:rsidRDefault="00522D6A" w:rsidP="00C1464C">
            <w:pPr>
              <w:pStyle w:val="ListParagraph"/>
              <w:spacing w:after="120"/>
              <w:ind w:left="0"/>
              <w:jc w:val="both"/>
              <w:rPr>
                <w:b/>
                <w:i/>
                <w:sz w:val="22"/>
                <w:szCs w:val="22"/>
                <w:lang w:val="it-IT"/>
              </w:rPr>
            </w:pPr>
          </w:p>
        </w:tc>
      </w:tr>
    </w:tbl>
    <w:p w:rsidR="00522D6A" w:rsidRPr="00F2503B" w:rsidRDefault="00522D6A"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ai fini di cui al punto precedente, le prestazioni affidate in subappalto saranno eseguite da uno o più dei seguenti soggetti:</w:t>
      </w:r>
      <w:r>
        <w:rPr>
          <w:sz w:val="22"/>
          <w:szCs w:val="22"/>
          <w:lang w:val="it-IT"/>
        </w:rPr>
        <w:t xml:space="preserve"> </w:t>
      </w:r>
      <w:r w:rsidRPr="00F2503B">
        <w:rPr>
          <w:i/>
          <w:sz w:val="22"/>
          <w:szCs w:val="22"/>
          <w:lang w:val="it-IT"/>
        </w:rPr>
        <w:t>[indicare una terna di subappaltatori con riferimento a ciascuna tipologia di prestazione omogenea. In tale caso il medesimo subappaltatore può essere indicato in più terne]</w:t>
      </w:r>
      <w:r w:rsidRPr="00F2503B">
        <w:rPr>
          <w:sz w:val="22"/>
          <w:szCs w:val="22"/>
          <w:lang w:val="it-IT"/>
        </w:rPr>
        <w:t>:</w:t>
      </w:r>
    </w:p>
    <w:p w:rsidR="00522D6A" w:rsidRPr="00F2503B" w:rsidRDefault="00522D6A" w:rsidP="00453998">
      <w:pPr>
        <w:numPr>
          <w:ilvl w:val="0"/>
          <w:numId w:val="2"/>
        </w:numPr>
        <w:tabs>
          <w:tab w:val="clear" w:pos="720"/>
          <w:tab w:val="num" w:pos="360"/>
        </w:tabs>
        <w:spacing w:after="120"/>
        <w:ind w:left="360"/>
        <w:jc w:val="both"/>
        <w:rPr>
          <w:sz w:val="22"/>
          <w:szCs w:val="22"/>
          <w:lang w:val="it-IT"/>
        </w:rPr>
      </w:pPr>
    </w:p>
    <w:p w:rsidR="00522D6A" w:rsidRPr="00F2503B" w:rsidRDefault="00522D6A" w:rsidP="00453998">
      <w:pPr>
        <w:spacing w:after="120"/>
        <w:ind w:left="360"/>
        <w:jc w:val="both"/>
        <w:rPr>
          <w:color w:val="FF0000"/>
          <w:sz w:val="22"/>
          <w:szCs w:val="22"/>
          <w:lang w:val="it-IT"/>
        </w:rPr>
      </w:pPr>
      <w:r w:rsidRPr="00F2503B">
        <w:rPr>
          <w:color w:val="FF0000"/>
          <w:sz w:val="22"/>
          <w:szCs w:val="22"/>
          <w:lang w:val="it-IT"/>
        </w:rPr>
        <w:t>Lotto […]</w:t>
      </w:r>
    </w:p>
    <w:p w:rsidR="00522D6A" w:rsidRPr="00F2503B" w:rsidRDefault="00522D6A" w:rsidP="00453998">
      <w:pPr>
        <w:numPr>
          <w:ilvl w:val="0"/>
          <w:numId w:val="24"/>
        </w:numPr>
        <w:spacing w:after="120"/>
        <w:jc w:val="both"/>
        <w:rPr>
          <w:sz w:val="22"/>
          <w:szCs w:val="22"/>
          <w:lang w:val="it-IT"/>
        </w:rPr>
      </w:pPr>
      <w:r w:rsidRPr="00F2503B">
        <w:rPr>
          <w:sz w:val="22"/>
          <w:szCs w:val="22"/>
          <w:lang w:val="it-IT"/>
        </w:rPr>
        <w:t>___________________________________;</w:t>
      </w:r>
    </w:p>
    <w:p w:rsidR="00522D6A" w:rsidRPr="00F2503B" w:rsidRDefault="00522D6A" w:rsidP="00453998">
      <w:pPr>
        <w:numPr>
          <w:ilvl w:val="0"/>
          <w:numId w:val="24"/>
        </w:numPr>
        <w:spacing w:after="120"/>
        <w:jc w:val="both"/>
        <w:rPr>
          <w:sz w:val="22"/>
          <w:szCs w:val="22"/>
          <w:lang w:val="it-IT"/>
        </w:rPr>
      </w:pPr>
      <w:r w:rsidRPr="00F2503B">
        <w:rPr>
          <w:sz w:val="22"/>
          <w:szCs w:val="22"/>
          <w:lang w:val="it-IT"/>
        </w:rPr>
        <w:t>___________________________________;</w:t>
      </w:r>
    </w:p>
    <w:p w:rsidR="00522D6A" w:rsidRPr="00F2503B" w:rsidRDefault="00522D6A" w:rsidP="00453998">
      <w:pPr>
        <w:numPr>
          <w:ilvl w:val="0"/>
          <w:numId w:val="24"/>
        </w:numPr>
        <w:spacing w:after="120"/>
        <w:jc w:val="both"/>
        <w:rPr>
          <w:sz w:val="22"/>
          <w:szCs w:val="22"/>
          <w:lang w:val="it-IT"/>
        </w:rPr>
      </w:pPr>
      <w:r w:rsidRPr="00F2503B">
        <w:rPr>
          <w:sz w:val="22"/>
          <w:szCs w:val="22"/>
          <w:lang w:val="it-IT"/>
        </w:rPr>
        <w:t>___________________________________;</w:t>
      </w:r>
    </w:p>
    <w:p w:rsidR="00522D6A" w:rsidRPr="00F2503B" w:rsidRDefault="00522D6A"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che, per quanto a propria conoscenza, in capo ai soggetti sopra indicati non sussistono i motivi di esclusione di cui all’art. 80 del D.Lgs. n. 50/2016, né gli altri previsti dalla normativa nazionale vigente;</w:t>
      </w:r>
    </w:p>
    <w:p w:rsidR="00522D6A" w:rsidRPr="00F2503B" w:rsidRDefault="00522D6A" w:rsidP="00453998">
      <w:pPr>
        <w:numPr>
          <w:ilvl w:val="0"/>
          <w:numId w:val="2"/>
        </w:numPr>
        <w:tabs>
          <w:tab w:val="clear" w:pos="720"/>
          <w:tab w:val="num" w:pos="360"/>
        </w:tabs>
        <w:spacing w:after="120"/>
        <w:ind w:left="360"/>
        <w:jc w:val="both"/>
        <w:rPr>
          <w:sz w:val="22"/>
          <w:szCs w:val="22"/>
          <w:lang w:val="it-IT"/>
        </w:rPr>
      </w:pPr>
      <w:r w:rsidRPr="00F2503B">
        <w:rPr>
          <w:sz w:val="22"/>
          <w:szCs w:val="22"/>
          <w:lang w:val="it-IT"/>
        </w:rPr>
        <w:t xml:space="preserve">che è consapevole che i soggetti sopra indicati non dovranno aver partecipato alla procedura per l’affidamento dell’appalto; </w:t>
      </w:r>
    </w:p>
    <w:p w:rsidR="00522D6A" w:rsidRPr="00F2503B" w:rsidRDefault="00522D6A" w:rsidP="00C1464C">
      <w:pPr>
        <w:numPr>
          <w:ilvl w:val="0"/>
          <w:numId w:val="2"/>
        </w:numPr>
        <w:tabs>
          <w:tab w:val="clear" w:pos="720"/>
          <w:tab w:val="num" w:pos="360"/>
        </w:tabs>
        <w:spacing w:after="120"/>
        <w:ind w:left="360"/>
        <w:jc w:val="both"/>
        <w:rPr>
          <w:sz w:val="22"/>
          <w:szCs w:val="22"/>
          <w:lang w:val="it-IT"/>
        </w:rPr>
      </w:pPr>
      <w:r w:rsidRPr="00F2503B">
        <w:rPr>
          <w:sz w:val="22"/>
          <w:szCs w:val="22"/>
          <w:lang w:val="it-IT"/>
        </w:rPr>
        <w:t>che provvederà a sostituire i subappaltatori relativamente ai quali apposita verifica abbia dimostrato la sussistenza dei motivi di esclusione di cui all’articolo 80;</w:t>
      </w:r>
    </w:p>
    <w:p w:rsidR="00522D6A" w:rsidRPr="00F2503B" w:rsidRDefault="00522D6A"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è consapevole di dover allegare, nell’ambito della “</w:t>
      </w:r>
      <w:r w:rsidRPr="00F2503B">
        <w:rPr>
          <w:sz w:val="22"/>
          <w:szCs w:val="22"/>
          <w:u w:val="single"/>
          <w:lang w:val="it-IT"/>
        </w:rPr>
        <w:t>Busta A – Documentazione Amministrativa</w:t>
      </w:r>
      <w:r w:rsidRPr="00F2503B">
        <w:rPr>
          <w:sz w:val="22"/>
          <w:szCs w:val="22"/>
          <w:lang w:val="it-IT"/>
        </w:rPr>
        <w:t xml:space="preserve">”, anche il </w:t>
      </w:r>
      <w:r w:rsidRPr="00F2503B">
        <w:rPr>
          <w:i/>
          <w:sz w:val="22"/>
          <w:szCs w:val="22"/>
          <w:lang w:val="it-IT"/>
        </w:rPr>
        <w:t>PASSOE</w:t>
      </w:r>
      <w:r w:rsidRPr="00F2503B">
        <w:rPr>
          <w:sz w:val="22"/>
          <w:szCs w:val="22"/>
          <w:lang w:val="it-IT"/>
        </w:rPr>
        <w:t xml:space="preserve"> relativo all’impresa subappaltatrice;</w:t>
      </w:r>
    </w:p>
    <w:p w:rsidR="00522D6A" w:rsidRPr="00F2503B" w:rsidRDefault="00522D6A" w:rsidP="0001702B">
      <w:pPr>
        <w:numPr>
          <w:ilvl w:val="0"/>
          <w:numId w:val="2"/>
        </w:numPr>
        <w:tabs>
          <w:tab w:val="clear" w:pos="720"/>
          <w:tab w:val="num" w:pos="360"/>
        </w:tabs>
        <w:spacing w:after="120"/>
        <w:ind w:left="360"/>
        <w:jc w:val="both"/>
        <w:rPr>
          <w:sz w:val="22"/>
          <w:szCs w:val="22"/>
          <w:lang w:val="it-IT"/>
        </w:rPr>
      </w:pPr>
      <w:r w:rsidRPr="00F2503B">
        <w:rPr>
          <w:sz w:val="22"/>
          <w:szCs w:val="22"/>
          <w:lang w:val="it-IT"/>
        </w:rPr>
        <w:t>che il mancato possesso dei requisiti di cui all’art. 80 del Codice, ad eccezione di quelli previsti nel comma 4 del medesimo articolo, in capo ad uno dei subappaltatori indicati nella terna comporta l’esclusione del concorrente dalla gara;</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ai fini dell’autorizzazione della Stazione Appaltante in ordine ai contratti di subappalto ed equiparati, invierà (</w:t>
      </w:r>
      <w:r w:rsidRPr="00F2503B">
        <w:rPr>
          <w:b/>
          <w:bCs/>
          <w:i/>
          <w:iCs/>
          <w:sz w:val="22"/>
          <w:szCs w:val="22"/>
          <w:lang w:val="it-IT"/>
        </w:rPr>
        <w:t>i</w:t>
      </w:r>
      <w:r w:rsidRPr="00F2503B">
        <w:rPr>
          <w:sz w:val="22"/>
          <w:szCs w:val="22"/>
          <w:lang w:val="it-IT"/>
        </w:rPr>
        <w:t>) gli eventuali contratti di subappalto e simili alla Stazione Appaltante, in copia autentica, nel termine di venti giorni antecedenti rispetto all’inizio dell’esecuzione delle prestazioni affidate in subappalto o simili; (</w:t>
      </w:r>
      <w:r w:rsidRPr="00F2503B">
        <w:rPr>
          <w:b/>
          <w:bCs/>
          <w:i/>
          <w:iCs/>
          <w:sz w:val="22"/>
          <w:szCs w:val="22"/>
          <w:lang w:val="it-IT"/>
        </w:rPr>
        <w:t>ii</w:t>
      </w:r>
      <w:r w:rsidRPr="00F2503B">
        <w:rPr>
          <w:sz w:val="22"/>
          <w:szCs w:val="22"/>
          <w:lang w:val="it-IT"/>
        </w:rPr>
        <w:t>) la certificazione attestante il possesso da parte del subappaltatore dei requisiti di qualificazione prescritti dal D. Lgs. n. 50/2016; (</w:t>
      </w:r>
      <w:r w:rsidRPr="00F2503B">
        <w:rPr>
          <w:b/>
          <w:bCs/>
          <w:i/>
          <w:iCs/>
          <w:sz w:val="22"/>
          <w:szCs w:val="22"/>
          <w:lang w:val="it-IT"/>
        </w:rPr>
        <w:t>iii</w:t>
      </w:r>
      <w:r w:rsidRPr="00F2503B">
        <w:rPr>
          <w:sz w:val="22"/>
          <w:szCs w:val="22"/>
          <w:lang w:val="it-IT"/>
        </w:rPr>
        <w:t>) la dichiarazione del subappaltatore attestante l’assenza in capo a sé dei motivi di esclusione di cui all’art. 80 del D.lgs. n. 50/2016; (</w:t>
      </w:r>
      <w:r w:rsidRPr="00F2503B">
        <w:rPr>
          <w:b/>
          <w:bCs/>
          <w:i/>
          <w:iCs/>
          <w:sz w:val="22"/>
          <w:szCs w:val="22"/>
          <w:lang w:val="it-IT"/>
        </w:rPr>
        <w:t>iv</w:t>
      </w:r>
      <w:r w:rsidRPr="00F2503B">
        <w:rPr>
          <w:sz w:val="22"/>
          <w:szCs w:val="22"/>
          <w:lang w:val="it-IT"/>
        </w:rPr>
        <w:t>) la dichiarazione dell’affidatario circa la sussistenza o meno di eventuali forme di controllo o di collegamento a norma dell’articolo 2359 c.c. con il titolare del subappalto o analogo rapporto; (</w:t>
      </w:r>
      <w:r w:rsidRPr="00F2503B">
        <w:rPr>
          <w:b/>
          <w:bCs/>
          <w:i/>
          <w:iCs/>
          <w:sz w:val="22"/>
          <w:szCs w:val="22"/>
          <w:lang w:val="it-IT"/>
        </w:rPr>
        <w:t>v</w:t>
      </w:r>
      <w:r w:rsidRPr="00F2503B">
        <w:rPr>
          <w:sz w:val="22"/>
          <w:szCs w:val="22"/>
          <w:lang w:val="it-IT"/>
        </w:rPr>
        <w:t>) tutti gli altri documenti richiesti dalla legge e dalla Stazione Appaltante;</w:t>
      </w:r>
    </w:p>
    <w:p w:rsidR="00522D6A" w:rsidRPr="00F2503B" w:rsidRDefault="00522D6A" w:rsidP="00C1464C">
      <w:pPr>
        <w:numPr>
          <w:ilvl w:val="0"/>
          <w:numId w:val="2"/>
        </w:numPr>
        <w:tabs>
          <w:tab w:val="clear" w:pos="720"/>
          <w:tab w:val="num" w:pos="360"/>
        </w:tabs>
        <w:spacing w:after="120"/>
        <w:ind w:left="357" w:hanging="357"/>
        <w:jc w:val="both"/>
        <w:rPr>
          <w:sz w:val="22"/>
          <w:szCs w:val="22"/>
          <w:lang w:val="it-IT"/>
        </w:rPr>
      </w:pPr>
      <w:r w:rsidRPr="00F2503B">
        <w:rPr>
          <w:sz w:val="22"/>
          <w:szCs w:val="22"/>
          <w:lang w:val="it-IT"/>
        </w:rPr>
        <w:t>che, per le prestazioni affidate in subappalto, praticherà gli stessi prezzi unitari risultanti dall’affidamento dell’appalto, con ribasso non superiore al 20% (venti per cento), fatta eccezione per gli oneri della sicurezza, che verranno corrisposti alle imprese subappaltatrici senza alcun ribasso;</w:t>
      </w:r>
    </w:p>
    <w:p w:rsidR="00522D6A" w:rsidRPr="00F2503B" w:rsidRDefault="00522D6A" w:rsidP="005E21DE">
      <w:pPr>
        <w:numPr>
          <w:ilvl w:val="0"/>
          <w:numId w:val="29"/>
        </w:numPr>
        <w:spacing w:after="120"/>
        <w:ind w:left="142" w:hanging="568"/>
        <w:jc w:val="both"/>
        <w:rPr>
          <w:b/>
          <w:sz w:val="22"/>
          <w:szCs w:val="22"/>
          <w:lang w:val="it-IT"/>
        </w:rPr>
      </w:pPr>
      <w:r w:rsidRPr="00F2503B">
        <w:rPr>
          <w:b/>
          <w:sz w:val="22"/>
          <w:szCs w:val="22"/>
          <w:lang w:val="it-IT"/>
        </w:rPr>
        <w:t>Dichiarazioni aggiuntive nel caso di raggruppamenti di Operatori Economici e consorzi ordinari</w:t>
      </w:r>
    </w:p>
    <w:p w:rsidR="00522D6A" w:rsidRPr="00F2503B" w:rsidRDefault="00522D6A" w:rsidP="00D35309">
      <w:pPr>
        <w:pStyle w:val="ListParagraph"/>
        <w:numPr>
          <w:ilvl w:val="0"/>
          <w:numId w:val="14"/>
        </w:numPr>
        <w:spacing w:after="120"/>
        <w:jc w:val="both"/>
        <w:rPr>
          <w:b/>
          <w:sz w:val="22"/>
          <w:szCs w:val="22"/>
          <w:lang w:val="it-IT"/>
        </w:rPr>
      </w:pPr>
      <w:r w:rsidRPr="00F2503B">
        <w:rPr>
          <w:sz w:val="22"/>
          <w:szCs w:val="22"/>
          <w:lang w:val="it-IT"/>
        </w:rPr>
        <w:t>[</w:t>
      </w:r>
      <w:r w:rsidRPr="00F2503B">
        <w:rPr>
          <w:i/>
          <w:sz w:val="22"/>
          <w:szCs w:val="22"/>
          <w:lang w:val="it-IT"/>
        </w:rPr>
        <w:t xml:space="preserve">selezionare la casella in caso di raggruppamenti o consorzi </w:t>
      </w:r>
      <w:r w:rsidRPr="00F2503B">
        <w:rPr>
          <w:b/>
          <w:i/>
          <w:sz w:val="22"/>
          <w:szCs w:val="22"/>
          <w:lang w:val="it-IT"/>
        </w:rPr>
        <w:t>non ancora costituiti</w:t>
      </w:r>
      <w:r w:rsidRPr="00F2503B">
        <w:rPr>
          <w:i/>
          <w:sz w:val="22"/>
          <w:szCs w:val="22"/>
          <w:lang w:val="it-IT"/>
        </w:rPr>
        <w:t xml:space="preserve">] </w:t>
      </w:r>
      <w:r w:rsidRPr="00F2503B">
        <w:rPr>
          <w:sz w:val="22"/>
          <w:szCs w:val="22"/>
          <w:lang w:val="it-IT"/>
        </w:rPr>
        <w:t>di impegnarsi, in caso di affidamento:</w:t>
      </w:r>
    </w:p>
    <w:p w:rsidR="00522D6A" w:rsidRPr="00F2503B" w:rsidRDefault="00522D6A"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costituirsi nella forma giuridica prescelta;</w:t>
      </w:r>
    </w:p>
    <w:p w:rsidR="00522D6A" w:rsidRPr="00F2503B" w:rsidRDefault="00522D6A"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conferire a tal fine mandato collettivo speciale con rappresentanza al seguente soggetto designato mandatario _____________________________________________________________, il quale stipulerà il contratto in nome e per conto proprio e dei mandanti;</w:t>
      </w:r>
    </w:p>
    <w:p w:rsidR="00522D6A" w:rsidRPr="00F2503B" w:rsidRDefault="00522D6A"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perfezionare in tempo utile detto mandato, e comunque entro i termini stabiliti dalla Stazione Appaltante;</w:t>
      </w:r>
    </w:p>
    <w:p w:rsidR="00522D6A" w:rsidRPr="00F2503B" w:rsidRDefault="00522D6A" w:rsidP="001A6C1D">
      <w:pPr>
        <w:numPr>
          <w:ilvl w:val="0"/>
          <w:numId w:val="8"/>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a non modificare la composizione del raggruppamento o del consorzio, rispetto a quanto dichiarato in sede di offerta;</w:t>
      </w:r>
    </w:p>
    <w:p w:rsidR="00522D6A" w:rsidRPr="00F2503B" w:rsidRDefault="00522D6A" w:rsidP="001A6C1D">
      <w:pPr>
        <w:numPr>
          <w:ilvl w:val="0"/>
          <w:numId w:val="8"/>
        </w:numPr>
        <w:tabs>
          <w:tab w:val="clear" w:pos="2160"/>
          <w:tab w:val="left" w:pos="360"/>
          <w:tab w:val="num" w:pos="1800"/>
        </w:tabs>
        <w:autoSpaceDE w:val="0"/>
        <w:autoSpaceDN w:val="0"/>
        <w:adjustRightInd w:val="0"/>
        <w:spacing w:after="120"/>
        <w:ind w:left="0" w:firstLine="0"/>
        <w:jc w:val="both"/>
        <w:rPr>
          <w:sz w:val="22"/>
          <w:szCs w:val="22"/>
          <w:lang w:val="it-IT"/>
        </w:rPr>
      </w:pPr>
      <w:r w:rsidRPr="00F2503B">
        <w:rPr>
          <w:sz w:val="22"/>
          <w:szCs w:val="22"/>
          <w:lang w:val="it-IT"/>
        </w:rPr>
        <w:t>a rispettare tutte le prescrizioni poste dall’art. 48 del D.Lgs. n. 50/2016;</w:t>
      </w:r>
    </w:p>
    <w:p w:rsidR="00522D6A" w:rsidRPr="00F2503B" w:rsidRDefault="00522D6A" w:rsidP="00C1464C">
      <w:pPr>
        <w:tabs>
          <w:tab w:val="left" w:pos="360"/>
        </w:tabs>
        <w:autoSpaceDE w:val="0"/>
        <w:autoSpaceDN w:val="0"/>
        <w:adjustRightInd w:val="0"/>
        <w:spacing w:after="120"/>
        <w:jc w:val="both"/>
        <w:rPr>
          <w:i/>
          <w:sz w:val="22"/>
          <w:szCs w:val="22"/>
          <w:lang w:val="it-IT"/>
        </w:rPr>
      </w:pPr>
      <w:r w:rsidRPr="00F2503B">
        <w:rPr>
          <w:sz w:val="22"/>
          <w:szCs w:val="22"/>
          <w:lang w:val="it-IT"/>
        </w:rPr>
        <w:tab/>
        <w:t>[</w:t>
      </w:r>
      <w:r w:rsidRPr="00F2503B">
        <w:rPr>
          <w:i/>
          <w:sz w:val="22"/>
          <w:szCs w:val="22"/>
          <w:lang w:val="it-IT"/>
        </w:rPr>
        <w:t>ovvero</w:t>
      </w:r>
      <w:r w:rsidRPr="00F2503B">
        <w:rPr>
          <w:sz w:val="22"/>
          <w:szCs w:val="22"/>
          <w:lang w:val="it-IT"/>
        </w:rPr>
        <w:t>]</w:t>
      </w:r>
    </w:p>
    <w:p w:rsidR="00522D6A" w:rsidRPr="00F2503B" w:rsidRDefault="00522D6A" w:rsidP="001A6C1D">
      <w:pPr>
        <w:numPr>
          <w:ilvl w:val="0"/>
          <w:numId w:val="6"/>
        </w:numPr>
        <w:tabs>
          <w:tab w:val="clear" w:pos="720"/>
          <w:tab w:val="num" w:pos="0"/>
          <w:tab w:val="left" w:pos="360"/>
        </w:tabs>
        <w:autoSpaceDE w:val="0"/>
        <w:autoSpaceDN w:val="0"/>
        <w:adjustRightInd w:val="0"/>
        <w:spacing w:after="120"/>
        <w:ind w:left="0" w:firstLine="0"/>
        <w:jc w:val="both"/>
        <w:rPr>
          <w:sz w:val="22"/>
          <w:szCs w:val="22"/>
          <w:lang w:val="it-IT"/>
        </w:rPr>
      </w:pPr>
      <w:r w:rsidRPr="00F2503B">
        <w:rPr>
          <w:sz w:val="22"/>
          <w:szCs w:val="22"/>
          <w:lang w:val="it-IT"/>
        </w:rPr>
        <w:t>[</w:t>
      </w:r>
      <w:r w:rsidRPr="00F2503B">
        <w:rPr>
          <w:i/>
          <w:sz w:val="22"/>
          <w:szCs w:val="22"/>
          <w:lang w:val="it-IT"/>
        </w:rPr>
        <w:t xml:space="preserve">selezionare la casella in caso di raggruppamenti o consorzi </w:t>
      </w:r>
      <w:r w:rsidRPr="00F2503B">
        <w:rPr>
          <w:b/>
          <w:i/>
          <w:sz w:val="22"/>
          <w:szCs w:val="22"/>
          <w:lang w:val="it-IT"/>
        </w:rPr>
        <w:t>già costituiti</w:t>
      </w:r>
      <w:r w:rsidRPr="00F2503B">
        <w:rPr>
          <w:i/>
          <w:sz w:val="22"/>
          <w:szCs w:val="22"/>
          <w:lang w:val="it-IT"/>
        </w:rPr>
        <w:t xml:space="preserve">]: </w:t>
      </w:r>
    </w:p>
    <w:p w:rsidR="00522D6A" w:rsidRPr="00F2503B" w:rsidRDefault="00522D6A" w:rsidP="00C1464C">
      <w:pPr>
        <w:tabs>
          <w:tab w:val="left" w:pos="360"/>
        </w:tabs>
        <w:autoSpaceDE w:val="0"/>
        <w:autoSpaceDN w:val="0"/>
        <w:adjustRightInd w:val="0"/>
        <w:spacing w:after="120"/>
        <w:jc w:val="both"/>
        <w:rPr>
          <w:sz w:val="22"/>
          <w:szCs w:val="22"/>
          <w:lang w:val="it-IT"/>
        </w:rPr>
      </w:pPr>
      <w:r w:rsidRPr="00F2503B">
        <w:rPr>
          <w:sz w:val="22"/>
          <w:szCs w:val="22"/>
          <w:lang w:val="it-IT"/>
        </w:rPr>
        <w:t xml:space="preserve"> </w:t>
      </w:r>
    </w:p>
    <w:p w:rsidR="00522D6A" w:rsidRPr="00F2503B" w:rsidRDefault="00522D6A" w:rsidP="00567E68">
      <w:pPr>
        <w:numPr>
          <w:ilvl w:val="0"/>
          <w:numId w:val="12"/>
        </w:numPr>
        <w:tabs>
          <w:tab w:val="clear" w:pos="2160"/>
          <w:tab w:val="num" w:pos="360"/>
        </w:tabs>
        <w:autoSpaceDE w:val="0"/>
        <w:autoSpaceDN w:val="0"/>
        <w:adjustRightInd w:val="0"/>
        <w:spacing w:after="120"/>
        <w:ind w:left="360"/>
        <w:jc w:val="both"/>
        <w:rPr>
          <w:sz w:val="22"/>
          <w:szCs w:val="22"/>
          <w:lang w:val="it-IT"/>
        </w:rPr>
      </w:pPr>
      <w:r w:rsidRPr="00F2503B">
        <w:rPr>
          <w:sz w:val="22"/>
          <w:szCs w:val="22"/>
          <w:lang w:val="it-IT"/>
        </w:rPr>
        <w:t>che al seguente soggetto designato mandatario _____________________________________________, è stato conferito mandato collettivo speciale con rappresentanza mediante il seguente atto ________________________________________e, a tal fine, allega: copia autentica</w:t>
      </w:r>
      <w:r w:rsidRPr="00F2503B" w:rsidDel="008F1111">
        <w:rPr>
          <w:sz w:val="22"/>
          <w:szCs w:val="22"/>
          <w:lang w:val="it-IT"/>
        </w:rPr>
        <w:t xml:space="preserve"> </w:t>
      </w:r>
      <w:r w:rsidRPr="00F2503B">
        <w:rPr>
          <w:sz w:val="22"/>
          <w:szCs w:val="22"/>
          <w:lang w:val="it-IT"/>
        </w:rPr>
        <w:t>del mandato collettivo irrevocabile con rappresentanza conferito alla mandataria per atto pubblico o scrittura privata autenticata/atto costitutivo e statuto del consorzio, in copia autentica, con indicazione del soggetto designato quale capofila;</w:t>
      </w:r>
    </w:p>
    <w:p w:rsidR="00522D6A" w:rsidRPr="00F2503B" w:rsidRDefault="00522D6A" w:rsidP="001A6C1D">
      <w:pPr>
        <w:numPr>
          <w:ilvl w:val="0"/>
          <w:numId w:val="7"/>
        </w:numPr>
        <w:tabs>
          <w:tab w:val="clear" w:pos="2160"/>
          <w:tab w:val="num" w:pos="360"/>
        </w:tabs>
        <w:autoSpaceDE w:val="0"/>
        <w:autoSpaceDN w:val="0"/>
        <w:adjustRightInd w:val="0"/>
        <w:spacing w:after="120"/>
        <w:ind w:left="0" w:firstLine="0"/>
        <w:jc w:val="both"/>
        <w:rPr>
          <w:sz w:val="22"/>
          <w:szCs w:val="22"/>
          <w:lang w:val="it-IT"/>
        </w:rPr>
      </w:pPr>
      <w:r w:rsidRPr="00F2503B">
        <w:rPr>
          <w:sz w:val="22"/>
          <w:szCs w:val="22"/>
          <w:lang w:val="it-IT"/>
        </w:rPr>
        <w:t>che verranno rispettate tutte le prescrizioni poste dall’art. 48 del D.Lgs. n. 50/2016;</w:t>
      </w:r>
    </w:p>
    <w:p w:rsidR="00522D6A" w:rsidRPr="00F2503B" w:rsidRDefault="00522D6A" w:rsidP="001A6C1D">
      <w:pPr>
        <w:numPr>
          <w:ilvl w:val="0"/>
          <w:numId w:val="29"/>
        </w:numPr>
        <w:spacing w:after="120"/>
        <w:ind w:left="142" w:hanging="568"/>
        <w:jc w:val="both"/>
        <w:rPr>
          <w:b/>
          <w:sz w:val="22"/>
          <w:szCs w:val="22"/>
          <w:lang w:val="it-IT"/>
        </w:rPr>
      </w:pPr>
      <w:r w:rsidRPr="00F2503B">
        <w:rPr>
          <w:b/>
          <w:sz w:val="22"/>
          <w:szCs w:val="22"/>
          <w:lang w:val="it-IT"/>
        </w:rPr>
        <w:t>Ulteriori dichiarazioni aggiuntive nel caso di consorzi di cui all’art. 45, comma 2, lett. b) e c) del D.Lgs. n. 50/2016</w:t>
      </w:r>
    </w:p>
    <w:p w:rsidR="00522D6A" w:rsidRPr="00F2503B" w:rsidRDefault="00522D6A" w:rsidP="001A6C1D">
      <w:pPr>
        <w:numPr>
          <w:ilvl w:val="0"/>
          <w:numId w:val="6"/>
        </w:numPr>
        <w:tabs>
          <w:tab w:val="clear" w:pos="720"/>
          <w:tab w:val="num" w:pos="360"/>
        </w:tabs>
        <w:spacing w:after="120"/>
        <w:ind w:left="0" w:firstLine="0"/>
        <w:jc w:val="both"/>
        <w:rPr>
          <w:sz w:val="22"/>
          <w:szCs w:val="22"/>
          <w:lang w:val="it-IT"/>
        </w:rPr>
      </w:pPr>
      <w:r w:rsidRPr="00F2503B">
        <w:rPr>
          <w:sz w:val="22"/>
          <w:szCs w:val="22"/>
          <w:lang w:val="it-IT"/>
        </w:rPr>
        <w:t>[</w:t>
      </w:r>
      <w:r w:rsidRPr="00F2503B">
        <w:rPr>
          <w:i/>
          <w:sz w:val="22"/>
          <w:szCs w:val="22"/>
          <w:lang w:val="it-IT"/>
        </w:rPr>
        <w:t xml:space="preserve">selezionare la casella in caso di </w:t>
      </w:r>
      <w:r w:rsidRPr="00F2503B">
        <w:rPr>
          <w:i/>
          <w:sz w:val="22"/>
          <w:szCs w:val="22"/>
          <w:u w:val="single"/>
          <w:lang w:val="it-IT"/>
        </w:rPr>
        <w:t>consorzi</w:t>
      </w:r>
      <w:r w:rsidRPr="00F2503B">
        <w:rPr>
          <w:sz w:val="22"/>
          <w:szCs w:val="22"/>
          <w:lang w:val="it-IT"/>
        </w:rPr>
        <w:t>]</w:t>
      </w:r>
      <w:r w:rsidRPr="00F2503B">
        <w:rPr>
          <w:i/>
          <w:sz w:val="22"/>
          <w:szCs w:val="22"/>
          <w:lang w:val="it-IT"/>
        </w:rPr>
        <w:t xml:space="preserve"> </w:t>
      </w:r>
      <w:r w:rsidRPr="00F2503B">
        <w:rPr>
          <w:sz w:val="22"/>
          <w:szCs w:val="22"/>
          <w:lang w:val="it-IT"/>
        </w:rPr>
        <w:t>che i consorziati per i quali il consorzio concorre sono i seguenti:______________________________________________________________</w:t>
      </w:r>
    </w:p>
    <w:p w:rsidR="00522D6A" w:rsidRPr="00F2503B" w:rsidRDefault="00522D6A" w:rsidP="00C1464C">
      <w:pPr>
        <w:tabs>
          <w:tab w:val="left" w:pos="360"/>
        </w:tabs>
        <w:spacing w:after="120"/>
        <w:jc w:val="both"/>
        <w:rPr>
          <w:sz w:val="22"/>
          <w:szCs w:val="22"/>
          <w:lang w:val="it-IT"/>
        </w:rPr>
      </w:pPr>
    </w:p>
    <w:p w:rsidR="00522D6A" w:rsidRPr="00F2503B" w:rsidRDefault="00522D6A" w:rsidP="00C1464C">
      <w:pPr>
        <w:spacing w:after="120"/>
        <w:jc w:val="both"/>
        <w:rPr>
          <w:sz w:val="22"/>
          <w:szCs w:val="22"/>
          <w:lang w:val="it-IT"/>
        </w:rPr>
      </w:pPr>
      <w:r w:rsidRPr="00F2503B">
        <w:rPr>
          <w:i/>
          <w:sz w:val="22"/>
          <w:szCs w:val="22"/>
          <w:lang w:val="it-IT"/>
        </w:rPr>
        <w:t>[Luogo e Data]</w:t>
      </w:r>
      <w:r w:rsidRPr="00F2503B">
        <w:rPr>
          <w:sz w:val="22"/>
          <w:szCs w:val="22"/>
          <w:lang w:val="it-IT"/>
        </w:rPr>
        <w:t>___________,___________.</w:t>
      </w:r>
    </w:p>
    <w:p w:rsidR="00522D6A" w:rsidRPr="00F2503B" w:rsidRDefault="00522D6A" w:rsidP="00C1464C">
      <w:pPr>
        <w:spacing w:after="120"/>
        <w:rPr>
          <w:i/>
          <w:sz w:val="22"/>
          <w:szCs w:val="22"/>
          <w:lang w:val="it-IT"/>
        </w:rPr>
      </w:pPr>
      <w:r w:rsidRPr="00F2503B">
        <w:rPr>
          <w:i/>
          <w:sz w:val="22"/>
          <w:szCs w:val="22"/>
          <w:lang w:val="it-IT"/>
        </w:rPr>
        <w:t xml:space="preserve">                                                                                                </w:t>
      </w:r>
      <w:r w:rsidRPr="00F2503B">
        <w:rPr>
          <w:i/>
          <w:sz w:val="22"/>
          <w:szCs w:val="22"/>
          <w:lang w:val="it-IT"/>
        </w:rPr>
        <w:tab/>
      </w:r>
      <w:r w:rsidRPr="00F2503B">
        <w:rPr>
          <w:i/>
          <w:sz w:val="22"/>
          <w:szCs w:val="22"/>
          <w:lang w:val="it-IT"/>
        </w:rPr>
        <w:tab/>
      </w:r>
      <w:r w:rsidRPr="00F2503B">
        <w:rPr>
          <w:i/>
          <w:sz w:val="22"/>
          <w:szCs w:val="22"/>
          <w:lang w:val="it-IT"/>
        </w:rPr>
        <w:tab/>
        <w:t xml:space="preserve"> [Firma dell’Operatore]</w:t>
      </w:r>
    </w:p>
    <w:p w:rsidR="00522D6A" w:rsidRPr="00F2503B" w:rsidRDefault="00522D6A" w:rsidP="00C1464C">
      <w:pPr>
        <w:spacing w:after="120"/>
        <w:jc w:val="right"/>
        <w:rPr>
          <w:b/>
          <w:sz w:val="22"/>
          <w:szCs w:val="22"/>
          <w:u w:val="single"/>
          <w:lang w:val="it-IT"/>
        </w:rPr>
      </w:pPr>
      <w:r w:rsidRPr="00F2503B">
        <w:rPr>
          <w:i/>
          <w:sz w:val="22"/>
          <w:szCs w:val="22"/>
          <w:lang w:val="it-IT"/>
        </w:rPr>
        <w:t>_________________________</w:t>
      </w:r>
    </w:p>
    <w:p w:rsidR="00522D6A" w:rsidRPr="00F2503B" w:rsidRDefault="00522D6A" w:rsidP="00C1464C">
      <w:pPr>
        <w:spacing w:after="120"/>
        <w:jc w:val="both"/>
        <w:rPr>
          <w:b/>
          <w:sz w:val="22"/>
          <w:szCs w:val="22"/>
          <w:u w:val="single"/>
          <w:lang w:val="it-IT"/>
        </w:rPr>
      </w:pPr>
    </w:p>
    <w:p w:rsidR="00522D6A" w:rsidRPr="00F2503B" w:rsidRDefault="00522D6A" w:rsidP="00C1464C">
      <w:pPr>
        <w:spacing w:after="120"/>
        <w:jc w:val="both"/>
        <w:rPr>
          <w:b/>
          <w:sz w:val="22"/>
          <w:szCs w:val="22"/>
          <w:u w:val="single"/>
          <w:lang w:val="it-IT"/>
        </w:rPr>
      </w:pPr>
    </w:p>
    <w:p w:rsidR="00522D6A" w:rsidRPr="00F2503B" w:rsidRDefault="00522D6A" w:rsidP="00C1464C">
      <w:pPr>
        <w:spacing w:after="120"/>
        <w:jc w:val="both"/>
        <w:rPr>
          <w:sz w:val="22"/>
          <w:szCs w:val="22"/>
          <w:lang w:val="it-IT"/>
        </w:rPr>
      </w:pPr>
      <w:r w:rsidRPr="00F2503B">
        <w:rPr>
          <w:b/>
          <w:sz w:val="22"/>
          <w:szCs w:val="22"/>
          <w:u w:val="single"/>
          <w:lang w:val="it-IT"/>
        </w:rPr>
        <w:t>Note</w:t>
      </w:r>
      <w:r w:rsidRPr="00F2503B">
        <w:rPr>
          <w:sz w:val="22"/>
          <w:szCs w:val="22"/>
          <w:u w:val="single"/>
          <w:lang w:val="it-IT"/>
        </w:rPr>
        <w:t xml:space="preserve"> </w:t>
      </w:r>
      <w:r w:rsidRPr="00F2503B">
        <w:rPr>
          <w:b/>
          <w:sz w:val="22"/>
          <w:szCs w:val="22"/>
          <w:u w:val="single"/>
          <w:lang w:val="it-IT"/>
        </w:rPr>
        <w:t>di compilazione</w:t>
      </w:r>
      <w:r w:rsidRPr="00F2503B">
        <w:rPr>
          <w:sz w:val="22"/>
          <w:szCs w:val="22"/>
          <w:lang w:val="it-IT"/>
        </w:rPr>
        <w:t>:</w:t>
      </w:r>
    </w:p>
    <w:p w:rsidR="00522D6A" w:rsidRPr="00F2503B" w:rsidRDefault="00522D6A" w:rsidP="00D3530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essere sottoscritta da parte (</w:t>
      </w:r>
      <w:r w:rsidRPr="00F2503B">
        <w:rPr>
          <w:b/>
          <w:i/>
          <w:sz w:val="22"/>
          <w:szCs w:val="22"/>
          <w:lang w:val="it-IT"/>
        </w:rPr>
        <w:t>i</w:t>
      </w:r>
      <w:r w:rsidRPr="00F2503B">
        <w:rPr>
          <w:i/>
          <w:sz w:val="22"/>
          <w:szCs w:val="22"/>
          <w:lang w:val="it-IT"/>
        </w:rPr>
        <w:t>) del legale rappresentante o (</w:t>
      </w:r>
      <w:r w:rsidRPr="00F2503B">
        <w:rPr>
          <w:b/>
          <w:i/>
          <w:sz w:val="22"/>
          <w:szCs w:val="22"/>
          <w:lang w:val="it-IT"/>
        </w:rPr>
        <w:t>ii</w:t>
      </w:r>
      <w:r w:rsidRPr="00F2503B">
        <w:rPr>
          <w:i/>
          <w:sz w:val="22"/>
          <w:szCs w:val="22"/>
          <w:lang w:val="it-IT"/>
        </w:rPr>
        <w:t>) da persona abilitata ad impegnare l’Operatore. In tale ultimo caso, dovrà essere prodotta in atti copia conforme all’originale, da rendersi con le modalità di cui all’art. 19, del d.p.r.</w:t>
      </w:r>
      <w:r>
        <w:rPr>
          <w:i/>
          <w:sz w:val="22"/>
          <w:szCs w:val="22"/>
          <w:lang w:val="it-IT"/>
        </w:rPr>
        <w:t xml:space="preserve"> </w:t>
      </w:r>
      <w:r w:rsidRPr="00F2503B">
        <w:rPr>
          <w:i/>
          <w:sz w:val="22"/>
          <w:szCs w:val="22"/>
          <w:lang w:val="it-IT"/>
        </w:rPr>
        <w:t>n. 445/2000, della fonte dei poteri;</w:t>
      </w:r>
    </w:p>
    <w:p w:rsidR="00522D6A" w:rsidRPr="00F2503B" w:rsidRDefault="00522D6A"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le dichiarazioni relative ai motivi di esclusione di cui all’art. 80 commi 1, 2 e 5, lettera l), del D.lgs. n. 50/2016, esposte nel testo di cui sopra, potranno essere rese dal soggetto sottoscrittore </w:t>
      </w:r>
      <w:r w:rsidRPr="00F2503B">
        <w:rPr>
          <w:i/>
          <w:sz w:val="22"/>
          <w:szCs w:val="22"/>
          <w:u w:val="single"/>
          <w:lang w:val="it-IT"/>
        </w:rPr>
        <w:t>per quanto a propria conoscenza</w:t>
      </w:r>
      <w:r w:rsidRPr="00F2503B">
        <w:rPr>
          <w:i/>
          <w:sz w:val="22"/>
          <w:szCs w:val="22"/>
          <w:lang w:val="it-IT"/>
        </w:rPr>
        <w:t>, con riferimento a ciascuno dei singoli esponenti sopra indicati;</w:t>
      </w:r>
    </w:p>
    <w:p w:rsidR="00522D6A" w:rsidRPr="00F2503B" w:rsidRDefault="00522D6A"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 xml:space="preserve">in caso di cessione di azienda, incorporazione o fusione realizzatasi nell’ultimo anno, la dichiarazione relativa al motivo di esclusione di cui all’art. 80, comma 1, del D.lgs. n. 50/2016 può essere resa dal soggetto sottoscrittore </w:t>
      </w:r>
      <w:r w:rsidRPr="00F2503B">
        <w:rPr>
          <w:i/>
          <w:sz w:val="22"/>
          <w:szCs w:val="22"/>
          <w:u w:val="single"/>
          <w:lang w:val="it-IT"/>
        </w:rPr>
        <w:t>per quanto a propria conoscenza</w:t>
      </w:r>
      <w:r w:rsidRPr="00F2503B">
        <w:rPr>
          <w:i/>
          <w:sz w:val="22"/>
          <w:szCs w:val="22"/>
          <w:lang w:val="it-IT"/>
        </w:rPr>
        <w:t>, anche con riferimento agli esponenti della società cedente, incorporata o fusa;</w:t>
      </w:r>
    </w:p>
    <w:p w:rsidR="00522D6A" w:rsidRPr="00F2503B" w:rsidRDefault="00522D6A" w:rsidP="00712BA9">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in alternativa a quanto previsto dai due punti precedenti, l’Operatore dovrà dimostrare l’insussistenza dei motivi di esclusione di cui all’art. 80 commi 1, 2 e 5, lettera l), del D.lgs. n. 50/2016, producendo le relative dichiarazioni sottoscritte personalmente da ciascuno dei singoli esponenti sopra indicati;</w:t>
      </w:r>
    </w:p>
    <w:p w:rsidR="00522D6A" w:rsidRPr="00F2503B" w:rsidRDefault="00522D6A" w:rsidP="003F60BF">
      <w:pPr>
        <w:numPr>
          <w:ilvl w:val="0"/>
          <w:numId w:val="3"/>
        </w:numPr>
        <w:spacing w:after="120"/>
        <w:ind w:left="360" w:hanging="360"/>
        <w:jc w:val="both"/>
        <w:rPr>
          <w:i/>
          <w:sz w:val="22"/>
          <w:szCs w:val="22"/>
          <w:lang w:val="it-IT"/>
        </w:rPr>
      </w:pPr>
      <w:r w:rsidRPr="00F2503B">
        <w:rPr>
          <w:i/>
          <w:spacing w:val="-1"/>
          <w:sz w:val="22"/>
          <w:szCs w:val="22"/>
          <w:lang w:val="it-IT"/>
        </w:rPr>
        <w:t>il Comunicato del Presidente dell’A.N.A.C. dell’8 novembre 2017, come riportato anche all’art. 10, comma 15, della Lettera di Invito che, nell’ambito degli “altri tipi di società o consorzio”</w:t>
      </w:r>
      <w:r w:rsidRPr="00F2503B">
        <w:rPr>
          <w:sz w:val="22"/>
          <w:szCs w:val="22"/>
          <w:lang w:val="it-IT"/>
        </w:rPr>
        <w:t xml:space="preserve"> </w:t>
      </w:r>
      <w:r w:rsidRPr="00F2503B">
        <w:rPr>
          <w:i/>
          <w:spacing w:val="-1"/>
          <w:sz w:val="22"/>
          <w:szCs w:val="22"/>
          <w:lang w:val="it-IT"/>
        </w:rPr>
        <w:t>siano ricompresi:</w:t>
      </w:r>
    </w:p>
    <w:p w:rsidR="00522D6A" w:rsidRPr="00F2503B" w:rsidRDefault="00522D6A" w:rsidP="00712BA9">
      <w:pPr>
        <w:numPr>
          <w:ilvl w:val="0"/>
          <w:numId w:val="33"/>
        </w:numPr>
        <w:spacing w:after="120"/>
        <w:jc w:val="both"/>
        <w:rPr>
          <w:i/>
          <w:sz w:val="22"/>
          <w:szCs w:val="22"/>
          <w:lang w:val="it-IT"/>
        </w:rPr>
      </w:pPr>
      <w:r w:rsidRPr="00F2503B">
        <w:rPr>
          <w:i/>
          <w:spacing w:val="-1"/>
          <w:sz w:val="22"/>
          <w:szCs w:val="22"/>
          <w:lang w:val="it-IT"/>
        </w:rPr>
        <w:t xml:space="preserve">i membri del consiglio di amministrazione cui sia stata conferita la legale rappresentanza, ivi compresi institori e procuratori generali, e i membri degli organi con poteri di direzione o di vigilanza </w:t>
      </w:r>
      <w:r w:rsidRPr="00F2503B">
        <w:rPr>
          <w:i/>
          <w:spacing w:val="-1"/>
          <w:sz w:val="22"/>
          <w:szCs w:val="22"/>
          <w:u w:val="single"/>
          <w:lang w:val="it-IT"/>
        </w:rPr>
        <w:t xml:space="preserve">sono da individuarsi nei seguenti soggetti: </w:t>
      </w:r>
    </w:p>
    <w:p w:rsidR="00522D6A" w:rsidRPr="00F2503B" w:rsidRDefault="00522D6A" w:rsidP="00712BA9">
      <w:pPr>
        <w:pStyle w:val="BodyText"/>
        <w:widowControl w:val="0"/>
        <w:numPr>
          <w:ilvl w:val="0"/>
          <w:numId w:val="32"/>
        </w:numPr>
        <w:ind w:left="1418" w:right="111" w:hanging="425"/>
        <w:jc w:val="both"/>
        <w:rPr>
          <w:i/>
          <w:spacing w:val="-1"/>
          <w:sz w:val="22"/>
          <w:szCs w:val="22"/>
          <w:lang w:val="it-IT"/>
        </w:rPr>
      </w:pPr>
      <w:r w:rsidRPr="00F2503B">
        <w:rPr>
          <w:i/>
          <w:spacing w:val="-1"/>
          <w:sz w:val="22"/>
          <w:szCs w:val="22"/>
          <w:lang w:val="it-IT"/>
        </w:rPr>
        <w:t>membri del consiglio di amministrazione cu</w:t>
      </w:r>
      <w:r>
        <w:rPr>
          <w:i/>
          <w:spacing w:val="-1"/>
          <w:sz w:val="22"/>
          <w:szCs w:val="22"/>
          <w:lang w:val="it-IT"/>
        </w:rPr>
        <w:t>i sia stata conferita la legale</w:t>
      </w:r>
      <w:r w:rsidRPr="00F2503B">
        <w:rPr>
          <w:i/>
          <w:spacing w:val="-1"/>
          <w:sz w:val="22"/>
          <w:szCs w:val="22"/>
          <w:lang w:val="it-IT"/>
        </w:rPr>
        <w:t xml:space="preserve"> rappresentanza, nelle società con sistema di</w:t>
      </w:r>
      <w:r>
        <w:rPr>
          <w:i/>
          <w:spacing w:val="-1"/>
          <w:sz w:val="22"/>
          <w:szCs w:val="22"/>
          <w:lang w:val="it-IT"/>
        </w:rPr>
        <w:t xml:space="preserve"> amministrazione tradizionale e</w:t>
      </w:r>
      <w:r w:rsidRPr="00F2503B">
        <w:rPr>
          <w:i/>
          <w:spacing w:val="-1"/>
          <w:sz w:val="22"/>
          <w:szCs w:val="22"/>
          <w:lang w:val="it-IT"/>
        </w:rPr>
        <w:t xml:space="preserve"> monistico (Presidente del Consiglio di Amministrazione, Amministratore Unico, amministratori delegati anche se titolari di un</w:t>
      </w:r>
      <w:r>
        <w:rPr>
          <w:i/>
          <w:spacing w:val="-1"/>
          <w:sz w:val="22"/>
          <w:szCs w:val="22"/>
          <w:lang w:val="it-IT"/>
        </w:rPr>
        <w:t>a delega limitata a determinate</w:t>
      </w:r>
      <w:r w:rsidRPr="00F2503B">
        <w:rPr>
          <w:i/>
          <w:spacing w:val="-1"/>
          <w:sz w:val="22"/>
          <w:szCs w:val="22"/>
          <w:lang w:val="it-IT"/>
        </w:rPr>
        <w:t xml:space="preserve"> attività ma che per tali attività conferisca poteri di rappresentanza);</w:t>
      </w:r>
    </w:p>
    <w:p w:rsidR="00522D6A" w:rsidRPr="00F2503B" w:rsidRDefault="00522D6A" w:rsidP="00712BA9">
      <w:pPr>
        <w:pStyle w:val="BodyText"/>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collegio sindacale nelle società </w:t>
      </w:r>
      <w:r>
        <w:rPr>
          <w:i/>
          <w:spacing w:val="-1"/>
          <w:sz w:val="22"/>
          <w:szCs w:val="22"/>
          <w:lang w:val="it-IT"/>
        </w:rPr>
        <w:t xml:space="preserve">con sistema di amministrazione </w:t>
      </w:r>
      <w:r w:rsidRPr="00F2503B">
        <w:rPr>
          <w:i/>
          <w:spacing w:val="-1"/>
          <w:sz w:val="22"/>
          <w:szCs w:val="22"/>
          <w:lang w:val="it-IT"/>
        </w:rPr>
        <w:t>tradizionale e ai membri del comitato per il</w:t>
      </w:r>
      <w:r>
        <w:rPr>
          <w:i/>
          <w:spacing w:val="-1"/>
          <w:sz w:val="22"/>
          <w:szCs w:val="22"/>
          <w:lang w:val="it-IT"/>
        </w:rPr>
        <w:t xml:space="preserve"> controllo sulla gestione nelle</w:t>
      </w:r>
      <w:r w:rsidRPr="00F2503B">
        <w:rPr>
          <w:i/>
          <w:spacing w:val="-1"/>
          <w:sz w:val="22"/>
          <w:szCs w:val="22"/>
          <w:lang w:val="it-IT"/>
        </w:rPr>
        <w:t xml:space="preserve"> società con sistema di amministrazione monistico;</w:t>
      </w:r>
    </w:p>
    <w:p w:rsidR="00522D6A" w:rsidRPr="00F2503B" w:rsidRDefault="00522D6A" w:rsidP="00B33E76">
      <w:pPr>
        <w:pStyle w:val="BodyText"/>
        <w:widowControl w:val="0"/>
        <w:numPr>
          <w:ilvl w:val="0"/>
          <w:numId w:val="32"/>
        </w:numPr>
        <w:ind w:left="1418" w:right="111" w:hanging="425"/>
        <w:jc w:val="both"/>
        <w:rPr>
          <w:i/>
          <w:spacing w:val="-1"/>
          <w:sz w:val="22"/>
          <w:szCs w:val="22"/>
          <w:lang w:val="it-IT"/>
        </w:rPr>
      </w:pPr>
      <w:r w:rsidRPr="00F2503B">
        <w:rPr>
          <w:i/>
          <w:spacing w:val="-1"/>
          <w:sz w:val="22"/>
          <w:szCs w:val="22"/>
          <w:lang w:val="it-IT"/>
        </w:rPr>
        <w:t xml:space="preserve">membri del consiglio di gestione e ai membri </w:t>
      </w:r>
      <w:r>
        <w:rPr>
          <w:i/>
          <w:spacing w:val="-1"/>
          <w:sz w:val="22"/>
          <w:szCs w:val="22"/>
          <w:lang w:val="it-IT"/>
        </w:rPr>
        <w:t xml:space="preserve">del consiglio di sorveglianza, </w:t>
      </w:r>
      <w:r w:rsidRPr="00F2503B">
        <w:rPr>
          <w:i/>
          <w:spacing w:val="-1"/>
          <w:sz w:val="22"/>
          <w:szCs w:val="22"/>
          <w:lang w:val="it-IT"/>
        </w:rPr>
        <w:t>nelle società con sistema di amministrazione dualistico;</w:t>
      </w:r>
    </w:p>
    <w:p w:rsidR="00522D6A" w:rsidRPr="00F2503B" w:rsidRDefault="00522D6A" w:rsidP="00226FC5">
      <w:pPr>
        <w:numPr>
          <w:ilvl w:val="0"/>
          <w:numId w:val="33"/>
        </w:numPr>
        <w:spacing w:after="120"/>
        <w:jc w:val="both"/>
        <w:rPr>
          <w:i/>
          <w:sz w:val="22"/>
          <w:szCs w:val="22"/>
          <w:lang w:val="it-IT"/>
        </w:rPr>
      </w:pPr>
      <w:r w:rsidRPr="00F2503B">
        <w:rPr>
          <w:i/>
          <w:spacing w:val="-1"/>
          <w:sz w:val="22"/>
          <w:szCs w:val="22"/>
          <w:lang w:val="it-IT"/>
        </w:rPr>
        <w:t xml:space="preserve">i soggetti muniti di poteri di rappresentanza, di direzione o di controllo </w:t>
      </w:r>
      <w:r w:rsidRPr="00F2503B">
        <w:rPr>
          <w:i/>
          <w:spacing w:val="-1"/>
          <w:sz w:val="22"/>
          <w:szCs w:val="22"/>
          <w:u w:val="single"/>
          <w:lang w:val="it-IT"/>
        </w:rPr>
        <w:t>sono da individuarsi in quei soggetti che,</w:t>
      </w:r>
      <w:r w:rsidRPr="00F2503B">
        <w:rPr>
          <w:i/>
          <w:sz w:val="22"/>
          <w:szCs w:val="22"/>
          <w:lang w:val="it-IT"/>
        </w:rPr>
        <w:t xml:space="preserve"> </w:t>
      </w:r>
      <w:r w:rsidRPr="00F2503B">
        <w:rPr>
          <w:i/>
          <w:spacing w:val="-1"/>
          <w:sz w:val="22"/>
          <w:szCs w:val="22"/>
          <w:lang w:val="it-IT"/>
        </w:rPr>
        <w:t>benché non siano membri degli organi sociali di amministrazione e control</w:t>
      </w:r>
      <w:r>
        <w:rPr>
          <w:i/>
          <w:spacing w:val="-1"/>
          <w:sz w:val="22"/>
          <w:szCs w:val="22"/>
          <w:lang w:val="it-IT"/>
        </w:rPr>
        <w:t xml:space="preserve">lo, risultino muniti di poteri </w:t>
      </w:r>
      <w:r w:rsidRPr="00F2503B">
        <w:rPr>
          <w:i/>
          <w:spacing w:val="-1"/>
          <w:sz w:val="22"/>
          <w:szCs w:val="22"/>
          <w:lang w:val="it-IT"/>
        </w:rPr>
        <w:t xml:space="preserve">di rappresentanza, di direzione (i.e., dipendenti o professionisti </w:t>
      </w:r>
      <w:r>
        <w:rPr>
          <w:i/>
          <w:spacing w:val="-1"/>
          <w:sz w:val="22"/>
          <w:szCs w:val="22"/>
          <w:lang w:val="it-IT"/>
        </w:rPr>
        <w:t xml:space="preserve">ai quali siano stati conferiti </w:t>
      </w:r>
      <w:r w:rsidRPr="00F2503B">
        <w:rPr>
          <w:i/>
          <w:spacing w:val="-1"/>
          <w:sz w:val="22"/>
          <w:szCs w:val="22"/>
          <w:lang w:val="it-IT"/>
        </w:rPr>
        <w:t>significativi poteri di direzione e gestione dell’impresa) o di controllo (i.e., revisore contabile e l’Organismo di Vigilanza di cui all’art. 6 del D. Lgs. n. 231/2001 cui sia affidato il compito di vigilare sul funzionamento e sull’osservanza dei modelli di organizzazione e di gestione idonei a prevenire reati).</w:t>
      </w:r>
      <w:r w:rsidRPr="00F2503B">
        <w:rPr>
          <w:i/>
          <w:sz w:val="22"/>
          <w:szCs w:val="22"/>
          <w:lang w:val="it-IT"/>
        </w:rPr>
        <w:t xml:space="preserve"> </w:t>
      </w:r>
      <w:r w:rsidRPr="00F2503B">
        <w:rPr>
          <w:i/>
          <w:spacing w:val="-1"/>
          <w:sz w:val="22"/>
          <w:szCs w:val="22"/>
          <w:lang w:val="it-IT"/>
        </w:rPr>
        <w:t>In caso di affidamento del controllo contabile a una società di revisione, le verifiche non devono essere condotte sui membri degli organi sociali della società di revisione;</w:t>
      </w:r>
    </w:p>
    <w:p w:rsidR="00522D6A" w:rsidRPr="00F2503B" w:rsidRDefault="00522D6A"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 presente dichiarazione dovrà essere allegata, copia di un documento di identità del sottoscrittore, in corso di validità;</w:t>
      </w:r>
    </w:p>
    <w:p w:rsidR="00522D6A" w:rsidRPr="00F2503B" w:rsidRDefault="00522D6A" w:rsidP="00C1464C">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la presente dichiarazione dovrà essere prodotta da ciascuna impresa concorrente, da ogni singolo Operatore del raggruppamento o del consorzio ordinario, dai consorzi di cui all’art. 45, comma 2, lett. b) e c), del D.lgs. n. 50/2016 e da tutte le imprese da questi indicate come concorrenti;</w:t>
      </w:r>
    </w:p>
    <w:p w:rsidR="00522D6A" w:rsidRPr="00F2503B" w:rsidRDefault="00522D6A" w:rsidP="00EE0773">
      <w:pPr>
        <w:numPr>
          <w:ilvl w:val="0"/>
          <w:numId w:val="3"/>
        </w:numPr>
        <w:tabs>
          <w:tab w:val="clear" w:pos="0"/>
          <w:tab w:val="num" w:pos="360"/>
        </w:tabs>
        <w:spacing w:after="120"/>
        <w:ind w:left="360" w:hanging="360"/>
        <w:jc w:val="both"/>
        <w:rPr>
          <w:i/>
          <w:sz w:val="22"/>
          <w:szCs w:val="22"/>
          <w:lang w:val="it-IT"/>
        </w:rPr>
      </w:pPr>
      <w:r w:rsidRPr="00F2503B">
        <w:rPr>
          <w:i/>
          <w:sz w:val="22"/>
          <w:szCs w:val="22"/>
          <w:lang w:val="it-IT"/>
        </w:rPr>
        <w:t>all’atto della compilazione, selezionare le opzioni a compilazione alternativa barrando il relativo riquadro, in maniera tale che la scelta del soggetto che compila sia chiaramente espressa;</w:t>
      </w:r>
    </w:p>
    <w:p w:rsidR="00522D6A" w:rsidRPr="00F2503B" w:rsidRDefault="00522D6A" w:rsidP="00C1464C">
      <w:pPr>
        <w:numPr>
          <w:ilvl w:val="0"/>
          <w:numId w:val="3"/>
        </w:numPr>
        <w:tabs>
          <w:tab w:val="clear" w:pos="0"/>
          <w:tab w:val="num" w:pos="360"/>
        </w:tabs>
        <w:spacing w:after="120"/>
        <w:ind w:left="360" w:hanging="360"/>
        <w:jc w:val="both"/>
        <w:rPr>
          <w:sz w:val="22"/>
          <w:szCs w:val="22"/>
          <w:lang w:val="it-IT"/>
        </w:rPr>
      </w:pPr>
      <w:r w:rsidRPr="00F2503B">
        <w:rPr>
          <w:i/>
          <w:sz w:val="22"/>
          <w:szCs w:val="22"/>
          <w:lang w:val="it-IT"/>
        </w:rPr>
        <w:t>le clausole obbligatorie non potranno essere oggetto di spunta e/o eliminazione.</w:t>
      </w:r>
    </w:p>
    <w:sectPr w:rsidR="00522D6A" w:rsidRPr="00F2503B" w:rsidSect="00F625ED">
      <w:headerReference w:type="default" r:id="rId18"/>
      <w:footerReference w:type="even" r:id="rId19"/>
      <w:footerReference w:type="default" r:id="rId20"/>
      <w:pgSz w:w="12240" w:h="15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D6A" w:rsidRDefault="00522D6A">
      <w:r>
        <w:separator/>
      </w:r>
    </w:p>
  </w:endnote>
  <w:endnote w:type="continuationSeparator" w:id="0">
    <w:p w:rsidR="00522D6A" w:rsidRDefault="00522D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D6A" w:rsidRDefault="00522D6A" w:rsidP="00F625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522D6A" w:rsidRDefault="00522D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D6A" w:rsidRPr="001058CD" w:rsidRDefault="00522D6A" w:rsidP="00F625ED">
    <w:pPr>
      <w:pStyle w:val="Footer"/>
      <w:framePr w:wrap="around" w:vAnchor="text" w:hAnchor="margin" w:xAlign="right" w:y="80"/>
      <w:rPr>
        <w:rStyle w:val="PageNumber"/>
        <w:rFonts w:ascii="Verdana" w:hAnsi="Verdana"/>
        <w:sz w:val="16"/>
        <w:szCs w:val="16"/>
      </w:rPr>
    </w:pPr>
    <w:r w:rsidRPr="001058CD">
      <w:rPr>
        <w:rStyle w:val="PageNumber"/>
        <w:rFonts w:ascii="Verdana" w:hAnsi="Verdana"/>
        <w:sz w:val="16"/>
        <w:szCs w:val="16"/>
      </w:rPr>
      <w:fldChar w:fldCharType="begin"/>
    </w:r>
    <w:r w:rsidRPr="001058CD">
      <w:rPr>
        <w:rStyle w:val="PageNumber"/>
        <w:rFonts w:ascii="Verdana" w:hAnsi="Verdana"/>
        <w:sz w:val="16"/>
        <w:szCs w:val="16"/>
      </w:rPr>
      <w:instrText xml:space="preserve">PAGE  </w:instrText>
    </w:r>
    <w:r w:rsidRPr="001058CD">
      <w:rPr>
        <w:rStyle w:val="PageNumber"/>
        <w:rFonts w:ascii="Verdana" w:hAnsi="Verdana"/>
        <w:sz w:val="16"/>
        <w:szCs w:val="16"/>
      </w:rPr>
      <w:fldChar w:fldCharType="separate"/>
    </w:r>
    <w:r>
      <w:rPr>
        <w:rStyle w:val="PageNumber"/>
        <w:rFonts w:ascii="Verdana" w:hAnsi="Verdana"/>
        <w:noProof/>
        <w:sz w:val="16"/>
        <w:szCs w:val="16"/>
      </w:rPr>
      <w:t>6</w:t>
    </w:r>
    <w:r w:rsidRPr="001058CD">
      <w:rPr>
        <w:rStyle w:val="PageNumber"/>
        <w:rFonts w:ascii="Verdana" w:hAnsi="Verdana"/>
        <w:sz w:val="16"/>
        <w:szCs w:val="16"/>
      </w:rPr>
      <w:fldChar w:fldCharType="end"/>
    </w:r>
  </w:p>
  <w:p w:rsidR="00522D6A" w:rsidRPr="00675E40" w:rsidRDefault="00522D6A" w:rsidP="00F625ED">
    <w:pPr>
      <w:pStyle w:val="Footer"/>
      <w:ind w:right="360"/>
      <w:rPr>
        <w:smallCaps/>
        <w:sz w:val="8"/>
        <w:szCs w:val="16"/>
        <w:lang/>
      </w:rPr>
    </w:pPr>
  </w:p>
  <w:p w:rsidR="00522D6A" w:rsidRPr="00242DE7" w:rsidRDefault="00522D6A">
    <w:pPr>
      <w:pStyle w:val="Footer"/>
      <w:rPr>
        <w:lang/>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D6A" w:rsidRDefault="00522D6A">
      <w:r>
        <w:separator/>
      </w:r>
    </w:p>
  </w:footnote>
  <w:footnote w:type="continuationSeparator" w:id="0">
    <w:p w:rsidR="00522D6A" w:rsidRDefault="00522D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D6A" w:rsidRPr="002A6576" w:rsidRDefault="00522D6A" w:rsidP="00DB16C8">
    <w:pPr>
      <w:pStyle w:val="Header"/>
      <w:jc w:val="center"/>
      <w:rPr>
        <w:i/>
        <w:sz w:val="16"/>
        <w:szCs w:val="16"/>
      </w:rPr>
    </w:pPr>
  </w:p>
  <w:p w:rsidR="00522D6A" w:rsidRPr="002A6576" w:rsidRDefault="00522D6A" w:rsidP="00310024">
    <w:pPr>
      <w:pStyle w:val="INPS052headint"/>
      <w:jc w:val="center"/>
      <w:rPr>
        <w:rFonts w:ascii="Times New Roman" w:hAnsi="Times New Roman"/>
        <w:i/>
      </w:rPr>
    </w:pPr>
    <w:r w:rsidRPr="002A6576">
      <w:rPr>
        <w:rFonts w:ascii="Times New Roman" w:hAnsi="Times New Roman"/>
        <w:bCs w:val="0"/>
        <w:i/>
        <w:szCs w:val="20"/>
      </w:rPr>
      <w:t xml:space="preserve">Procedura negoziata di importo inferiore alla soglia comunitaria, volta alla stipula di un Accordo Quadro ai sensi degli artt. 36, comma 2, lett. </w:t>
    </w:r>
    <w:r>
      <w:rPr>
        <w:rFonts w:ascii="Times New Roman" w:hAnsi="Times New Roman"/>
        <w:bCs w:val="0"/>
        <w:i/>
        <w:szCs w:val="20"/>
      </w:rPr>
      <w:t>a</w:t>
    </w:r>
    <w:r w:rsidRPr="002A6576">
      <w:rPr>
        <w:rFonts w:ascii="Times New Roman" w:hAnsi="Times New Roman"/>
        <w:bCs w:val="0"/>
        <w:i/>
        <w:szCs w:val="20"/>
      </w:rPr>
      <w:t xml:space="preserve">), e 54 del D.Lgs. 50/2016, per l’affidamento del “Servizio di cassa a favore </w:t>
    </w:r>
    <w:r>
      <w:rPr>
        <w:rFonts w:ascii="Times New Roman" w:hAnsi="Times New Roman"/>
        <w:bCs w:val="0"/>
        <w:i/>
        <w:szCs w:val="20"/>
      </w:rPr>
      <w:t>dell’I.C. Mortegliano – Castions di Strada</w:t>
    </w:r>
    <w:r w:rsidRPr="002A6576">
      <w:rPr>
        <w:rFonts w:ascii="Times New Roman" w:hAnsi="Times New Roman"/>
        <w:bCs w:val="0"/>
        <w:i/>
        <w:szCs w:val="20"/>
      </w:rPr>
      <w:t>”</w:t>
    </w:r>
  </w:p>
  <w:p w:rsidR="00522D6A" w:rsidRPr="00366CD3" w:rsidRDefault="00522D6A" w:rsidP="00DB16C8">
    <w:pPr>
      <w:pStyle w:val="Header"/>
      <w:rPr>
        <w:lan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C6A3C"/>
    <w:multiLevelType w:val="hybridMultilevel"/>
    <w:tmpl w:val="8F24D81A"/>
    <w:lvl w:ilvl="0" w:tplc="D56E6E30">
      <w:start w:val="1"/>
      <w:numFmt w:val="bullet"/>
      <w:lvlText w:val=""/>
      <w:lvlJc w:val="left"/>
      <w:pPr>
        <w:ind w:left="1080" w:hanging="360"/>
      </w:pPr>
      <w:rPr>
        <w:rFonts w:ascii="Symbol" w:hAnsi="Symbol" w:hint="default"/>
        <w:sz w:val="24"/>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1B36105"/>
    <w:multiLevelType w:val="hybridMultilevel"/>
    <w:tmpl w:val="7BDE7546"/>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661F2E"/>
    <w:multiLevelType w:val="hybridMultilevel"/>
    <w:tmpl w:val="C6C4CFB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7A0C97"/>
    <w:multiLevelType w:val="hybridMultilevel"/>
    <w:tmpl w:val="45ECBDA2"/>
    <w:lvl w:ilvl="0" w:tplc="BC405D62">
      <w:start w:val="1"/>
      <w:numFmt w:val="bullet"/>
      <w:lvlText w:val=""/>
      <w:lvlJc w:val="left"/>
      <w:pPr>
        <w:tabs>
          <w:tab w:val="num" w:pos="720"/>
        </w:tabs>
        <w:ind w:left="720" w:hanging="360"/>
      </w:pPr>
      <w:rPr>
        <w:rFonts w:ascii="Symbol" w:hAnsi="Symbol" w:hint="default"/>
        <w:b/>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0C4269"/>
    <w:multiLevelType w:val="hybridMultilevel"/>
    <w:tmpl w:val="DFC63FDC"/>
    <w:lvl w:ilvl="0" w:tplc="04100001">
      <w:start w:val="1"/>
      <w:numFmt w:val="bullet"/>
      <w:lvlText w:val=""/>
      <w:lvlJc w:val="left"/>
      <w:pPr>
        <w:tabs>
          <w:tab w:val="num" w:pos="720"/>
        </w:tabs>
        <w:ind w:left="720" w:hanging="360"/>
      </w:pPr>
      <w:rPr>
        <w:rFonts w:ascii="Symbol" w:hAnsi="Symbol" w:hint="default"/>
        <w:sz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CB27BE"/>
    <w:multiLevelType w:val="hybridMultilevel"/>
    <w:tmpl w:val="FD0C5DA4"/>
    <w:lvl w:ilvl="0" w:tplc="CDE2CF28">
      <w:start w:val="1"/>
      <w:numFmt w:val="upp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0F1F4E25"/>
    <w:multiLevelType w:val="hybridMultilevel"/>
    <w:tmpl w:val="331894A2"/>
    <w:lvl w:ilvl="0" w:tplc="04100003">
      <w:start w:val="1"/>
      <w:numFmt w:val="bullet"/>
      <w:lvlText w:val="o"/>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nsid w:val="10786EEC"/>
    <w:multiLevelType w:val="hybridMultilevel"/>
    <w:tmpl w:val="113205CC"/>
    <w:lvl w:ilvl="0" w:tplc="5E22DCE0">
      <w:start w:val="1"/>
      <w:numFmt w:val="decimal"/>
      <w:lvlText w:val="B.%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2F31B92"/>
    <w:multiLevelType w:val="hybridMultilevel"/>
    <w:tmpl w:val="CFEE93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4A1CF8"/>
    <w:multiLevelType w:val="hybridMultilevel"/>
    <w:tmpl w:val="6EDECB26"/>
    <w:lvl w:ilvl="0" w:tplc="F22E85EA">
      <w:start w:val="1"/>
      <w:numFmt w:val="bullet"/>
      <w:lvlText w:val=""/>
      <w:lvlJc w:val="left"/>
      <w:pPr>
        <w:ind w:left="720" w:hanging="360"/>
      </w:pPr>
      <w:rPr>
        <w:rFonts w:ascii="Wingdings" w:hAnsi="Wingdings" w:hint="default"/>
        <w:b/>
        <w:i w:val="0"/>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9F32E8A"/>
    <w:multiLevelType w:val="hybridMultilevel"/>
    <w:tmpl w:val="55DE76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40330F0"/>
    <w:multiLevelType w:val="hybridMultilevel"/>
    <w:tmpl w:val="39F03AE2"/>
    <w:lvl w:ilvl="0" w:tplc="728006F4">
      <w:start w:val="1"/>
      <w:numFmt w:val="bullet"/>
      <w:lvlText w:val=""/>
      <w:lvlJc w:val="left"/>
      <w:pPr>
        <w:tabs>
          <w:tab w:val="num" w:pos="720"/>
        </w:tabs>
        <w:ind w:left="72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4D94088"/>
    <w:multiLevelType w:val="hybridMultilevel"/>
    <w:tmpl w:val="DAB86F2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1A3FEF"/>
    <w:multiLevelType w:val="hybridMultilevel"/>
    <w:tmpl w:val="4546180C"/>
    <w:lvl w:ilvl="0" w:tplc="12AEFBAC">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2AA07E3C"/>
    <w:multiLevelType w:val="hybridMultilevel"/>
    <w:tmpl w:val="2D8C9CB8"/>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EAA6F1B"/>
    <w:multiLevelType w:val="hybridMultilevel"/>
    <w:tmpl w:val="3FEA872E"/>
    <w:lvl w:ilvl="0" w:tplc="12AEFB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25360F7"/>
    <w:multiLevelType w:val="hybridMultilevel"/>
    <w:tmpl w:val="701095AE"/>
    <w:lvl w:ilvl="0" w:tplc="04100003">
      <w:start w:val="1"/>
      <w:numFmt w:val="bullet"/>
      <w:lvlText w:val="o"/>
      <w:lvlJc w:val="left"/>
      <w:pPr>
        <w:tabs>
          <w:tab w:val="num" w:pos="720"/>
        </w:tabs>
        <w:ind w:left="720"/>
      </w:pPr>
      <w:rPr>
        <w:rFonts w:ascii="Courier New" w:hAnsi="Courier New"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5B5251C"/>
    <w:multiLevelType w:val="hybridMultilevel"/>
    <w:tmpl w:val="BB60D66E"/>
    <w:lvl w:ilvl="0" w:tplc="04100003">
      <w:start w:val="1"/>
      <w:numFmt w:val="bullet"/>
      <w:lvlText w:val="o"/>
      <w:lvlJc w:val="left"/>
      <w:pPr>
        <w:ind w:left="2847" w:hanging="360"/>
      </w:pPr>
      <w:rPr>
        <w:rFonts w:ascii="Courier New" w:hAnsi="Courier New" w:hint="default"/>
      </w:rPr>
    </w:lvl>
    <w:lvl w:ilvl="1" w:tplc="04100003" w:tentative="1">
      <w:start w:val="1"/>
      <w:numFmt w:val="bullet"/>
      <w:lvlText w:val="o"/>
      <w:lvlJc w:val="left"/>
      <w:pPr>
        <w:ind w:left="3567" w:hanging="360"/>
      </w:pPr>
      <w:rPr>
        <w:rFonts w:ascii="Courier New" w:hAnsi="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18">
    <w:nsid w:val="3E2E3A04"/>
    <w:multiLevelType w:val="hybridMultilevel"/>
    <w:tmpl w:val="E7B821DE"/>
    <w:lvl w:ilvl="0" w:tplc="CEAC4D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04B3566"/>
    <w:multiLevelType w:val="hybridMultilevel"/>
    <w:tmpl w:val="3C3C2E82"/>
    <w:lvl w:ilvl="0" w:tplc="5374E14A">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2A7D3E"/>
    <w:multiLevelType w:val="hybridMultilevel"/>
    <w:tmpl w:val="2CAE799C"/>
    <w:lvl w:ilvl="0" w:tplc="0410000F">
      <w:start w:val="1"/>
      <w:numFmt w:val="decimal"/>
      <w:lvlText w:val="%1."/>
      <w:lvlJc w:val="left"/>
      <w:pPr>
        <w:tabs>
          <w:tab w:val="num" w:pos="0"/>
        </w:tabs>
      </w:pPr>
      <w:rPr>
        <w:rFonts w:cs="Times New Roman"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3182737"/>
    <w:multiLevelType w:val="hybridMultilevel"/>
    <w:tmpl w:val="9FEC9CCC"/>
    <w:lvl w:ilvl="0" w:tplc="EA42695A">
      <w:start w:val="1"/>
      <w:numFmt w:val="bullet"/>
      <w:lvlText w:val=""/>
      <w:lvlJc w:val="left"/>
      <w:pPr>
        <w:tabs>
          <w:tab w:val="num" w:pos="720"/>
        </w:tabs>
        <w:ind w:left="720" w:hanging="360"/>
      </w:pPr>
      <w:rPr>
        <w:rFonts w:ascii="Symbol" w:hAnsi="Symbol" w:hint="default"/>
        <w:b/>
        <w:i w:val="0"/>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745DF0"/>
    <w:multiLevelType w:val="hybridMultilevel"/>
    <w:tmpl w:val="62C46C8A"/>
    <w:lvl w:ilvl="0" w:tplc="8C46BC1C">
      <w:start w:val="1"/>
      <w:numFmt w:val="bullet"/>
      <w:lvlText w:val=""/>
      <w:lvlJc w:val="left"/>
      <w:pPr>
        <w:ind w:left="720" w:hanging="360"/>
      </w:pPr>
      <w:rPr>
        <w:rFonts w:ascii="Wingdings" w:hAnsi="Wingdings" w:hint="default"/>
        <w:sz w:val="28"/>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99B7668"/>
    <w:multiLevelType w:val="hybridMultilevel"/>
    <w:tmpl w:val="833C08C6"/>
    <w:lvl w:ilvl="0" w:tplc="629A1A64">
      <w:start w:val="1"/>
      <w:numFmt w:val="bullet"/>
      <w:lvlText w:val=""/>
      <w:lvlJc w:val="left"/>
      <w:pPr>
        <w:tabs>
          <w:tab w:val="num" w:pos="720"/>
        </w:tabs>
        <w:ind w:left="720"/>
      </w:pPr>
      <w:rPr>
        <w:rFonts w:ascii="Wingdings" w:hAnsi="Wingdings" w:hint="default"/>
        <w:sz w:val="24"/>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29970CA"/>
    <w:multiLevelType w:val="hybridMultilevel"/>
    <w:tmpl w:val="6E029BFA"/>
    <w:lvl w:ilvl="0" w:tplc="4816C882">
      <w:start w:val="1"/>
      <w:numFmt w:val="decimal"/>
      <w:lvlText w:val="%1."/>
      <w:lvlJc w:val="left"/>
      <w:pPr>
        <w:tabs>
          <w:tab w:val="num" w:pos="0"/>
        </w:tabs>
      </w:pPr>
      <w:rPr>
        <w:rFonts w:cs="Times New Roman" w:hint="default"/>
        <w:i/>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3B76228"/>
    <w:multiLevelType w:val="hybridMultilevel"/>
    <w:tmpl w:val="45287904"/>
    <w:lvl w:ilvl="0" w:tplc="8E480B90">
      <w:start w:val="1"/>
      <w:numFmt w:val="bullet"/>
      <w:lvlText w:val=""/>
      <w:lvlJc w:val="left"/>
      <w:pPr>
        <w:tabs>
          <w:tab w:val="num" w:pos="2160"/>
        </w:tabs>
        <w:ind w:left="2160" w:hanging="360"/>
      </w:pPr>
      <w:rPr>
        <w:rFonts w:ascii="Symbol" w:hAnsi="Symbol" w:hint="default"/>
        <w:b/>
        <w:sz w:val="24"/>
      </w:rPr>
    </w:lvl>
    <w:lvl w:ilvl="1" w:tplc="36F8445A">
      <w:start w:val="1"/>
      <w:numFmt w:val="bullet"/>
      <w:lvlText w:val=""/>
      <w:lvlJc w:val="left"/>
      <w:pPr>
        <w:tabs>
          <w:tab w:val="num" w:pos="1440"/>
        </w:tabs>
        <w:ind w:left="1440" w:hanging="360"/>
      </w:pPr>
      <w:rPr>
        <w:rFonts w:ascii="Symbol" w:hAnsi="Symbol" w:hint="default"/>
        <w:b/>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61170B0"/>
    <w:multiLevelType w:val="hybridMultilevel"/>
    <w:tmpl w:val="04023B12"/>
    <w:lvl w:ilvl="0" w:tplc="A8844E1C">
      <w:start w:val="1"/>
      <w:numFmt w:val="lowerLetter"/>
      <w:lvlText w:val="%1."/>
      <w:lvlJc w:val="left"/>
      <w:pPr>
        <w:tabs>
          <w:tab w:val="num" w:pos="1440"/>
        </w:tabs>
        <w:ind w:left="1440" w:hanging="360"/>
      </w:pPr>
      <w:rPr>
        <w:rFonts w:cs="Times New Roman" w:hint="default"/>
        <w:b w:val="0"/>
        <w:i w:val="0"/>
        <w:sz w:val="20"/>
        <w:szCs w:val="20"/>
      </w:rPr>
    </w:lvl>
    <w:lvl w:ilvl="1" w:tplc="C47EA2CA">
      <w:start w:val="1"/>
      <w:numFmt w:val="bullet"/>
      <w:lvlText w:val=""/>
      <w:lvlJc w:val="left"/>
      <w:pPr>
        <w:tabs>
          <w:tab w:val="num" w:pos="2160"/>
        </w:tabs>
        <w:ind w:left="2160" w:hanging="360"/>
      </w:pPr>
      <w:rPr>
        <w:rFonts w:ascii="Symbol" w:hAnsi="Symbol"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6BDD4F94"/>
    <w:multiLevelType w:val="hybridMultilevel"/>
    <w:tmpl w:val="6BF286BE"/>
    <w:lvl w:ilvl="0" w:tplc="EA42695A">
      <w:start w:val="1"/>
      <w:numFmt w:val="bullet"/>
      <w:lvlText w:val=""/>
      <w:lvlJc w:val="left"/>
      <w:pPr>
        <w:tabs>
          <w:tab w:val="num" w:pos="720"/>
        </w:tabs>
        <w:ind w:left="720" w:hanging="360"/>
      </w:pPr>
      <w:rPr>
        <w:rFonts w:ascii="Symbol" w:hAnsi="Symbol" w:hint="default"/>
        <w:b/>
        <w:i w:val="0"/>
        <w:sz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C5D0665"/>
    <w:multiLevelType w:val="hybridMultilevel"/>
    <w:tmpl w:val="AEE4D70A"/>
    <w:lvl w:ilvl="0" w:tplc="907C7400">
      <w:start w:val="1"/>
      <w:numFmt w:val="decimal"/>
      <w:lvlText w:val="%1)"/>
      <w:lvlJc w:val="left"/>
      <w:pPr>
        <w:ind w:left="717" w:hanging="360"/>
      </w:pPr>
      <w:rPr>
        <w:rFonts w:cs="Times New Roman" w:hint="default"/>
      </w:rPr>
    </w:lvl>
    <w:lvl w:ilvl="1" w:tplc="04100019" w:tentative="1">
      <w:start w:val="1"/>
      <w:numFmt w:val="lowerLetter"/>
      <w:lvlText w:val="%2."/>
      <w:lvlJc w:val="left"/>
      <w:pPr>
        <w:ind w:left="1437" w:hanging="360"/>
      </w:pPr>
      <w:rPr>
        <w:rFonts w:cs="Times New Roman"/>
      </w:rPr>
    </w:lvl>
    <w:lvl w:ilvl="2" w:tplc="0410001B" w:tentative="1">
      <w:start w:val="1"/>
      <w:numFmt w:val="lowerRoman"/>
      <w:lvlText w:val="%3."/>
      <w:lvlJc w:val="right"/>
      <w:pPr>
        <w:ind w:left="2157" w:hanging="180"/>
      </w:pPr>
      <w:rPr>
        <w:rFonts w:cs="Times New Roman"/>
      </w:rPr>
    </w:lvl>
    <w:lvl w:ilvl="3" w:tplc="0410000F" w:tentative="1">
      <w:start w:val="1"/>
      <w:numFmt w:val="decimal"/>
      <w:lvlText w:val="%4."/>
      <w:lvlJc w:val="left"/>
      <w:pPr>
        <w:ind w:left="2877" w:hanging="360"/>
      </w:pPr>
      <w:rPr>
        <w:rFonts w:cs="Times New Roman"/>
      </w:rPr>
    </w:lvl>
    <w:lvl w:ilvl="4" w:tplc="04100019" w:tentative="1">
      <w:start w:val="1"/>
      <w:numFmt w:val="lowerLetter"/>
      <w:lvlText w:val="%5."/>
      <w:lvlJc w:val="left"/>
      <w:pPr>
        <w:ind w:left="3597" w:hanging="360"/>
      </w:pPr>
      <w:rPr>
        <w:rFonts w:cs="Times New Roman"/>
      </w:rPr>
    </w:lvl>
    <w:lvl w:ilvl="5" w:tplc="0410001B" w:tentative="1">
      <w:start w:val="1"/>
      <w:numFmt w:val="lowerRoman"/>
      <w:lvlText w:val="%6."/>
      <w:lvlJc w:val="right"/>
      <w:pPr>
        <w:ind w:left="4317" w:hanging="180"/>
      </w:pPr>
      <w:rPr>
        <w:rFonts w:cs="Times New Roman"/>
      </w:rPr>
    </w:lvl>
    <w:lvl w:ilvl="6" w:tplc="0410000F" w:tentative="1">
      <w:start w:val="1"/>
      <w:numFmt w:val="decimal"/>
      <w:lvlText w:val="%7."/>
      <w:lvlJc w:val="left"/>
      <w:pPr>
        <w:ind w:left="5037" w:hanging="360"/>
      </w:pPr>
      <w:rPr>
        <w:rFonts w:cs="Times New Roman"/>
      </w:rPr>
    </w:lvl>
    <w:lvl w:ilvl="7" w:tplc="04100019" w:tentative="1">
      <w:start w:val="1"/>
      <w:numFmt w:val="lowerLetter"/>
      <w:lvlText w:val="%8."/>
      <w:lvlJc w:val="left"/>
      <w:pPr>
        <w:ind w:left="5757" w:hanging="360"/>
      </w:pPr>
      <w:rPr>
        <w:rFonts w:cs="Times New Roman"/>
      </w:rPr>
    </w:lvl>
    <w:lvl w:ilvl="8" w:tplc="0410001B" w:tentative="1">
      <w:start w:val="1"/>
      <w:numFmt w:val="lowerRoman"/>
      <w:lvlText w:val="%9."/>
      <w:lvlJc w:val="right"/>
      <w:pPr>
        <w:ind w:left="6477" w:hanging="180"/>
      </w:pPr>
      <w:rPr>
        <w:rFonts w:cs="Times New Roman"/>
      </w:rPr>
    </w:lvl>
  </w:abstractNum>
  <w:abstractNum w:abstractNumId="30">
    <w:nsid w:val="71A1747B"/>
    <w:multiLevelType w:val="hybridMultilevel"/>
    <w:tmpl w:val="EB6E6836"/>
    <w:lvl w:ilvl="0" w:tplc="A06498F6">
      <w:start w:val="1"/>
      <w:numFmt w:val="bullet"/>
      <w:lvlText w:val=""/>
      <w:lvlJc w:val="left"/>
      <w:pPr>
        <w:tabs>
          <w:tab w:val="num" w:pos="2160"/>
        </w:tabs>
        <w:ind w:left="21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0C6B4D"/>
    <w:multiLevelType w:val="hybridMultilevel"/>
    <w:tmpl w:val="E53CD90E"/>
    <w:lvl w:ilvl="0" w:tplc="B03C8C90">
      <w:start w:val="1"/>
      <w:numFmt w:val="bullet"/>
      <w:lvlText w:val=""/>
      <w:lvlJc w:val="left"/>
      <w:pPr>
        <w:tabs>
          <w:tab w:val="num" w:pos="720"/>
        </w:tabs>
        <w:ind w:left="720" w:hanging="360"/>
      </w:pPr>
      <w:rPr>
        <w:rFonts w:ascii="Wingdings" w:hAnsi="Wingdings" w:hint="default"/>
        <w:sz w:val="2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74902C1"/>
    <w:multiLevelType w:val="hybridMultilevel"/>
    <w:tmpl w:val="893E7940"/>
    <w:lvl w:ilvl="0" w:tplc="629A1A64">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7AA185E"/>
    <w:multiLevelType w:val="hybridMultilevel"/>
    <w:tmpl w:val="1FFC89BA"/>
    <w:lvl w:ilvl="0" w:tplc="17F8DE4E">
      <w:start w:val="1"/>
      <w:numFmt w:val="lowerLetter"/>
      <w:lvlText w:val="%1)"/>
      <w:lvlJc w:val="left"/>
      <w:pPr>
        <w:ind w:left="1429" w:hanging="360"/>
      </w:pPr>
      <w:rPr>
        <w:rFonts w:ascii="Verdana" w:hAnsi="Verdana" w:cs="Times New Roman" w:hint="default"/>
      </w:rPr>
    </w:lvl>
    <w:lvl w:ilvl="1" w:tplc="17766874">
      <w:start w:val="1"/>
      <w:numFmt w:val="lowerLetter"/>
      <w:lvlText w:val="%2)"/>
      <w:lvlJc w:val="left"/>
      <w:pPr>
        <w:ind w:left="2149" w:hanging="360"/>
      </w:pPr>
      <w:rPr>
        <w:rFonts w:cs="Times New Roman" w:hint="default"/>
      </w:rPr>
    </w:lvl>
    <w:lvl w:ilvl="2" w:tplc="0410001B" w:tentative="1">
      <w:start w:val="1"/>
      <w:numFmt w:val="lowerRoman"/>
      <w:lvlText w:val="%3."/>
      <w:lvlJc w:val="right"/>
      <w:pPr>
        <w:ind w:left="2869" w:hanging="180"/>
      </w:pPr>
      <w:rPr>
        <w:rFonts w:cs="Times New Roman"/>
      </w:rPr>
    </w:lvl>
    <w:lvl w:ilvl="3" w:tplc="0410000F" w:tentative="1">
      <w:start w:val="1"/>
      <w:numFmt w:val="decimal"/>
      <w:lvlText w:val="%4."/>
      <w:lvlJc w:val="left"/>
      <w:pPr>
        <w:ind w:left="3589" w:hanging="360"/>
      </w:pPr>
      <w:rPr>
        <w:rFonts w:cs="Times New Roman"/>
      </w:rPr>
    </w:lvl>
    <w:lvl w:ilvl="4" w:tplc="04100019" w:tentative="1">
      <w:start w:val="1"/>
      <w:numFmt w:val="lowerLetter"/>
      <w:lvlText w:val="%5."/>
      <w:lvlJc w:val="left"/>
      <w:pPr>
        <w:ind w:left="4309" w:hanging="360"/>
      </w:pPr>
      <w:rPr>
        <w:rFonts w:cs="Times New Roman"/>
      </w:rPr>
    </w:lvl>
    <w:lvl w:ilvl="5" w:tplc="0410001B" w:tentative="1">
      <w:start w:val="1"/>
      <w:numFmt w:val="lowerRoman"/>
      <w:lvlText w:val="%6."/>
      <w:lvlJc w:val="right"/>
      <w:pPr>
        <w:ind w:left="5029" w:hanging="180"/>
      </w:pPr>
      <w:rPr>
        <w:rFonts w:cs="Times New Roman"/>
      </w:rPr>
    </w:lvl>
    <w:lvl w:ilvl="6" w:tplc="0410000F" w:tentative="1">
      <w:start w:val="1"/>
      <w:numFmt w:val="decimal"/>
      <w:lvlText w:val="%7."/>
      <w:lvlJc w:val="left"/>
      <w:pPr>
        <w:ind w:left="5749" w:hanging="360"/>
      </w:pPr>
      <w:rPr>
        <w:rFonts w:cs="Times New Roman"/>
      </w:rPr>
    </w:lvl>
    <w:lvl w:ilvl="7" w:tplc="04100019" w:tentative="1">
      <w:start w:val="1"/>
      <w:numFmt w:val="lowerLetter"/>
      <w:lvlText w:val="%8."/>
      <w:lvlJc w:val="left"/>
      <w:pPr>
        <w:ind w:left="6469" w:hanging="360"/>
      </w:pPr>
      <w:rPr>
        <w:rFonts w:cs="Times New Roman"/>
      </w:rPr>
    </w:lvl>
    <w:lvl w:ilvl="8" w:tplc="0410001B" w:tentative="1">
      <w:start w:val="1"/>
      <w:numFmt w:val="lowerRoman"/>
      <w:lvlText w:val="%9."/>
      <w:lvlJc w:val="right"/>
      <w:pPr>
        <w:ind w:left="7189" w:hanging="180"/>
      </w:pPr>
      <w:rPr>
        <w:rFonts w:cs="Times New Roman"/>
      </w:rPr>
    </w:lvl>
  </w:abstractNum>
  <w:abstractNum w:abstractNumId="34">
    <w:nsid w:val="78A76160"/>
    <w:multiLevelType w:val="hybridMultilevel"/>
    <w:tmpl w:val="C0EA66A6"/>
    <w:lvl w:ilvl="0" w:tplc="585C2F84">
      <w:start w:val="1"/>
      <w:numFmt w:val="decimal"/>
      <w:lvlText w:val="A.%1)"/>
      <w:lvlJc w:val="left"/>
      <w:pPr>
        <w:ind w:left="36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nsid w:val="7DD94FF6"/>
    <w:multiLevelType w:val="multilevel"/>
    <w:tmpl w:val="90ACAFEE"/>
    <w:lvl w:ilvl="0">
      <w:start w:val="1"/>
      <w:numFmt w:val="decimal"/>
      <w:lvlText w:val="D.%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6">
    <w:nsid w:val="7E345F1D"/>
    <w:multiLevelType w:val="hybridMultilevel"/>
    <w:tmpl w:val="3D0EC14A"/>
    <w:lvl w:ilvl="0" w:tplc="BADE8222">
      <w:start w:val="1"/>
      <w:numFmt w:val="bullet"/>
      <w:lvlText w:val=""/>
      <w:lvlJc w:val="left"/>
      <w:pPr>
        <w:tabs>
          <w:tab w:val="num" w:pos="720"/>
        </w:tabs>
        <w:ind w:left="720" w:hanging="360"/>
      </w:pPr>
      <w:rPr>
        <w:rFonts w:ascii="Wingdings" w:hAnsi="Wingdings" w:hint="default"/>
        <w:sz w:val="28"/>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6"/>
  </w:num>
  <w:num w:numId="3">
    <w:abstractNumId w:val="21"/>
  </w:num>
  <w:num w:numId="4">
    <w:abstractNumId w:val="19"/>
  </w:num>
  <w:num w:numId="5">
    <w:abstractNumId w:val="8"/>
  </w:num>
  <w:num w:numId="6">
    <w:abstractNumId w:val="22"/>
  </w:num>
  <w:num w:numId="7">
    <w:abstractNumId w:val="30"/>
  </w:num>
  <w:num w:numId="8">
    <w:abstractNumId w:val="12"/>
  </w:num>
  <w:num w:numId="9">
    <w:abstractNumId w:val="24"/>
  </w:num>
  <w:num w:numId="10">
    <w:abstractNumId w:val="1"/>
  </w:num>
  <w:num w:numId="11">
    <w:abstractNumId w:val="26"/>
  </w:num>
  <w:num w:numId="12">
    <w:abstractNumId w:val="14"/>
  </w:num>
  <w:num w:numId="13">
    <w:abstractNumId w:val="11"/>
  </w:num>
  <w:num w:numId="14">
    <w:abstractNumId w:val="20"/>
  </w:num>
  <w:num w:numId="15">
    <w:abstractNumId w:val="18"/>
  </w:num>
  <w:num w:numId="16">
    <w:abstractNumId w:val="28"/>
  </w:num>
  <w:num w:numId="17">
    <w:abstractNumId w:val="3"/>
  </w:num>
  <w:num w:numId="18">
    <w:abstractNumId w:val="32"/>
  </w:num>
  <w:num w:numId="19">
    <w:abstractNumId w:val="27"/>
  </w:num>
  <w:num w:numId="20">
    <w:abstractNumId w:val="15"/>
  </w:num>
  <w:num w:numId="21">
    <w:abstractNumId w:val="6"/>
  </w:num>
  <w:num w:numId="22">
    <w:abstractNumId w:val="0"/>
  </w:num>
  <w:num w:numId="23">
    <w:abstractNumId w:val="10"/>
  </w:num>
  <w:num w:numId="24">
    <w:abstractNumId w:val="29"/>
  </w:num>
  <w:num w:numId="25">
    <w:abstractNumId w:val="4"/>
  </w:num>
  <w:num w:numId="26">
    <w:abstractNumId w:val="5"/>
  </w:num>
  <w:num w:numId="27">
    <w:abstractNumId w:val="34"/>
  </w:num>
  <w:num w:numId="28">
    <w:abstractNumId w:val="7"/>
  </w:num>
  <w:num w:numId="29">
    <w:abstractNumId w:val="35"/>
  </w:num>
  <w:num w:numId="30">
    <w:abstractNumId w:val="23"/>
  </w:num>
  <w:num w:numId="31">
    <w:abstractNumId w:val="25"/>
  </w:num>
  <w:num w:numId="32">
    <w:abstractNumId w:val="17"/>
  </w:num>
  <w:num w:numId="33">
    <w:abstractNumId w:val="2"/>
  </w:num>
  <w:num w:numId="34">
    <w:abstractNumId w:val="33"/>
  </w:num>
  <w:num w:numId="35">
    <w:abstractNumId w:val="13"/>
  </w:num>
  <w:num w:numId="36">
    <w:abstractNumId w:val="9"/>
  </w:num>
  <w:num w:numId="37">
    <w:abstractNumId w:val="16"/>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defaultTabStop w:val="720"/>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25ED"/>
    <w:rsid w:val="000001B9"/>
    <w:rsid w:val="000005EA"/>
    <w:rsid w:val="00002BEC"/>
    <w:rsid w:val="00002C38"/>
    <w:rsid w:val="00003071"/>
    <w:rsid w:val="00003AEA"/>
    <w:rsid w:val="00004052"/>
    <w:rsid w:val="00005058"/>
    <w:rsid w:val="00006EB0"/>
    <w:rsid w:val="00007C79"/>
    <w:rsid w:val="000107E4"/>
    <w:rsid w:val="00011017"/>
    <w:rsid w:val="000114CD"/>
    <w:rsid w:val="000117F0"/>
    <w:rsid w:val="00015B26"/>
    <w:rsid w:val="00015C9B"/>
    <w:rsid w:val="00016108"/>
    <w:rsid w:val="00016263"/>
    <w:rsid w:val="00016E95"/>
    <w:rsid w:val="0001702B"/>
    <w:rsid w:val="00020CD5"/>
    <w:rsid w:val="000220A3"/>
    <w:rsid w:val="00022FCC"/>
    <w:rsid w:val="000253EF"/>
    <w:rsid w:val="00027558"/>
    <w:rsid w:val="000277E7"/>
    <w:rsid w:val="0003178E"/>
    <w:rsid w:val="000331E8"/>
    <w:rsid w:val="0003322E"/>
    <w:rsid w:val="00033B3F"/>
    <w:rsid w:val="00033B74"/>
    <w:rsid w:val="00034638"/>
    <w:rsid w:val="00034AAF"/>
    <w:rsid w:val="0003639A"/>
    <w:rsid w:val="00036D51"/>
    <w:rsid w:val="00041355"/>
    <w:rsid w:val="00041E95"/>
    <w:rsid w:val="0004205F"/>
    <w:rsid w:val="00047DDD"/>
    <w:rsid w:val="0005035A"/>
    <w:rsid w:val="00051046"/>
    <w:rsid w:val="000511B0"/>
    <w:rsid w:val="0005143E"/>
    <w:rsid w:val="00056563"/>
    <w:rsid w:val="00056B91"/>
    <w:rsid w:val="00056D97"/>
    <w:rsid w:val="00057B81"/>
    <w:rsid w:val="00057DB2"/>
    <w:rsid w:val="00060EAE"/>
    <w:rsid w:val="00061784"/>
    <w:rsid w:val="00062094"/>
    <w:rsid w:val="00063133"/>
    <w:rsid w:val="000644DE"/>
    <w:rsid w:val="000646D5"/>
    <w:rsid w:val="00064712"/>
    <w:rsid w:val="0006524B"/>
    <w:rsid w:val="00065389"/>
    <w:rsid w:val="00066452"/>
    <w:rsid w:val="0006762E"/>
    <w:rsid w:val="000713B1"/>
    <w:rsid w:val="000723A6"/>
    <w:rsid w:val="0007298A"/>
    <w:rsid w:val="00074D46"/>
    <w:rsid w:val="0008476F"/>
    <w:rsid w:val="00084DA8"/>
    <w:rsid w:val="00085FE9"/>
    <w:rsid w:val="00087A98"/>
    <w:rsid w:val="00087AC9"/>
    <w:rsid w:val="00087E31"/>
    <w:rsid w:val="000904BC"/>
    <w:rsid w:val="00091248"/>
    <w:rsid w:val="000929A2"/>
    <w:rsid w:val="00093E86"/>
    <w:rsid w:val="000944B5"/>
    <w:rsid w:val="00094616"/>
    <w:rsid w:val="00094DBD"/>
    <w:rsid w:val="000965AD"/>
    <w:rsid w:val="000A3F3E"/>
    <w:rsid w:val="000A4120"/>
    <w:rsid w:val="000A42C9"/>
    <w:rsid w:val="000A6306"/>
    <w:rsid w:val="000A6917"/>
    <w:rsid w:val="000B1229"/>
    <w:rsid w:val="000B1BBA"/>
    <w:rsid w:val="000B1DE3"/>
    <w:rsid w:val="000B444B"/>
    <w:rsid w:val="000B4CE6"/>
    <w:rsid w:val="000B4F5A"/>
    <w:rsid w:val="000B5C3C"/>
    <w:rsid w:val="000B6ED5"/>
    <w:rsid w:val="000B7229"/>
    <w:rsid w:val="000B744C"/>
    <w:rsid w:val="000C004D"/>
    <w:rsid w:val="000C39D5"/>
    <w:rsid w:val="000C4545"/>
    <w:rsid w:val="000C4F8D"/>
    <w:rsid w:val="000D0794"/>
    <w:rsid w:val="000D1672"/>
    <w:rsid w:val="000D1C3B"/>
    <w:rsid w:val="000D29BA"/>
    <w:rsid w:val="000D2C92"/>
    <w:rsid w:val="000D4D30"/>
    <w:rsid w:val="000D4F76"/>
    <w:rsid w:val="000D502B"/>
    <w:rsid w:val="000D76C2"/>
    <w:rsid w:val="000E3A0C"/>
    <w:rsid w:val="000E4082"/>
    <w:rsid w:val="000E507F"/>
    <w:rsid w:val="000E6B90"/>
    <w:rsid w:val="000E6B91"/>
    <w:rsid w:val="000F1ADF"/>
    <w:rsid w:val="000F2799"/>
    <w:rsid w:val="000F35E6"/>
    <w:rsid w:val="000F68BE"/>
    <w:rsid w:val="00100ACF"/>
    <w:rsid w:val="00100F55"/>
    <w:rsid w:val="00100F8A"/>
    <w:rsid w:val="00101C58"/>
    <w:rsid w:val="001030D2"/>
    <w:rsid w:val="00103B9E"/>
    <w:rsid w:val="00104512"/>
    <w:rsid w:val="001047A6"/>
    <w:rsid w:val="0010480B"/>
    <w:rsid w:val="001058CD"/>
    <w:rsid w:val="00107755"/>
    <w:rsid w:val="00112341"/>
    <w:rsid w:val="00116C6F"/>
    <w:rsid w:val="00116EBE"/>
    <w:rsid w:val="00117505"/>
    <w:rsid w:val="0011789B"/>
    <w:rsid w:val="001178CA"/>
    <w:rsid w:val="00120CB6"/>
    <w:rsid w:val="00121000"/>
    <w:rsid w:val="00121754"/>
    <w:rsid w:val="00122D1E"/>
    <w:rsid w:val="00123DD2"/>
    <w:rsid w:val="00124A5F"/>
    <w:rsid w:val="001263AF"/>
    <w:rsid w:val="00127B32"/>
    <w:rsid w:val="00130831"/>
    <w:rsid w:val="0013246F"/>
    <w:rsid w:val="00133314"/>
    <w:rsid w:val="0013566E"/>
    <w:rsid w:val="001369B8"/>
    <w:rsid w:val="00142D78"/>
    <w:rsid w:val="00143867"/>
    <w:rsid w:val="00143B23"/>
    <w:rsid w:val="0014598F"/>
    <w:rsid w:val="00147910"/>
    <w:rsid w:val="00147FA2"/>
    <w:rsid w:val="00150593"/>
    <w:rsid w:val="00150C28"/>
    <w:rsid w:val="00150F4F"/>
    <w:rsid w:val="00153136"/>
    <w:rsid w:val="00154BA9"/>
    <w:rsid w:val="001552B3"/>
    <w:rsid w:val="001553AB"/>
    <w:rsid w:val="00157CF5"/>
    <w:rsid w:val="00160EC1"/>
    <w:rsid w:val="00160F9E"/>
    <w:rsid w:val="00160FB2"/>
    <w:rsid w:val="001625A1"/>
    <w:rsid w:val="00163D76"/>
    <w:rsid w:val="0016510D"/>
    <w:rsid w:val="0016512A"/>
    <w:rsid w:val="00167A95"/>
    <w:rsid w:val="00167D8F"/>
    <w:rsid w:val="00171FFD"/>
    <w:rsid w:val="001729B1"/>
    <w:rsid w:val="001732B1"/>
    <w:rsid w:val="001738DF"/>
    <w:rsid w:val="00175E09"/>
    <w:rsid w:val="00177807"/>
    <w:rsid w:val="00180671"/>
    <w:rsid w:val="00180742"/>
    <w:rsid w:val="00181094"/>
    <w:rsid w:val="001818BE"/>
    <w:rsid w:val="00181F30"/>
    <w:rsid w:val="00182122"/>
    <w:rsid w:val="00182646"/>
    <w:rsid w:val="0018433A"/>
    <w:rsid w:val="00186004"/>
    <w:rsid w:val="0018674F"/>
    <w:rsid w:val="001874C9"/>
    <w:rsid w:val="0019170F"/>
    <w:rsid w:val="00194B82"/>
    <w:rsid w:val="00195DCE"/>
    <w:rsid w:val="001967CB"/>
    <w:rsid w:val="00196985"/>
    <w:rsid w:val="0019733C"/>
    <w:rsid w:val="001A18CC"/>
    <w:rsid w:val="001A3740"/>
    <w:rsid w:val="001A4A62"/>
    <w:rsid w:val="001A4B9C"/>
    <w:rsid w:val="001A6C1D"/>
    <w:rsid w:val="001A6D89"/>
    <w:rsid w:val="001A77DF"/>
    <w:rsid w:val="001B0574"/>
    <w:rsid w:val="001B05FC"/>
    <w:rsid w:val="001B0B93"/>
    <w:rsid w:val="001B106E"/>
    <w:rsid w:val="001B1C77"/>
    <w:rsid w:val="001B1F6A"/>
    <w:rsid w:val="001B3BF2"/>
    <w:rsid w:val="001B551B"/>
    <w:rsid w:val="001B5AAB"/>
    <w:rsid w:val="001B75AC"/>
    <w:rsid w:val="001B7A52"/>
    <w:rsid w:val="001B7F7F"/>
    <w:rsid w:val="001C0D71"/>
    <w:rsid w:val="001C2DEA"/>
    <w:rsid w:val="001C3232"/>
    <w:rsid w:val="001C3E36"/>
    <w:rsid w:val="001C617F"/>
    <w:rsid w:val="001C7DB2"/>
    <w:rsid w:val="001C7E56"/>
    <w:rsid w:val="001D1E06"/>
    <w:rsid w:val="001D2571"/>
    <w:rsid w:val="001D3396"/>
    <w:rsid w:val="001D5480"/>
    <w:rsid w:val="001D5555"/>
    <w:rsid w:val="001D60AD"/>
    <w:rsid w:val="001D6C69"/>
    <w:rsid w:val="001D7901"/>
    <w:rsid w:val="001E0187"/>
    <w:rsid w:val="001E12B3"/>
    <w:rsid w:val="001E2099"/>
    <w:rsid w:val="001E49B9"/>
    <w:rsid w:val="001E5F7E"/>
    <w:rsid w:val="001E6462"/>
    <w:rsid w:val="001E7820"/>
    <w:rsid w:val="001F2AB4"/>
    <w:rsid w:val="001F482B"/>
    <w:rsid w:val="001F585B"/>
    <w:rsid w:val="001F586E"/>
    <w:rsid w:val="001F5AA5"/>
    <w:rsid w:val="001F63EA"/>
    <w:rsid w:val="001F7B42"/>
    <w:rsid w:val="001F7C09"/>
    <w:rsid w:val="00200A86"/>
    <w:rsid w:val="00200B68"/>
    <w:rsid w:val="002031F9"/>
    <w:rsid w:val="00204381"/>
    <w:rsid w:val="00205E3E"/>
    <w:rsid w:val="0020734A"/>
    <w:rsid w:val="00212609"/>
    <w:rsid w:val="002133D7"/>
    <w:rsid w:val="00213FD2"/>
    <w:rsid w:val="00214662"/>
    <w:rsid w:val="00214764"/>
    <w:rsid w:val="0021485C"/>
    <w:rsid w:val="002156B1"/>
    <w:rsid w:val="002165EF"/>
    <w:rsid w:val="00216A3E"/>
    <w:rsid w:val="00220807"/>
    <w:rsid w:val="00221669"/>
    <w:rsid w:val="00221AAA"/>
    <w:rsid w:val="00224101"/>
    <w:rsid w:val="002243FF"/>
    <w:rsid w:val="0022649C"/>
    <w:rsid w:val="00226FC5"/>
    <w:rsid w:val="002326BE"/>
    <w:rsid w:val="00233DBE"/>
    <w:rsid w:val="00235CAE"/>
    <w:rsid w:val="002369BB"/>
    <w:rsid w:val="00237D91"/>
    <w:rsid w:val="00240325"/>
    <w:rsid w:val="00241807"/>
    <w:rsid w:val="002426C8"/>
    <w:rsid w:val="00242C5D"/>
    <w:rsid w:val="00242DE7"/>
    <w:rsid w:val="002444CA"/>
    <w:rsid w:val="00244D43"/>
    <w:rsid w:val="0024560F"/>
    <w:rsid w:val="002472FA"/>
    <w:rsid w:val="00251295"/>
    <w:rsid w:val="002526A2"/>
    <w:rsid w:val="0025328D"/>
    <w:rsid w:val="00253C1D"/>
    <w:rsid w:val="00254624"/>
    <w:rsid w:val="002610ED"/>
    <w:rsid w:val="002615F7"/>
    <w:rsid w:val="002639C2"/>
    <w:rsid w:val="00265265"/>
    <w:rsid w:val="002659CB"/>
    <w:rsid w:val="00271C06"/>
    <w:rsid w:val="002723FB"/>
    <w:rsid w:val="002745DB"/>
    <w:rsid w:val="0027502E"/>
    <w:rsid w:val="0027552A"/>
    <w:rsid w:val="002761E5"/>
    <w:rsid w:val="00276EBE"/>
    <w:rsid w:val="00280DC4"/>
    <w:rsid w:val="00283144"/>
    <w:rsid w:val="002840BE"/>
    <w:rsid w:val="002846D2"/>
    <w:rsid w:val="0028650C"/>
    <w:rsid w:val="002908D5"/>
    <w:rsid w:val="00291624"/>
    <w:rsid w:val="00291A88"/>
    <w:rsid w:val="0029207A"/>
    <w:rsid w:val="002920EA"/>
    <w:rsid w:val="002926DA"/>
    <w:rsid w:val="002949E6"/>
    <w:rsid w:val="00295E84"/>
    <w:rsid w:val="00297889"/>
    <w:rsid w:val="00297E45"/>
    <w:rsid w:val="002A10D2"/>
    <w:rsid w:val="002A1A1F"/>
    <w:rsid w:val="002A4A60"/>
    <w:rsid w:val="002A50D1"/>
    <w:rsid w:val="002A5DC3"/>
    <w:rsid w:val="002A6576"/>
    <w:rsid w:val="002A72F1"/>
    <w:rsid w:val="002B0CBA"/>
    <w:rsid w:val="002B26C2"/>
    <w:rsid w:val="002B2946"/>
    <w:rsid w:val="002B3910"/>
    <w:rsid w:val="002B40A6"/>
    <w:rsid w:val="002B639E"/>
    <w:rsid w:val="002B6FDF"/>
    <w:rsid w:val="002C009E"/>
    <w:rsid w:val="002C379A"/>
    <w:rsid w:val="002C3CF7"/>
    <w:rsid w:val="002C5579"/>
    <w:rsid w:val="002C611B"/>
    <w:rsid w:val="002C638B"/>
    <w:rsid w:val="002C7451"/>
    <w:rsid w:val="002C7E51"/>
    <w:rsid w:val="002D0C23"/>
    <w:rsid w:val="002D3908"/>
    <w:rsid w:val="002D405F"/>
    <w:rsid w:val="002D6483"/>
    <w:rsid w:val="002D6DED"/>
    <w:rsid w:val="002D78ED"/>
    <w:rsid w:val="002E09A9"/>
    <w:rsid w:val="002E1CB3"/>
    <w:rsid w:val="002E4AFA"/>
    <w:rsid w:val="002E61F1"/>
    <w:rsid w:val="002E6940"/>
    <w:rsid w:val="002F465A"/>
    <w:rsid w:val="002F47EA"/>
    <w:rsid w:val="002F5AF9"/>
    <w:rsid w:val="002F682E"/>
    <w:rsid w:val="002F718D"/>
    <w:rsid w:val="00303927"/>
    <w:rsid w:val="0030673C"/>
    <w:rsid w:val="00310024"/>
    <w:rsid w:val="00310534"/>
    <w:rsid w:val="00311D14"/>
    <w:rsid w:val="00313832"/>
    <w:rsid w:val="00316D94"/>
    <w:rsid w:val="003214BA"/>
    <w:rsid w:val="00321A5F"/>
    <w:rsid w:val="00323100"/>
    <w:rsid w:val="0033040A"/>
    <w:rsid w:val="00332A7C"/>
    <w:rsid w:val="003332E1"/>
    <w:rsid w:val="00333430"/>
    <w:rsid w:val="003337CF"/>
    <w:rsid w:val="003343F9"/>
    <w:rsid w:val="00334E66"/>
    <w:rsid w:val="00336863"/>
    <w:rsid w:val="00340833"/>
    <w:rsid w:val="00342D6B"/>
    <w:rsid w:val="00342E55"/>
    <w:rsid w:val="00343A37"/>
    <w:rsid w:val="00346BD4"/>
    <w:rsid w:val="0034732B"/>
    <w:rsid w:val="00347FD9"/>
    <w:rsid w:val="00352281"/>
    <w:rsid w:val="00354034"/>
    <w:rsid w:val="0035652E"/>
    <w:rsid w:val="00356705"/>
    <w:rsid w:val="00356F5A"/>
    <w:rsid w:val="00357A61"/>
    <w:rsid w:val="0036172C"/>
    <w:rsid w:val="003655BC"/>
    <w:rsid w:val="0036647B"/>
    <w:rsid w:val="00366CD3"/>
    <w:rsid w:val="00366DD9"/>
    <w:rsid w:val="0036786B"/>
    <w:rsid w:val="00370E12"/>
    <w:rsid w:val="0037109F"/>
    <w:rsid w:val="00371205"/>
    <w:rsid w:val="00371E19"/>
    <w:rsid w:val="003741CF"/>
    <w:rsid w:val="003763C5"/>
    <w:rsid w:val="003816DE"/>
    <w:rsid w:val="00382CA2"/>
    <w:rsid w:val="00384964"/>
    <w:rsid w:val="003851E6"/>
    <w:rsid w:val="00385289"/>
    <w:rsid w:val="003863E6"/>
    <w:rsid w:val="00386D78"/>
    <w:rsid w:val="00395014"/>
    <w:rsid w:val="00395CB5"/>
    <w:rsid w:val="00395D81"/>
    <w:rsid w:val="003960D7"/>
    <w:rsid w:val="003969EC"/>
    <w:rsid w:val="003A1652"/>
    <w:rsid w:val="003A25AD"/>
    <w:rsid w:val="003A347A"/>
    <w:rsid w:val="003A40E7"/>
    <w:rsid w:val="003A5296"/>
    <w:rsid w:val="003A749B"/>
    <w:rsid w:val="003A7B11"/>
    <w:rsid w:val="003A7D41"/>
    <w:rsid w:val="003B155D"/>
    <w:rsid w:val="003B1F4A"/>
    <w:rsid w:val="003B20FF"/>
    <w:rsid w:val="003B40D7"/>
    <w:rsid w:val="003B6219"/>
    <w:rsid w:val="003B6FCF"/>
    <w:rsid w:val="003B73F8"/>
    <w:rsid w:val="003B7873"/>
    <w:rsid w:val="003C1E6E"/>
    <w:rsid w:val="003C3018"/>
    <w:rsid w:val="003C312D"/>
    <w:rsid w:val="003C31CE"/>
    <w:rsid w:val="003C3582"/>
    <w:rsid w:val="003C4CE5"/>
    <w:rsid w:val="003C7005"/>
    <w:rsid w:val="003C7500"/>
    <w:rsid w:val="003D2292"/>
    <w:rsid w:val="003D230F"/>
    <w:rsid w:val="003D3319"/>
    <w:rsid w:val="003D3CC4"/>
    <w:rsid w:val="003D4BD4"/>
    <w:rsid w:val="003E09E2"/>
    <w:rsid w:val="003E0D67"/>
    <w:rsid w:val="003E39F2"/>
    <w:rsid w:val="003E7B73"/>
    <w:rsid w:val="003F23B0"/>
    <w:rsid w:val="003F2961"/>
    <w:rsid w:val="003F6033"/>
    <w:rsid w:val="003F60BF"/>
    <w:rsid w:val="003F75AE"/>
    <w:rsid w:val="004019C4"/>
    <w:rsid w:val="00403798"/>
    <w:rsid w:val="0040518C"/>
    <w:rsid w:val="0040534E"/>
    <w:rsid w:val="00406AEF"/>
    <w:rsid w:val="00407A6A"/>
    <w:rsid w:val="00412A4B"/>
    <w:rsid w:val="004155C4"/>
    <w:rsid w:val="00416A29"/>
    <w:rsid w:val="00416C48"/>
    <w:rsid w:val="0041700E"/>
    <w:rsid w:val="00417697"/>
    <w:rsid w:val="00421DB1"/>
    <w:rsid w:val="00423626"/>
    <w:rsid w:val="00423E12"/>
    <w:rsid w:val="00434435"/>
    <w:rsid w:val="00436FC6"/>
    <w:rsid w:val="004404E3"/>
    <w:rsid w:val="004416F7"/>
    <w:rsid w:val="00441A7C"/>
    <w:rsid w:val="0044271C"/>
    <w:rsid w:val="00442C84"/>
    <w:rsid w:val="004436FE"/>
    <w:rsid w:val="00446CB4"/>
    <w:rsid w:val="00451F96"/>
    <w:rsid w:val="00453724"/>
    <w:rsid w:val="00453998"/>
    <w:rsid w:val="0045410B"/>
    <w:rsid w:val="0045444D"/>
    <w:rsid w:val="0045521E"/>
    <w:rsid w:val="00455975"/>
    <w:rsid w:val="00457A57"/>
    <w:rsid w:val="00460DEA"/>
    <w:rsid w:val="00461BAE"/>
    <w:rsid w:val="00461D9E"/>
    <w:rsid w:val="00462031"/>
    <w:rsid w:val="004628C5"/>
    <w:rsid w:val="00463D81"/>
    <w:rsid w:val="004641A0"/>
    <w:rsid w:val="004663DF"/>
    <w:rsid w:val="004754DB"/>
    <w:rsid w:val="00476C3D"/>
    <w:rsid w:val="00477613"/>
    <w:rsid w:val="00480688"/>
    <w:rsid w:val="004812A9"/>
    <w:rsid w:val="00482AEB"/>
    <w:rsid w:val="00483A7C"/>
    <w:rsid w:val="00487E59"/>
    <w:rsid w:val="004915AD"/>
    <w:rsid w:val="00491875"/>
    <w:rsid w:val="004927B5"/>
    <w:rsid w:val="00492BCE"/>
    <w:rsid w:val="004A1A56"/>
    <w:rsid w:val="004A1C88"/>
    <w:rsid w:val="004A65A0"/>
    <w:rsid w:val="004A73A7"/>
    <w:rsid w:val="004B5CA8"/>
    <w:rsid w:val="004B5DE2"/>
    <w:rsid w:val="004B758A"/>
    <w:rsid w:val="004C0777"/>
    <w:rsid w:val="004C225F"/>
    <w:rsid w:val="004C285E"/>
    <w:rsid w:val="004C3CD1"/>
    <w:rsid w:val="004C5DAC"/>
    <w:rsid w:val="004C7725"/>
    <w:rsid w:val="004C774C"/>
    <w:rsid w:val="004D0BB4"/>
    <w:rsid w:val="004D0C5C"/>
    <w:rsid w:val="004D1355"/>
    <w:rsid w:val="004D2025"/>
    <w:rsid w:val="004D47CA"/>
    <w:rsid w:val="004D552F"/>
    <w:rsid w:val="004D597A"/>
    <w:rsid w:val="004E0EF3"/>
    <w:rsid w:val="004E2C6F"/>
    <w:rsid w:val="004E46A1"/>
    <w:rsid w:val="004E494D"/>
    <w:rsid w:val="004E61A1"/>
    <w:rsid w:val="004E76F0"/>
    <w:rsid w:val="004F1180"/>
    <w:rsid w:val="004F1A31"/>
    <w:rsid w:val="004F23CC"/>
    <w:rsid w:val="004F23D1"/>
    <w:rsid w:val="004F3C90"/>
    <w:rsid w:val="004F3F0F"/>
    <w:rsid w:val="004F4019"/>
    <w:rsid w:val="004F5304"/>
    <w:rsid w:val="004F62E9"/>
    <w:rsid w:val="004F68A1"/>
    <w:rsid w:val="004F6C6E"/>
    <w:rsid w:val="004F7AA2"/>
    <w:rsid w:val="00501820"/>
    <w:rsid w:val="00501861"/>
    <w:rsid w:val="00502A00"/>
    <w:rsid w:val="00502FF4"/>
    <w:rsid w:val="00503284"/>
    <w:rsid w:val="00503E34"/>
    <w:rsid w:val="00505154"/>
    <w:rsid w:val="005106BD"/>
    <w:rsid w:val="005119A9"/>
    <w:rsid w:val="00511C43"/>
    <w:rsid w:val="00511FEE"/>
    <w:rsid w:val="005144E0"/>
    <w:rsid w:val="00515E96"/>
    <w:rsid w:val="005163E5"/>
    <w:rsid w:val="005166C3"/>
    <w:rsid w:val="00516F4A"/>
    <w:rsid w:val="00521064"/>
    <w:rsid w:val="00522D6A"/>
    <w:rsid w:val="00523F38"/>
    <w:rsid w:val="005245BB"/>
    <w:rsid w:val="00525610"/>
    <w:rsid w:val="00525EE2"/>
    <w:rsid w:val="00526047"/>
    <w:rsid w:val="00527DF2"/>
    <w:rsid w:val="00530654"/>
    <w:rsid w:val="00532A2A"/>
    <w:rsid w:val="005336EB"/>
    <w:rsid w:val="0053724A"/>
    <w:rsid w:val="0054115E"/>
    <w:rsid w:val="00541D66"/>
    <w:rsid w:val="00542C02"/>
    <w:rsid w:val="00545A33"/>
    <w:rsid w:val="005468F7"/>
    <w:rsid w:val="00550657"/>
    <w:rsid w:val="005513AD"/>
    <w:rsid w:val="005520AA"/>
    <w:rsid w:val="0055252A"/>
    <w:rsid w:val="005531EF"/>
    <w:rsid w:val="00554FF9"/>
    <w:rsid w:val="0055532F"/>
    <w:rsid w:val="00560BF2"/>
    <w:rsid w:val="00561B27"/>
    <w:rsid w:val="00562628"/>
    <w:rsid w:val="00563AED"/>
    <w:rsid w:val="00563CBD"/>
    <w:rsid w:val="005648CE"/>
    <w:rsid w:val="00566682"/>
    <w:rsid w:val="00566DB3"/>
    <w:rsid w:val="00567E68"/>
    <w:rsid w:val="00570625"/>
    <w:rsid w:val="00574E7A"/>
    <w:rsid w:val="0057573D"/>
    <w:rsid w:val="00577AAE"/>
    <w:rsid w:val="0058179E"/>
    <w:rsid w:val="005822CA"/>
    <w:rsid w:val="00582C31"/>
    <w:rsid w:val="00586B4A"/>
    <w:rsid w:val="00586DF1"/>
    <w:rsid w:val="00586F1D"/>
    <w:rsid w:val="005974F0"/>
    <w:rsid w:val="005A3A2A"/>
    <w:rsid w:val="005A4A30"/>
    <w:rsid w:val="005A53B2"/>
    <w:rsid w:val="005A546B"/>
    <w:rsid w:val="005A6CBD"/>
    <w:rsid w:val="005A7655"/>
    <w:rsid w:val="005B0DCF"/>
    <w:rsid w:val="005B0F5F"/>
    <w:rsid w:val="005B266F"/>
    <w:rsid w:val="005B27FB"/>
    <w:rsid w:val="005B2B66"/>
    <w:rsid w:val="005B39DC"/>
    <w:rsid w:val="005B4719"/>
    <w:rsid w:val="005B5B4F"/>
    <w:rsid w:val="005B7F3C"/>
    <w:rsid w:val="005C25ED"/>
    <w:rsid w:val="005C3303"/>
    <w:rsid w:val="005C383C"/>
    <w:rsid w:val="005C42A5"/>
    <w:rsid w:val="005C48DD"/>
    <w:rsid w:val="005C5DA2"/>
    <w:rsid w:val="005C7BCB"/>
    <w:rsid w:val="005D1A5F"/>
    <w:rsid w:val="005D27FE"/>
    <w:rsid w:val="005D2969"/>
    <w:rsid w:val="005D2F2C"/>
    <w:rsid w:val="005D3F4C"/>
    <w:rsid w:val="005D42D2"/>
    <w:rsid w:val="005D5265"/>
    <w:rsid w:val="005D5CE0"/>
    <w:rsid w:val="005D6D33"/>
    <w:rsid w:val="005E21DE"/>
    <w:rsid w:val="005E53D5"/>
    <w:rsid w:val="005F110C"/>
    <w:rsid w:val="005F3736"/>
    <w:rsid w:val="005F5AED"/>
    <w:rsid w:val="005F5ED8"/>
    <w:rsid w:val="005F78E2"/>
    <w:rsid w:val="00600550"/>
    <w:rsid w:val="0060138F"/>
    <w:rsid w:val="006013CD"/>
    <w:rsid w:val="0060141E"/>
    <w:rsid w:val="00601D0B"/>
    <w:rsid w:val="0060452D"/>
    <w:rsid w:val="00605298"/>
    <w:rsid w:val="00605DB4"/>
    <w:rsid w:val="00610B99"/>
    <w:rsid w:val="00611331"/>
    <w:rsid w:val="00613E9E"/>
    <w:rsid w:val="006150AC"/>
    <w:rsid w:val="00620C6E"/>
    <w:rsid w:val="00621CD6"/>
    <w:rsid w:val="00622091"/>
    <w:rsid w:val="006261D2"/>
    <w:rsid w:val="00627BA9"/>
    <w:rsid w:val="00630F86"/>
    <w:rsid w:val="00632310"/>
    <w:rsid w:val="00632904"/>
    <w:rsid w:val="00633339"/>
    <w:rsid w:val="006334C9"/>
    <w:rsid w:val="006364C5"/>
    <w:rsid w:val="00641C29"/>
    <w:rsid w:val="00641F33"/>
    <w:rsid w:val="00643D8C"/>
    <w:rsid w:val="00644338"/>
    <w:rsid w:val="0064450E"/>
    <w:rsid w:val="00645689"/>
    <w:rsid w:val="00645E27"/>
    <w:rsid w:val="00646704"/>
    <w:rsid w:val="00650D14"/>
    <w:rsid w:val="00651276"/>
    <w:rsid w:val="00652853"/>
    <w:rsid w:val="00653E05"/>
    <w:rsid w:val="00656138"/>
    <w:rsid w:val="00656E42"/>
    <w:rsid w:val="00656FF6"/>
    <w:rsid w:val="00657106"/>
    <w:rsid w:val="0065753A"/>
    <w:rsid w:val="00660088"/>
    <w:rsid w:val="006614EB"/>
    <w:rsid w:val="00661880"/>
    <w:rsid w:val="00661994"/>
    <w:rsid w:val="00661995"/>
    <w:rsid w:val="00661E02"/>
    <w:rsid w:val="006634F6"/>
    <w:rsid w:val="006637C3"/>
    <w:rsid w:val="0066384A"/>
    <w:rsid w:val="00664B93"/>
    <w:rsid w:val="0066558B"/>
    <w:rsid w:val="006657DF"/>
    <w:rsid w:val="006678FF"/>
    <w:rsid w:val="00667FA3"/>
    <w:rsid w:val="00670FAB"/>
    <w:rsid w:val="00671350"/>
    <w:rsid w:val="00671B8B"/>
    <w:rsid w:val="00672476"/>
    <w:rsid w:val="006749F1"/>
    <w:rsid w:val="00675E40"/>
    <w:rsid w:val="006770EB"/>
    <w:rsid w:val="006777EB"/>
    <w:rsid w:val="0068079B"/>
    <w:rsid w:val="006814E8"/>
    <w:rsid w:val="0068692C"/>
    <w:rsid w:val="00692ED6"/>
    <w:rsid w:val="00694D29"/>
    <w:rsid w:val="00694E9F"/>
    <w:rsid w:val="00697D52"/>
    <w:rsid w:val="006A146C"/>
    <w:rsid w:val="006A51D3"/>
    <w:rsid w:val="006A641A"/>
    <w:rsid w:val="006B20B9"/>
    <w:rsid w:val="006B22DB"/>
    <w:rsid w:val="006B2679"/>
    <w:rsid w:val="006B2815"/>
    <w:rsid w:val="006C2DDA"/>
    <w:rsid w:val="006C35EC"/>
    <w:rsid w:val="006C69A8"/>
    <w:rsid w:val="006D6E2F"/>
    <w:rsid w:val="006E0EED"/>
    <w:rsid w:val="006E11FE"/>
    <w:rsid w:val="006E5ADC"/>
    <w:rsid w:val="006E7972"/>
    <w:rsid w:val="006E79E7"/>
    <w:rsid w:val="006F1815"/>
    <w:rsid w:val="006F2106"/>
    <w:rsid w:val="006F53CA"/>
    <w:rsid w:val="006F53E5"/>
    <w:rsid w:val="006F7795"/>
    <w:rsid w:val="006F7875"/>
    <w:rsid w:val="00700E4B"/>
    <w:rsid w:val="00701C63"/>
    <w:rsid w:val="0070224B"/>
    <w:rsid w:val="007029BF"/>
    <w:rsid w:val="00702A20"/>
    <w:rsid w:val="00705259"/>
    <w:rsid w:val="0070662A"/>
    <w:rsid w:val="0071018E"/>
    <w:rsid w:val="007114F4"/>
    <w:rsid w:val="00712BA9"/>
    <w:rsid w:val="0071560F"/>
    <w:rsid w:val="0071578C"/>
    <w:rsid w:val="00717D33"/>
    <w:rsid w:val="00720C91"/>
    <w:rsid w:val="00720F90"/>
    <w:rsid w:val="0072225A"/>
    <w:rsid w:val="00722DD1"/>
    <w:rsid w:val="0072387E"/>
    <w:rsid w:val="00723A3D"/>
    <w:rsid w:val="007279BC"/>
    <w:rsid w:val="007301D6"/>
    <w:rsid w:val="0073209A"/>
    <w:rsid w:val="007341DA"/>
    <w:rsid w:val="007352E8"/>
    <w:rsid w:val="0073691F"/>
    <w:rsid w:val="00736FA0"/>
    <w:rsid w:val="00740324"/>
    <w:rsid w:val="007416D8"/>
    <w:rsid w:val="007426E9"/>
    <w:rsid w:val="00744FEB"/>
    <w:rsid w:val="00745A30"/>
    <w:rsid w:val="00746474"/>
    <w:rsid w:val="00750469"/>
    <w:rsid w:val="00750C57"/>
    <w:rsid w:val="007511C5"/>
    <w:rsid w:val="00752D18"/>
    <w:rsid w:val="0075523F"/>
    <w:rsid w:val="007556F8"/>
    <w:rsid w:val="00755A0D"/>
    <w:rsid w:val="007603B2"/>
    <w:rsid w:val="007624DB"/>
    <w:rsid w:val="00762FEE"/>
    <w:rsid w:val="00765088"/>
    <w:rsid w:val="0077270F"/>
    <w:rsid w:val="00775C80"/>
    <w:rsid w:val="007812E3"/>
    <w:rsid w:val="00784938"/>
    <w:rsid w:val="0078676C"/>
    <w:rsid w:val="00786BE7"/>
    <w:rsid w:val="007918FB"/>
    <w:rsid w:val="00791B41"/>
    <w:rsid w:val="00792425"/>
    <w:rsid w:val="00793497"/>
    <w:rsid w:val="00794C0C"/>
    <w:rsid w:val="0079797B"/>
    <w:rsid w:val="007A07D1"/>
    <w:rsid w:val="007A1735"/>
    <w:rsid w:val="007A2138"/>
    <w:rsid w:val="007A7361"/>
    <w:rsid w:val="007A7ADF"/>
    <w:rsid w:val="007B0840"/>
    <w:rsid w:val="007B21B5"/>
    <w:rsid w:val="007B27B6"/>
    <w:rsid w:val="007B4D4B"/>
    <w:rsid w:val="007B68C2"/>
    <w:rsid w:val="007B6A69"/>
    <w:rsid w:val="007B712C"/>
    <w:rsid w:val="007C0AA4"/>
    <w:rsid w:val="007C0C75"/>
    <w:rsid w:val="007C29A1"/>
    <w:rsid w:val="007C3D8C"/>
    <w:rsid w:val="007D343D"/>
    <w:rsid w:val="007D3E07"/>
    <w:rsid w:val="007D4B30"/>
    <w:rsid w:val="007D52C3"/>
    <w:rsid w:val="007D744E"/>
    <w:rsid w:val="007D7980"/>
    <w:rsid w:val="007E0A08"/>
    <w:rsid w:val="007E1893"/>
    <w:rsid w:val="007E4027"/>
    <w:rsid w:val="007E5D67"/>
    <w:rsid w:val="007E7196"/>
    <w:rsid w:val="007F034C"/>
    <w:rsid w:val="007F1BB9"/>
    <w:rsid w:val="007F2E05"/>
    <w:rsid w:val="007F3BDF"/>
    <w:rsid w:val="007F4407"/>
    <w:rsid w:val="007F61F0"/>
    <w:rsid w:val="007F6385"/>
    <w:rsid w:val="007F716F"/>
    <w:rsid w:val="0080119F"/>
    <w:rsid w:val="00802939"/>
    <w:rsid w:val="0080321C"/>
    <w:rsid w:val="008049E6"/>
    <w:rsid w:val="008050BC"/>
    <w:rsid w:val="00807791"/>
    <w:rsid w:val="008121CD"/>
    <w:rsid w:val="008128E4"/>
    <w:rsid w:val="0081369B"/>
    <w:rsid w:val="008158B7"/>
    <w:rsid w:val="00816680"/>
    <w:rsid w:val="00816AC5"/>
    <w:rsid w:val="00816CDB"/>
    <w:rsid w:val="00817A57"/>
    <w:rsid w:val="00820CF0"/>
    <w:rsid w:val="00821111"/>
    <w:rsid w:val="00821760"/>
    <w:rsid w:val="00821ED1"/>
    <w:rsid w:val="008276A8"/>
    <w:rsid w:val="00827C5C"/>
    <w:rsid w:val="008329DD"/>
    <w:rsid w:val="00832D81"/>
    <w:rsid w:val="0083366B"/>
    <w:rsid w:val="0083406B"/>
    <w:rsid w:val="008347ED"/>
    <w:rsid w:val="008362FD"/>
    <w:rsid w:val="00836602"/>
    <w:rsid w:val="00837054"/>
    <w:rsid w:val="00837BE7"/>
    <w:rsid w:val="00842648"/>
    <w:rsid w:val="00843A4E"/>
    <w:rsid w:val="00843D9D"/>
    <w:rsid w:val="00844241"/>
    <w:rsid w:val="00844384"/>
    <w:rsid w:val="008445D6"/>
    <w:rsid w:val="00844AED"/>
    <w:rsid w:val="00847C36"/>
    <w:rsid w:val="00850432"/>
    <w:rsid w:val="00850452"/>
    <w:rsid w:val="00851D78"/>
    <w:rsid w:val="00852402"/>
    <w:rsid w:val="008534D4"/>
    <w:rsid w:val="00854ADE"/>
    <w:rsid w:val="008555E1"/>
    <w:rsid w:val="008563A8"/>
    <w:rsid w:val="008577DA"/>
    <w:rsid w:val="008577F2"/>
    <w:rsid w:val="008617C6"/>
    <w:rsid w:val="00863663"/>
    <w:rsid w:val="00865805"/>
    <w:rsid w:val="00866319"/>
    <w:rsid w:val="00866F13"/>
    <w:rsid w:val="0086780F"/>
    <w:rsid w:val="008679BB"/>
    <w:rsid w:val="008716B2"/>
    <w:rsid w:val="00873070"/>
    <w:rsid w:val="00875B1F"/>
    <w:rsid w:val="00876AF1"/>
    <w:rsid w:val="00877131"/>
    <w:rsid w:val="008777D1"/>
    <w:rsid w:val="00880B2D"/>
    <w:rsid w:val="00880C8A"/>
    <w:rsid w:val="00881869"/>
    <w:rsid w:val="00882129"/>
    <w:rsid w:val="00882E9B"/>
    <w:rsid w:val="00883139"/>
    <w:rsid w:val="00883549"/>
    <w:rsid w:val="00884028"/>
    <w:rsid w:val="008854C0"/>
    <w:rsid w:val="008859EF"/>
    <w:rsid w:val="008860BA"/>
    <w:rsid w:val="0088783B"/>
    <w:rsid w:val="00890084"/>
    <w:rsid w:val="00891B88"/>
    <w:rsid w:val="00892848"/>
    <w:rsid w:val="00892B04"/>
    <w:rsid w:val="008941FB"/>
    <w:rsid w:val="008951E8"/>
    <w:rsid w:val="00895DD6"/>
    <w:rsid w:val="00896D14"/>
    <w:rsid w:val="008977B8"/>
    <w:rsid w:val="008A02DF"/>
    <w:rsid w:val="008A0F77"/>
    <w:rsid w:val="008A2CDC"/>
    <w:rsid w:val="008A39B7"/>
    <w:rsid w:val="008A59A0"/>
    <w:rsid w:val="008A6A67"/>
    <w:rsid w:val="008B24F1"/>
    <w:rsid w:val="008B2545"/>
    <w:rsid w:val="008B313E"/>
    <w:rsid w:val="008B3B1F"/>
    <w:rsid w:val="008B3E18"/>
    <w:rsid w:val="008B4AC8"/>
    <w:rsid w:val="008B7574"/>
    <w:rsid w:val="008C0649"/>
    <w:rsid w:val="008C16AF"/>
    <w:rsid w:val="008C21AB"/>
    <w:rsid w:val="008C235E"/>
    <w:rsid w:val="008C2768"/>
    <w:rsid w:val="008C2C48"/>
    <w:rsid w:val="008C599E"/>
    <w:rsid w:val="008C5C48"/>
    <w:rsid w:val="008C7C21"/>
    <w:rsid w:val="008D0DDC"/>
    <w:rsid w:val="008D131C"/>
    <w:rsid w:val="008D3A90"/>
    <w:rsid w:val="008D6CC6"/>
    <w:rsid w:val="008D781A"/>
    <w:rsid w:val="008D7864"/>
    <w:rsid w:val="008D7A4C"/>
    <w:rsid w:val="008E6CCD"/>
    <w:rsid w:val="008F0560"/>
    <w:rsid w:val="008F0B02"/>
    <w:rsid w:val="008F0E9A"/>
    <w:rsid w:val="008F1111"/>
    <w:rsid w:val="008F2D80"/>
    <w:rsid w:val="008F323E"/>
    <w:rsid w:val="008F453E"/>
    <w:rsid w:val="008F56F1"/>
    <w:rsid w:val="008F57AA"/>
    <w:rsid w:val="00900564"/>
    <w:rsid w:val="00900ABE"/>
    <w:rsid w:val="00901BDF"/>
    <w:rsid w:val="00901FB2"/>
    <w:rsid w:val="00902680"/>
    <w:rsid w:val="00902C9E"/>
    <w:rsid w:val="009040F5"/>
    <w:rsid w:val="0090420B"/>
    <w:rsid w:val="00905226"/>
    <w:rsid w:val="00905368"/>
    <w:rsid w:val="009066C2"/>
    <w:rsid w:val="009072DD"/>
    <w:rsid w:val="00907A71"/>
    <w:rsid w:val="009128CB"/>
    <w:rsid w:val="009128E9"/>
    <w:rsid w:val="0091338A"/>
    <w:rsid w:val="00913680"/>
    <w:rsid w:val="00913F0B"/>
    <w:rsid w:val="00915242"/>
    <w:rsid w:val="00915746"/>
    <w:rsid w:val="00915B4E"/>
    <w:rsid w:val="00915D55"/>
    <w:rsid w:val="0091776D"/>
    <w:rsid w:val="009213D7"/>
    <w:rsid w:val="00921E2B"/>
    <w:rsid w:val="00922432"/>
    <w:rsid w:val="00924137"/>
    <w:rsid w:val="00924772"/>
    <w:rsid w:val="0092530F"/>
    <w:rsid w:val="009257F8"/>
    <w:rsid w:val="00927979"/>
    <w:rsid w:val="00927B71"/>
    <w:rsid w:val="00927BC5"/>
    <w:rsid w:val="009300E9"/>
    <w:rsid w:val="0093236F"/>
    <w:rsid w:val="009323D7"/>
    <w:rsid w:val="00932D59"/>
    <w:rsid w:val="00933DF7"/>
    <w:rsid w:val="009349DA"/>
    <w:rsid w:val="00935EA0"/>
    <w:rsid w:val="0093678A"/>
    <w:rsid w:val="00936F32"/>
    <w:rsid w:val="00937E1F"/>
    <w:rsid w:val="00940059"/>
    <w:rsid w:val="0094588E"/>
    <w:rsid w:val="00945F96"/>
    <w:rsid w:val="00950A34"/>
    <w:rsid w:val="0095122A"/>
    <w:rsid w:val="00953164"/>
    <w:rsid w:val="009539DD"/>
    <w:rsid w:val="00955F64"/>
    <w:rsid w:val="009566AF"/>
    <w:rsid w:val="0095681E"/>
    <w:rsid w:val="0095721E"/>
    <w:rsid w:val="00964686"/>
    <w:rsid w:val="00965395"/>
    <w:rsid w:val="00970D6A"/>
    <w:rsid w:val="0097321D"/>
    <w:rsid w:val="00973880"/>
    <w:rsid w:val="00975021"/>
    <w:rsid w:val="009754FB"/>
    <w:rsid w:val="00975C89"/>
    <w:rsid w:val="00976845"/>
    <w:rsid w:val="009771D8"/>
    <w:rsid w:val="00977C7D"/>
    <w:rsid w:val="00977E5C"/>
    <w:rsid w:val="0098071B"/>
    <w:rsid w:val="00981706"/>
    <w:rsid w:val="00981BA8"/>
    <w:rsid w:val="00981EA6"/>
    <w:rsid w:val="009824D6"/>
    <w:rsid w:val="00982CB0"/>
    <w:rsid w:val="00982D4B"/>
    <w:rsid w:val="00984EA5"/>
    <w:rsid w:val="00985194"/>
    <w:rsid w:val="009853BB"/>
    <w:rsid w:val="00991098"/>
    <w:rsid w:val="00991151"/>
    <w:rsid w:val="00991B88"/>
    <w:rsid w:val="00996E2C"/>
    <w:rsid w:val="009971F3"/>
    <w:rsid w:val="009A1FF9"/>
    <w:rsid w:val="009A3658"/>
    <w:rsid w:val="009A37BB"/>
    <w:rsid w:val="009A3B6C"/>
    <w:rsid w:val="009A4D91"/>
    <w:rsid w:val="009B24BB"/>
    <w:rsid w:val="009B3CAA"/>
    <w:rsid w:val="009C046B"/>
    <w:rsid w:val="009C0E02"/>
    <w:rsid w:val="009C100B"/>
    <w:rsid w:val="009C392E"/>
    <w:rsid w:val="009C4309"/>
    <w:rsid w:val="009C4BF0"/>
    <w:rsid w:val="009C4E96"/>
    <w:rsid w:val="009C6172"/>
    <w:rsid w:val="009D0655"/>
    <w:rsid w:val="009D0976"/>
    <w:rsid w:val="009D2715"/>
    <w:rsid w:val="009D2CA2"/>
    <w:rsid w:val="009D317E"/>
    <w:rsid w:val="009D4E97"/>
    <w:rsid w:val="009D65A6"/>
    <w:rsid w:val="009D6B89"/>
    <w:rsid w:val="009D6D77"/>
    <w:rsid w:val="009D749A"/>
    <w:rsid w:val="009D7E3B"/>
    <w:rsid w:val="009E1230"/>
    <w:rsid w:val="009E2B50"/>
    <w:rsid w:val="009E2F19"/>
    <w:rsid w:val="009E3410"/>
    <w:rsid w:val="009E3686"/>
    <w:rsid w:val="009E4D7C"/>
    <w:rsid w:val="009E608C"/>
    <w:rsid w:val="009E7D2F"/>
    <w:rsid w:val="009E7DC5"/>
    <w:rsid w:val="009F10C8"/>
    <w:rsid w:val="009F20DD"/>
    <w:rsid w:val="009F2823"/>
    <w:rsid w:val="009F30BF"/>
    <w:rsid w:val="009F45A4"/>
    <w:rsid w:val="009F501C"/>
    <w:rsid w:val="009F55F6"/>
    <w:rsid w:val="009F5FA1"/>
    <w:rsid w:val="00A00141"/>
    <w:rsid w:val="00A002CC"/>
    <w:rsid w:val="00A005A1"/>
    <w:rsid w:val="00A03341"/>
    <w:rsid w:val="00A03875"/>
    <w:rsid w:val="00A03AA3"/>
    <w:rsid w:val="00A04CFD"/>
    <w:rsid w:val="00A06AEC"/>
    <w:rsid w:val="00A06D4E"/>
    <w:rsid w:val="00A071D7"/>
    <w:rsid w:val="00A07F19"/>
    <w:rsid w:val="00A1317F"/>
    <w:rsid w:val="00A1363D"/>
    <w:rsid w:val="00A1719A"/>
    <w:rsid w:val="00A203CB"/>
    <w:rsid w:val="00A22B1F"/>
    <w:rsid w:val="00A22DEB"/>
    <w:rsid w:val="00A245E9"/>
    <w:rsid w:val="00A258D7"/>
    <w:rsid w:val="00A306F0"/>
    <w:rsid w:val="00A314DF"/>
    <w:rsid w:val="00A31964"/>
    <w:rsid w:val="00A31C7C"/>
    <w:rsid w:val="00A31CA8"/>
    <w:rsid w:val="00A3243E"/>
    <w:rsid w:val="00A335A1"/>
    <w:rsid w:val="00A337A2"/>
    <w:rsid w:val="00A35214"/>
    <w:rsid w:val="00A36B1B"/>
    <w:rsid w:val="00A376B0"/>
    <w:rsid w:val="00A40719"/>
    <w:rsid w:val="00A41071"/>
    <w:rsid w:val="00A412E4"/>
    <w:rsid w:val="00A419C4"/>
    <w:rsid w:val="00A441E7"/>
    <w:rsid w:val="00A4468C"/>
    <w:rsid w:val="00A46807"/>
    <w:rsid w:val="00A5129A"/>
    <w:rsid w:val="00A5221F"/>
    <w:rsid w:val="00A52CE5"/>
    <w:rsid w:val="00A542A3"/>
    <w:rsid w:val="00A5568D"/>
    <w:rsid w:val="00A5774B"/>
    <w:rsid w:val="00A60C03"/>
    <w:rsid w:val="00A60C58"/>
    <w:rsid w:val="00A621A0"/>
    <w:rsid w:val="00A62688"/>
    <w:rsid w:val="00A66912"/>
    <w:rsid w:val="00A6715D"/>
    <w:rsid w:val="00A67D4B"/>
    <w:rsid w:val="00A70D3C"/>
    <w:rsid w:val="00A70E0A"/>
    <w:rsid w:val="00A72E61"/>
    <w:rsid w:val="00A744BE"/>
    <w:rsid w:val="00A74694"/>
    <w:rsid w:val="00A750EC"/>
    <w:rsid w:val="00A77FE9"/>
    <w:rsid w:val="00A818E5"/>
    <w:rsid w:val="00A834C3"/>
    <w:rsid w:val="00A84055"/>
    <w:rsid w:val="00A86CF5"/>
    <w:rsid w:val="00A873B7"/>
    <w:rsid w:val="00A910A8"/>
    <w:rsid w:val="00A910BA"/>
    <w:rsid w:val="00A918A9"/>
    <w:rsid w:val="00A95E66"/>
    <w:rsid w:val="00A96D63"/>
    <w:rsid w:val="00AA13D5"/>
    <w:rsid w:val="00AA1FD5"/>
    <w:rsid w:val="00AA3851"/>
    <w:rsid w:val="00AA4D7A"/>
    <w:rsid w:val="00AA6F6D"/>
    <w:rsid w:val="00AA7CDC"/>
    <w:rsid w:val="00AB04B3"/>
    <w:rsid w:val="00AB10DC"/>
    <w:rsid w:val="00AB4BA5"/>
    <w:rsid w:val="00AB613B"/>
    <w:rsid w:val="00AB6A54"/>
    <w:rsid w:val="00AB6C4D"/>
    <w:rsid w:val="00AB7959"/>
    <w:rsid w:val="00AC0200"/>
    <w:rsid w:val="00AC1CC6"/>
    <w:rsid w:val="00AC2AB6"/>
    <w:rsid w:val="00AC7054"/>
    <w:rsid w:val="00AD2A78"/>
    <w:rsid w:val="00AD3C35"/>
    <w:rsid w:val="00AD4C01"/>
    <w:rsid w:val="00AD5AAA"/>
    <w:rsid w:val="00AD751A"/>
    <w:rsid w:val="00AE17D0"/>
    <w:rsid w:val="00AE2448"/>
    <w:rsid w:val="00AE246F"/>
    <w:rsid w:val="00AE28F8"/>
    <w:rsid w:val="00AE3E17"/>
    <w:rsid w:val="00AE3F17"/>
    <w:rsid w:val="00AE4517"/>
    <w:rsid w:val="00AE4849"/>
    <w:rsid w:val="00AE4934"/>
    <w:rsid w:val="00AE4E22"/>
    <w:rsid w:val="00AE524A"/>
    <w:rsid w:val="00AE5BDB"/>
    <w:rsid w:val="00AE6034"/>
    <w:rsid w:val="00AE739B"/>
    <w:rsid w:val="00AE7F6F"/>
    <w:rsid w:val="00AF160B"/>
    <w:rsid w:val="00AF198C"/>
    <w:rsid w:val="00AF19CA"/>
    <w:rsid w:val="00AF2C5D"/>
    <w:rsid w:val="00AF5004"/>
    <w:rsid w:val="00AF76D6"/>
    <w:rsid w:val="00AF78F6"/>
    <w:rsid w:val="00B00124"/>
    <w:rsid w:val="00B003FE"/>
    <w:rsid w:val="00B0207E"/>
    <w:rsid w:val="00B029ED"/>
    <w:rsid w:val="00B0309D"/>
    <w:rsid w:val="00B1122D"/>
    <w:rsid w:val="00B1333D"/>
    <w:rsid w:val="00B15234"/>
    <w:rsid w:val="00B20238"/>
    <w:rsid w:val="00B20FB0"/>
    <w:rsid w:val="00B2176D"/>
    <w:rsid w:val="00B21B1F"/>
    <w:rsid w:val="00B23169"/>
    <w:rsid w:val="00B2718E"/>
    <w:rsid w:val="00B31A6D"/>
    <w:rsid w:val="00B3269A"/>
    <w:rsid w:val="00B32EAD"/>
    <w:rsid w:val="00B33E76"/>
    <w:rsid w:val="00B33F97"/>
    <w:rsid w:val="00B3538F"/>
    <w:rsid w:val="00B3567A"/>
    <w:rsid w:val="00B35D84"/>
    <w:rsid w:val="00B375AA"/>
    <w:rsid w:val="00B37B4C"/>
    <w:rsid w:val="00B40E54"/>
    <w:rsid w:val="00B41750"/>
    <w:rsid w:val="00B41CA3"/>
    <w:rsid w:val="00B43761"/>
    <w:rsid w:val="00B51D86"/>
    <w:rsid w:val="00B52401"/>
    <w:rsid w:val="00B531CB"/>
    <w:rsid w:val="00B53B88"/>
    <w:rsid w:val="00B549A7"/>
    <w:rsid w:val="00B562ED"/>
    <w:rsid w:val="00B609FD"/>
    <w:rsid w:val="00B61E5E"/>
    <w:rsid w:val="00B62DB5"/>
    <w:rsid w:val="00B65D01"/>
    <w:rsid w:val="00B66BCC"/>
    <w:rsid w:val="00B66E09"/>
    <w:rsid w:val="00B70042"/>
    <w:rsid w:val="00B71682"/>
    <w:rsid w:val="00B7189D"/>
    <w:rsid w:val="00B726CE"/>
    <w:rsid w:val="00B72BD8"/>
    <w:rsid w:val="00B7331C"/>
    <w:rsid w:val="00B73724"/>
    <w:rsid w:val="00B7470B"/>
    <w:rsid w:val="00B7519D"/>
    <w:rsid w:val="00B753CB"/>
    <w:rsid w:val="00B757F6"/>
    <w:rsid w:val="00B75E29"/>
    <w:rsid w:val="00B76468"/>
    <w:rsid w:val="00B76F2F"/>
    <w:rsid w:val="00B8224E"/>
    <w:rsid w:val="00B83861"/>
    <w:rsid w:val="00B86503"/>
    <w:rsid w:val="00B86A42"/>
    <w:rsid w:val="00B871D4"/>
    <w:rsid w:val="00B915A2"/>
    <w:rsid w:val="00B924E4"/>
    <w:rsid w:val="00B92DCB"/>
    <w:rsid w:val="00B95662"/>
    <w:rsid w:val="00B957D9"/>
    <w:rsid w:val="00B96CE8"/>
    <w:rsid w:val="00BA307B"/>
    <w:rsid w:val="00BA3476"/>
    <w:rsid w:val="00BA4006"/>
    <w:rsid w:val="00BA443E"/>
    <w:rsid w:val="00BA570C"/>
    <w:rsid w:val="00BA6F52"/>
    <w:rsid w:val="00BB00F4"/>
    <w:rsid w:val="00BB02DF"/>
    <w:rsid w:val="00BB1895"/>
    <w:rsid w:val="00BB2A36"/>
    <w:rsid w:val="00BB2E8D"/>
    <w:rsid w:val="00BB335B"/>
    <w:rsid w:val="00BB46F5"/>
    <w:rsid w:val="00BB57CF"/>
    <w:rsid w:val="00BB598B"/>
    <w:rsid w:val="00BB5BF2"/>
    <w:rsid w:val="00BB700C"/>
    <w:rsid w:val="00BB777F"/>
    <w:rsid w:val="00BC2232"/>
    <w:rsid w:val="00BC4EC0"/>
    <w:rsid w:val="00BD1886"/>
    <w:rsid w:val="00BD201F"/>
    <w:rsid w:val="00BD28F0"/>
    <w:rsid w:val="00BD4FB6"/>
    <w:rsid w:val="00BD6E54"/>
    <w:rsid w:val="00BD7348"/>
    <w:rsid w:val="00BD7F42"/>
    <w:rsid w:val="00BE0624"/>
    <w:rsid w:val="00BE35BF"/>
    <w:rsid w:val="00BE3808"/>
    <w:rsid w:val="00BE3E6D"/>
    <w:rsid w:val="00BE3EDB"/>
    <w:rsid w:val="00BF0C49"/>
    <w:rsid w:val="00BF3C87"/>
    <w:rsid w:val="00BF4CB4"/>
    <w:rsid w:val="00BF4F57"/>
    <w:rsid w:val="00BF50F8"/>
    <w:rsid w:val="00C022BF"/>
    <w:rsid w:val="00C02878"/>
    <w:rsid w:val="00C032DA"/>
    <w:rsid w:val="00C0355C"/>
    <w:rsid w:val="00C038F4"/>
    <w:rsid w:val="00C046A0"/>
    <w:rsid w:val="00C12820"/>
    <w:rsid w:val="00C138D5"/>
    <w:rsid w:val="00C1464C"/>
    <w:rsid w:val="00C1573F"/>
    <w:rsid w:val="00C1662B"/>
    <w:rsid w:val="00C17445"/>
    <w:rsid w:val="00C17DE8"/>
    <w:rsid w:val="00C20AFF"/>
    <w:rsid w:val="00C21AAE"/>
    <w:rsid w:val="00C24E89"/>
    <w:rsid w:val="00C251C2"/>
    <w:rsid w:val="00C26A39"/>
    <w:rsid w:val="00C30D31"/>
    <w:rsid w:val="00C31530"/>
    <w:rsid w:val="00C3222E"/>
    <w:rsid w:val="00C32361"/>
    <w:rsid w:val="00C34588"/>
    <w:rsid w:val="00C34B27"/>
    <w:rsid w:val="00C34C89"/>
    <w:rsid w:val="00C35C67"/>
    <w:rsid w:val="00C3784C"/>
    <w:rsid w:val="00C40110"/>
    <w:rsid w:val="00C4108B"/>
    <w:rsid w:val="00C41AC5"/>
    <w:rsid w:val="00C42A43"/>
    <w:rsid w:val="00C43048"/>
    <w:rsid w:val="00C4441E"/>
    <w:rsid w:val="00C454FE"/>
    <w:rsid w:val="00C47E4E"/>
    <w:rsid w:val="00C50D7D"/>
    <w:rsid w:val="00C56700"/>
    <w:rsid w:val="00C578CF"/>
    <w:rsid w:val="00C60089"/>
    <w:rsid w:val="00C6482D"/>
    <w:rsid w:val="00C64D85"/>
    <w:rsid w:val="00C65F82"/>
    <w:rsid w:val="00C667B6"/>
    <w:rsid w:val="00C66AFA"/>
    <w:rsid w:val="00C67DB5"/>
    <w:rsid w:val="00C70D56"/>
    <w:rsid w:val="00C70EB6"/>
    <w:rsid w:val="00C72A2D"/>
    <w:rsid w:val="00C736A5"/>
    <w:rsid w:val="00C74008"/>
    <w:rsid w:val="00C75CB3"/>
    <w:rsid w:val="00C773C4"/>
    <w:rsid w:val="00C801E3"/>
    <w:rsid w:val="00C80401"/>
    <w:rsid w:val="00C80895"/>
    <w:rsid w:val="00C827C1"/>
    <w:rsid w:val="00C83DD3"/>
    <w:rsid w:val="00C84E90"/>
    <w:rsid w:val="00C8688F"/>
    <w:rsid w:val="00C87533"/>
    <w:rsid w:val="00C8791D"/>
    <w:rsid w:val="00C87DB3"/>
    <w:rsid w:val="00C87E67"/>
    <w:rsid w:val="00C922C2"/>
    <w:rsid w:val="00C92533"/>
    <w:rsid w:val="00C92BDE"/>
    <w:rsid w:val="00C93959"/>
    <w:rsid w:val="00C939FD"/>
    <w:rsid w:val="00C9430A"/>
    <w:rsid w:val="00C95270"/>
    <w:rsid w:val="00C96114"/>
    <w:rsid w:val="00C96E2E"/>
    <w:rsid w:val="00CA055A"/>
    <w:rsid w:val="00CA2551"/>
    <w:rsid w:val="00CA631A"/>
    <w:rsid w:val="00CA64E9"/>
    <w:rsid w:val="00CA7E3A"/>
    <w:rsid w:val="00CB0DC5"/>
    <w:rsid w:val="00CB1051"/>
    <w:rsid w:val="00CB28C7"/>
    <w:rsid w:val="00CC1955"/>
    <w:rsid w:val="00CC4AA9"/>
    <w:rsid w:val="00CC4C4C"/>
    <w:rsid w:val="00CC67C8"/>
    <w:rsid w:val="00CC7695"/>
    <w:rsid w:val="00CC7C9A"/>
    <w:rsid w:val="00CD337A"/>
    <w:rsid w:val="00CD3F4B"/>
    <w:rsid w:val="00CD477D"/>
    <w:rsid w:val="00CD4BEB"/>
    <w:rsid w:val="00CD69A9"/>
    <w:rsid w:val="00CD727A"/>
    <w:rsid w:val="00CD734B"/>
    <w:rsid w:val="00CD7B31"/>
    <w:rsid w:val="00CE1A78"/>
    <w:rsid w:val="00CE490D"/>
    <w:rsid w:val="00CE4E78"/>
    <w:rsid w:val="00CE5CF0"/>
    <w:rsid w:val="00CE6929"/>
    <w:rsid w:val="00CF13CB"/>
    <w:rsid w:val="00CF62B7"/>
    <w:rsid w:val="00D003C1"/>
    <w:rsid w:val="00D008A4"/>
    <w:rsid w:val="00D00B0C"/>
    <w:rsid w:val="00D03A69"/>
    <w:rsid w:val="00D04483"/>
    <w:rsid w:val="00D05159"/>
    <w:rsid w:val="00D06FBC"/>
    <w:rsid w:val="00D07920"/>
    <w:rsid w:val="00D10B54"/>
    <w:rsid w:val="00D1124A"/>
    <w:rsid w:val="00D121EF"/>
    <w:rsid w:val="00D13B41"/>
    <w:rsid w:val="00D13BED"/>
    <w:rsid w:val="00D13F35"/>
    <w:rsid w:val="00D15E9A"/>
    <w:rsid w:val="00D165BD"/>
    <w:rsid w:val="00D22D81"/>
    <w:rsid w:val="00D263BC"/>
    <w:rsid w:val="00D27D6A"/>
    <w:rsid w:val="00D30BD7"/>
    <w:rsid w:val="00D324F5"/>
    <w:rsid w:val="00D32BDE"/>
    <w:rsid w:val="00D33D4F"/>
    <w:rsid w:val="00D352A7"/>
    <w:rsid w:val="00D352B3"/>
    <w:rsid w:val="00D35309"/>
    <w:rsid w:val="00D35FB2"/>
    <w:rsid w:val="00D36342"/>
    <w:rsid w:val="00D37EC2"/>
    <w:rsid w:val="00D41D0E"/>
    <w:rsid w:val="00D4344D"/>
    <w:rsid w:val="00D45769"/>
    <w:rsid w:val="00D466C4"/>
    <w:rsid w:val="00D47475"/>
    <w:rsid w:val="00D5329D"/>
    <w:rsid w:val="00D547A8"/>
    <w:rsid w:val="00D55320"/>
    <w:rsid w:val="00D56325"/>
    <w:rsid w:val="00D6017A"/>
    <w:rsid w:val="00D6073F"/>
    <w:rsid w:val="00D613F6"/>
    <w:rsid w:val="00D61794"/>
    <w:rsid w:val="00D620D6"/>
    <w:rsid w:val="00D62D3F"/>
    <w:rsid w:val="00D6488A"/>
    <w:rsid w:val="00D64D42"/>
    <w:rsid w:val="00D65EA8"/>
    <w:rsid w:val="00D6651C"/>
    <w:rsid w:val="00D66848"/>
    <w:rsid w:val="00D66E69"/>
    <w:rsid w:val="00D672AD"/>
    <w:rsid w:val="00D72B1E"/>
    <w:rsid w:val="00D72C42"/>
    <w:rsid w:val="00D742A5"/>
    <w:rsid w:val="00D747B1"/>
    <w:rsid w:val="00D756D9"/>
    <w:rsid w:val="00D7575B"/>
    <w:rsid w:val="00D769EF"/>
    <w:rsid w:val="00D76D26"/>
    <w:rsid w:val="00D8017A"/>
    <w:rsid w:val="00D8292D"/>
    <w:rsid w:val="00D83600"/>
    <w:rsid w:val="00D845BD"/>
    <w:rsid w:val="00D84A7F"/>
    <w:rsid w:val="00D868F7"/>
    <w:rsid w:val="00D86FE7"/>
    <w:rsid w:val="00D875B4"/>
    <w:rsid w:val="00D9022C"/>
    <w:rsid w:val="00D90494"/>
    <w:rsid w:val="00D91A0B"/>
    <w:rsid w:val="00D92DDC"/>
    <w:rsid w:val="00D9334C"/>
    <w:rsid w:val="00D9460E"/>
    <w:rsid w:val="00DA027C"/>
    <w:rsid w:val="00DA1865"/>
    <w:rsid w:val="00DA6C19"/>
    <w:rsid w:val="00DA7396"/>
    <w:rsid w:val="00DA74AF"/>
    <w:rsid w:val="00DA7F86"/>
    <w:rsid w:val="00DB00C4"/>
    <w:rsid w:val="00DB0491"/>
    <w:rsid w:val="00DB16C8"/>
    <w:rsid w:val="00DB51BA"/>
    <w:rsid w:val="00DB63B4"/>
    <w:rsid w:val="00DB66B6"/>
    <w:rsid w:val="00DB72CB"/>
    <w:rsid w:val="00DC0AF4"/>
    <w:rsid w:val="00DC0E43"/>
    <w:rsid w:val="00DC1F05"/>
    <w:rsid w:val="00DC2F19"/>
    <w:rsid w:val="00DC7446"/>
    <w:rsid w:val="00DD04A7"/>
    <w:rsid w:val="00DD1815"/>
    <w:rsid w:val="00DD4EB5"/>
    <w:rsid w:val="00DD6717"/>
    <w:rsid w:val="00DD74EA"/>
    <w:rsid w:val="00DD7C30"/>
    <w:rsid w:val="00DD7D50"/>
    <w:rsid w:val="00DE2B2C"/>
    <w:rsid w:val="00DE3D38"/>
    <w:rsid w:val="00DE466B"/>
    <w:rsid w:val="00DE5B4F"/>
    <w:rsid w:val="00DE6701"/>
    <w:rsid w:val="00DF07AE"/>
    <w:rsid w:val="00DF4586"/>
    <w:rsid w:val="00DF5637"/>
    <w:rsid w:val="00E02281"/>
    <w:rsid w:val="00E04A9A"/>
    <w:rsid w:val="00E05004"/>
    <w:rsid w:val="00E06AF9"/>
    <w:rsid w:val="00E1179A"/>
    <w:rsid w:val="00E1419C"/>
    <w:rsid w:val="00E14271"/>
    <w:rsid w:val="00E1618E"/>
    <w:rsid w:val="00E172C2"/>
    <w:rsid w:val="00E20BB4"/>
    <w:rsid w:val="00E21856"/>
    <w:rsid w:val="00E21ACA"/>
    <w:rsid w:val="00E22811"/>
    <w:rsid w:val="00E22A7F"/>
    <w:rsid w:val="00E2419A"/>
    <w:rsid w:val="00E244FB"/>
    <w:rsid w:val="00E25954"/>
    <w:rsid w:val="00E264C5"/>
    <w:rsid w:val="00E2661F"/>
    <w:rsid w:val="00E26E41"/>
    <w:rsid w:val="00E271B0"/>
    <w:rsid w:val="00E2728C"/>
    <w:rsid w:val="00E2773B"/>
    <w:rsid w:val="00E277D2"/>
    <w:rsid w:val="00E30D0F"/>
    <w:rsid w:val="00E31C15"/>
    <w:rsid w:val="00E332B4"/>
    <w:rsid w:val="00E3516D"/>
    <w:rsid w:val="00E35B63"/>
    <w:rsid w:val="00E35C99"/>
    <w:rsid w:val="00E41377"/>
    <w:rsid w:val="00E416B9"/>
    <w:rsid w:val="00E421E4"/>
    <w:rsid w:val="00E46732"/>
    <w:rsid w:val="00E502BA"/>
    <w:rsid w:val="00E50340"/>
    <w:rsid w:val="00E507A6"/>
    <w:rsid w:val="00E5107B"/>
    <w:rsid w:val="00E532BD"/>
    <w:rsid w:val="00E54308"/>
    <w:rsid w:val="00E56643"/>
    <w:rsid w:val="00E56C5F"/>
    <w:rsid w:val="00E64238"/>
    <w:rsid w:val="00E654AC"/>
    <w:rsid w:val="00E65BD6"/>
    <w:rsid w:val="00E66E1B"/>
    <w:rsid w:val="00E70F9F"/>
    <w:rsid w:val="00E733CF"/>
    <w:rsid w:val="00E73B0A"/>
    <w:rsid w:val="00E73CD9"/>
    <w:rsid w:val="00E74333"/>
    <w:rsid w:val="00E7659F"/>
    <w:rsid w:val="00E765A7"/>
    <w:rsid w:val="00E802A9"/>
    <w:rsid w:val="00E80B0C"/>
    <w:rsid w:val="00E82001"/>
    <w:rsid w:val="00E827ED"/>
    <w:rsid w:val="00E82835"/>
    <w:rsid w:val="00E85C68"/>
    <w:rsid w:val="00E92839"/>
    <w:rsid w:val="00E934FB"/>
    <w:rsid w:val="00E95F35"/>
    <w:rsid w:val="00EA2B3E"/>
    <w:rsid w:val="00EA49F2"/>
    <w:rsid w:val="00EA797A"/>
    <w:rsid w:val="00EB0E1E"/>
    <w:rsid w:val="00EB5045"/>
    <w:rsid w:val="00EB54A3"/>
    <w:rsid w:val="00EB5D43"/>
    <w:rsid w:val="00EB5F7B"/>
    <w:rsid w:val="00EC0B06"/>
    <w:rsid w:val="00EC4AA1"/>
    <w:rsid w:val="00EC5458"/>
    <w:rsid w:val="00EC6D91"/>
    <w:rsid w:val="00ED1E1D"/>
    <w:rsid w:val="00ED202C"/>
    <w:rsid w:val="00ED522A"/>
    <w:rsid w:val="00ED6A4B"/>
    <w:rsid w:val="00ED79E9"/>
    <w:rsid w:val="00EE0773"/>
    <w:rsid w:val="00EE175B"/>
    <w:rsid w:val="00EE2A10"/>
    <w:rsid w:val="00EE3569"/>
    <w:rsid w:val="00EE64B9"/>
    <w:rsid w:val="00EF2406"/>
    <w:rsid w:val="00EF3034"/>
    <w:rsid w:val="00EF48BF"/>
    <w:rsid w:val="00EF65C7"/>
    <w:rsid w:val="00F00FE5"/>
    <w:rsid w:val="00F0175E"/>
    <w:rsid w:val="00F0188F"/>
    <w:rsid w:val="00F03754"/>
    <w:rsid w:val="00F04044"/>
    <w:rsid w:val="00F0488E"/>
    <w:rsid w:val="00F050E7"/>
    <w:rsid w:val="00F05BF7"/>
    <w:rsid w:val="00F06E3F"/>
    <w:rsid w:val="00F07285"/>
    <w:rsid w:val="00F07D07"/>
    <w:rsid w:val="00F07FC0"/>
    <w:rsid w:val="00F1093F"/>
    <w:rsid w:val="00F1099E"/>
    <w:rsid w:val="00F122A5"/>
    <w:rsid w:val="00F12FAC"/>
    <w:rsid w:val="00F12FE1"/>
    <w:rsid w:val="00F166EE"/>
    <w:rsid w:val="00F20230"/>
    <w:rsid w:val="00F208A2"/>
    <w:rsid w:val="00F21334"/>
    <w:rsid w:val="00F21379"/>
    <w:rsid w:val="00F238E1"/>
    <w:rsid w:val="00F23BA6"/>
    <w:rsid w:val="00F2503B"/>
    <w:rsid w:val="00F27D0D"/>
    <w:rsid w:val="00F3178F"/>
    <w:rsid w:val="00F3298A"/>
    <w:rsid w:val="00F34F6E"/>
    <w:rsid w:val="00F377B1"/>
    <w:rsid w:val="00F402D9"/>
    <w:rsid w:val="00F416F4"/>
    <w:rsid w:val="00F417ED"/>
    <w:rsid w:val="00F446B0"/>
    <w:rsid w:val="00F44746"/>
    <w:rsid w:val="00F45433"/>
    <w:rsid w:val="00F46651"/>
    <w:rsid w:val="00F4773A"/>
    <w:rsid w:val="00F50B2D"/>
    <w:rsid w:val="00F51C99"/>
    <w:rsid w:val="00F52410"/>
    <w:rsid w:val="00F52DAF"/>
    <w:rsid w:val="00F551AE"/>
    <w:rsid w:val="00F55699"/>
    <w:rsid w:val="00F55CDB"/>
    <w:rsid w:val="00F56A9D"/>
    <w:rsid w:val="00F57418"/>
    <w:rsid w:val="00F60155"/>
    <w:rsid w:val="00F625ED"/>
    <w:rsid w:val="00F64F24"/>
    <w:rsid w:val="00F65FA5"/>
    <w:rsid w:val="00F67A12"/>
    <w:rsid w:val="00F745E0"/>
    <w:rsid w:val="00F8076D"/>
    <w:rsid w:val="00F807AE"/>
    <w:rsid w:val="00F8324F"/>
    <w:rsid w:val="00F843B5"/>
    <w:rsid w:val="00F9104A"/>
    <w:rsid w:val="00F91A7E"/>
    <w:rsid w:val="00F9274D"/>
    <w:rsid w:val="00F92AAD"/>
    <w:rsid w:val="00F94091"/>
    <w:rsid w:val="00F95BE2"/>
    <w:rsid w:val="00F963B2"/>
    <w:rsid w:val="00F9769B"/>
    <w:rsid w:val="00F97AEF"/>
    <w:rsid w:val="00FA011F"/>
    <w:rsid w:val="00FA03AB"/>
    <w:rsid w:val="00FA15EF"/>
    <w:rsid w:val="00FA434C"/>
    <w:rsid w:val="00FA5EE7"/>
    <w:rsid w:val="00FA6186"/>
    <w:rsid w:val="00FB1AAA"/>
    <w:rsid w:val="00FB1F67"/>
    <w:rsid w:val="00FB23A6"/>
    <w:rsid w:val="00FB283E"/>
    <w:rsid w:val="00FB36AB"/>
    <w:rsid w:val="00FB5C41"/>
    <w:rsid w:val="00FB5E3C"/>
    <w:rsid w:val="00FB777D"/>
    <w:rsid w:val="00FB7E65"/>
    <w:rsid w:val="00FC22A4"/>
    <w:rsid w:val="00FC36DD"/>
    <w:rsid w:val="00FC4A2F"/>
    <w:rsid w:val="00FC65C6"/>
    <w:rsid w:val="00FC71FF"/>
    <w:rsid w:val="00FD2360"/>
    <w:rsid w:val="00FD2E47"/>
    <w:rsid w:val="00FD34F4"/>
    <w:rsid w:val="00FD4A97"/>
    <w:rsid w:val="00FD5A5D"/>
    <w:rsid w:val="00FD759E"/>
    <w:rsid w:val="00FE0912"/>
    <w:rsid w:val="00FE25AA"/>
    <w:rsid w:val="00FE2736"/>
    <w:rsid w:val="00FE2C74"/>
    <w:rsid w:val="00FE35BA"/>
    <w:rsid w:val="00FE397D"/>
    <w:rsid w:val="00FE3F94"/>
    <w:rsid w:val="00FE6980"/>
    <w:rsid w:val="00FE6C31"/>
    <w:rsid w:val="00FE7D88"/>
    <w:rsid w:val="00FF037E"/>
    <w:rsid w:val="00FF03DA"/>
    <w:rsid w:val="00FF311B"/>
    <w:rsid w:val="00FF3BA8"/>
    <w:rsid w:val="00FF3E47"/>
    <w:rsid w:val="00FF4FBA"/>
    <w:rsid w:val="00FF65F3"/>
    <w:rsid w:val="00FF76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4A3"/>
    <w:rPr>
      <w:rFonts w:ascii="Times New Roman" w:eastAsia="Times New Roman" w:hAnsi="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625ED"/>
    <w:pPr>
      <w:tabs>
        <w:tab w:val="center" w:pos="4986"/>
        <w:tab w:val="right" w:pos="9972"/>
      </w:tabs>
    </w:pPr>
    <w:rPr>
      <w:lang w:val="it-IT" w:eastAsia="it-IT"/>
    </w:rPr>
  </w:style>
  <w:style w:type="character" w:customStyle="1" w:styleId="FooterChar">
    <w:name w:val="Footer Char"/>
    <w:basedOn w:val="DefaultParagraphFont"/>
    <w:link w:val="Footer"/>
    <w:uiPriority w:val="99"/>
    <w:locked/>
    <w:rsid w:val="00F625ED"/>
    <w:rPr>
      <w:rFonts w:ascii="Times New Roman" w:hAnsi="Times New Roman"/>
      <w:sz w:val="24"/>
    </w:rPr>
  </w:style>
  <w:style w:type="character" w:styleId="PageNumber">
    <w:name w:val="page number"/>
    <w:basedOn w:val="DefaultParagraphFont"/>
    <w:uiPriority w:val="99"/>
    <w:rsid w:val="00F625ED"/>
    <w:rPr>
      <w:rFonts w:cs="Times New Roman"/>
    </w:rPr>
  </w:style>
  <w:style w:type="paragraph" w:styleId="Header">
    <w:name w:val="header"/>
    <w:basedOn w:val="Normal"/>
    <w:link w:val="HeaderChar"/>
    <w:uiPriority w:val="99"/>
    <w:rsid w:val="00F625ED"/>
    <w:pPr>
      <w:tabs>
        <w:tab w:val="center" w:pos="4986"/>
        <w:tab w:val="right" w:pos="9972"/>
      </w:tabs>
    </w:pPr>
    <w:rPr>
      <w:lang w:val="it-IT" w:eastAsia="it-IT"/>
    </w:rPr>
  </w:style>
  <w:style w:type="character" w:customStyle="1" w:styleId="HeaderChar">
    <w:name w:val="Header Char"/>
    <w:basedOn w:val="DefaultParagraphFont"/>
    <w:link w:val="Header"/>
    <w:uiPriority w:val="99"/>
    <w:locked/>
    <w:rsid w:val="00F625ED"/>
    <w:rPr>
      <w:rFonts w:ascii="Times New Roman" w:hAnsi="Times New Roman"/>
      <w:sz w:val="24"/>
    </w:rPr>
  </w:style>
  <w:style w:type="table" w:styleId="TableGrid">
    <w:name w:val="Table Grid"/>
    <w:basedOn w:val="TableNormal"/>
    <w:uiPriority w:val="99"/>
    <w:rsid w:val="00F625ED"/>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F625ED"/>
    <w:rPr>
      <w:rFonts w:ascii="Tahoma" w:hAnsi="Tahoma"/>
      <w:sz w:val="16"/>
      <w:szCs w:val="16"/>
      <w:lang w:val="it-IT" w:eastAsia="it-IT"/>
    </w:rPr>
  </w:style>
  <w:style w:type="character" w:customStyle="1" w:styleId="BalloonTextChar">
    <w:name w:val="Balloon Text Char"/>
    <w:basedOn w:val="DefaultParagraphFont"/>
    <w:link w:val="BalloonText"/>
    <w:uiPriority w:val="99"/>
    <w:locked/>
    <w:rsid w:val="00F625ED"/>
    <w:rPr>
      <w:rFonts w:ascii="Tahoma" w:hAnsi="Tahoma"/>
      <w:sz w:val="16"/>
    </w:rPr>
  </w:style>
  <w:style w:type="paragraph" w:styleId="ListParagraph">
    <w:name w:val="List Paragraph"/>
    <w:basedOn w:val="Normal"/>
    <w:uiPriority w:val="99"/>
    <w:qFormat/>
    <w:rsid w:val="00F625ED"/>
    <w:pPr>
      <w:ind w:left="720"/>
      <w:contextualSpacing/>
    </w:pPr>
  </w:style>
  <w:style w:type="paragraph" w:customStyle="1" w:styleId="usoboll1">
    <w:name w:val="usoboll1"/>
    <w:basedOn w:val="Normal"/>
    <w:uiPriority w:val="99"/>
    <w:rsid w:val="00F625ED"/>
    <w:pPr>
      <w:widowControl w:val="0"/>
      <w:spacing w:line="482" w:lineRule="exact"/>
      <w:jc w:val="both"/>
    </w:pPr>
    <w:rPr>
      <w:rFonts w:ascii="Book Antiqua" w:hAnsi="Book Antiqua"/>
      <w:lang w:val="it-IT" w:eastAsia="it-IT"/>
    </w:rPr>
  </w:style>
  <w:style w:type="paragraph" w:styleId="BodyTextIndent2">
    <w:name w:val="Body Text Indent 2"/>
    <w:basedOn w:val="Normal"/>
    <w:link w:val="BodyTextIndent2Char"/>
    <w:uiPriority w:val="99"/>
    <w:rsid w:val="00F625ED"/>
    <w:pPr>
      <w:ind w:left="360"/>
      <w:jc w:val="both"/>
    </w:pPr>
    <w:rPr>
      <w:szCs w:val="20"/>
      <w:lang w:val="it-IT" w:eastAsia="it-IT"/>
    </w:rPr>
  </w:style>
  <w:style w:type="character" w:customStyle="1" w:styleId="BodyTextIndent2Char">
    <w:name w:val="Body Text Indent 2 Char"/>
    <w:basedOn w:val="DefaultParagraphFont"/>
    <w:link w:val="BodyTextIndent2"/>
    <w:uiPriority w:val="99"/>
    <w:locked/>
    <w:rsid w:val="00F625ED"/>
    <w:rPr>
      <w:rFonts w:ascii="Times New Roman" w:hAnsi="Times New Roman"/>
      <w:sz w:val="20"/>
      <w:lang w:val="it-IT" w:eastAsia="it-IT"/>
    </w:rPr>
  </w:style>
  <w:style w:type="paragraph" w:styleId="BodyTextIndent">
    <w:name w:val="Body Text Indent"/>
    <w:basedOn w:val="Normal"/>
    <w:link w:val="BodyTextIndentChar"/>
    <w:uiPriority w:val="99"/>
    <w:rsid w:val="00F625ED"/>
    <w:pPr>
      <w:spacing w:after="120"/>
      <w:ind w:left="283"/>
    </w:pPr>
    <w:rPr>
      <w:lang w:val="it-IT" w:eastAsia="it-IT"/>
    </w:rPr>
  </w:style>
  <w:style w:type="character" w:customStyle="1" w:styleId="BodyTextIndentChar">
    <w:name w:val="Body Text Indent Char"/>
    <w:basedOn w:val="DefaultParagraphFont"/>
    <w:link w:val="BodyTextIndent"/>
    <w:uiPriority w:val="99"/>
    <w:locked/>
    <w:rsid w:val="00F625ED"/>
    <w:rPr>
      <w:rFonts w:ascii="Times New Roman" w:hAnsi="Times New Roman"/>
      <w:sz w:val="24"/>
    </w:rPr>
  </w:style>
  <w:style w:type="paragraph" w:styleId="Title">
    <w:name w:val="Title"/>
    <w:basedOn w:val="Normal"/>
    <w:link w:val="TitleChar"/>
    <w:uiPriority w:val="99"/>
    <w:qFormat/>
    <w:rsid w:val="00F625ED"/>
    <w:pPr>
      <w:jc w:val="center"/>
    </w:pPr>
    <w:rPr>
      <w:rFonts w:ascii="Verdana-Bold" w:hAnsi="Verdana-Bold"/>
      <w:b/>
      <w:color w:val="000000"/>
      <w:sz w:val="28"/>
      <w:szCs w:val="20"/>
      <w:lang w:val="it-IT" w:eastAsia="it-IT"/>
    </w:rPr>
  </w:style>
  <w:style w:type="character" w:customStyle="1" w:styleId="TitleChar">
    <w:name w:val="Title Char"/>
    <w:basedOn w:val="DefaultParagraphFont"/>
    <w:link w:val="Title"/>
    <w:uiPriority w:val="99"/>
    <w:locked/>
    <w:rsid w:val="00F625ED"/>
    <w:rPr>
      <w:rFonts w:ascii="Verdana-Bold" w:hAnsi="Verdana-Bold"/>
      <w:b/>
      <w:color w:val="000000"/>
      <w:sz w:val="20"/>
      <w:lang w:val="it-IT" w:eastAsia="it-IT"/>
    </w:rPr>
  </w:style>
  <w:style w:type="paragraph" w:styleId="Revision">
    <w:name w:val="Revision"/>
    <w:hidden/>
    <w:uiPriority w:val="99"/>
    <w:semiHidden/>
    <w:rsid w:val="00F625ED"/>
    <w:rPr>
      <w:rFonts w:ascii="Times New Roman" w:eastAsia="Times New Roman" w:hAnsi="Times New Roman"/>
      <w:sz w:val="24"/>
      <w:szCs w:val="24"/>
      <w:lang w:val="en-US" w:eastAsia="en-US"/>
    </w:rPr>
  </w:style>
  <w:style w:type="paragraph" w:styleId="DocumentMap">
    <w:name w:val="Document Map"/>
    <w:basedOn w:val="Normal"/>
    <w:link w:val="DocumentMapChar"/>
    <w:uiPriority w:val="99"/>
    <w:semiHidden/>
    <w:rsid w:val="00F625ED"/>
    <w:rPr>
      <w:rFonts w:ascii="Tahoma" w:hAnsi="Tahoma"/>
      <w:sz w:val="16"/>
      <w:szCs w:val="16"/>
      <w:lang w:val="it-IT" w:eastAsia="it-IT"/>
    </w:rPr>
  </w:style>
  <w:style w:type="character" w:customStyle="1" w:styleId="DocumentMapChar">
    <w:name w:val="Document Map Char"/>
    <w:basedOn w:val="DefaultParagraphFont"/>
    <w:link w:val="DocumentMap"/>
    <w:uiPriority w:val="99"/>
    <w:semiHidden/>
    <w:locked/>
    <w:rsid w:val="00F625ED"/>
    <w:rPr>
      <w:rFonts w:ascii="Tahoma" w:hAnsi="Tahoma"/>
      <w:sz w:val="16"/>
    </w:rPr>
  </w:style>
  <w:style w:type="paragraph" w:customStyle="1" w:styleId="WW-Testonormale">
    <w:name w:val="WW-Testo normale"/>
    <w:basedOn w:val="Normal"/>
    <w:uiPriority w:val="99"/>
    <w:rsid w:val="00C41AC5"/>
    <w:pPr>
      <w:suppressAutoHyphens/>
    </w:pPr>
    <w:rPr>
      <w:rFonts w:ascii="Courier New" w:hAnsi="Courier New"/>
      <w:sz w:val="20"/>
      <w:szCs w:val="20"/>
      <w:lang w:val="it-IT" w:eastAsia="it-IT"/>
    </w:rPr>
  </w:style>
  <w:style w:type="character" w:styleId="CommentReference">
    <w:name w:val="annotation reference"/>
    <w:basedOn w:val="DefaultParagraphFont"/>
    <w:uiPriority w:val="99"/>
    <w:semiHidden/>
    <w:rsid w:val="00526047"/>
    <w:rPr>
      <w:rFonts w:cs="Times New Roman"/>
      <w:sz w:val="16"/>
    </w:rPr>
  </w:style>
  <w:style w:type="paragraph" w:styleId="CommentText">
    <w:name w:val="annotation text"/>
    <w:basedOn w:val="Normal"/>
    <w:link w:val="CommentTextChar"/>
    <w:uiPriority w:val="99"/>
    <w:semiHidden/>
    <w:rsid w:val="00526047"/>
    <w:rPr>
      <w:sz w:val="20"/>
      <w:szCs w:val="20"/>
      <w:lang w:val="it-IT" w:eastAsia="it-IT"/>
    </w:rPr>
  </w:style>
  <w:style w:type="character" w:customStyle="1" w:styleId="CommentTextChar">
    <w:name w:val="Comment Text Char"/>
    <w:basedOn w:val="DefaultParagraphFont"/>
    <w:link w:val="CommentText"/>
    <w:uiPriority w:val="99"/>
    <w:semiHidden/>
    <w:locked/>
    <w:rsid w:val="00526047"/>
    <w:rPr>
      <w:rFonts w:ascii="Times New Roman" w:hAnsi="Times New Roman"/>
    </w:rPr>
  </w:style>
  <w:style w:type="paragraph" w:styleId="CommentSubject">
    <w:name w:val="annotation subject"/>
    <w:basedOn w:val="CommentText"/>
    <w:next w:val="CommentText"/>
    <w:link w:val="CommentSubjectChar"/>
    <w:uiPriority w:val="99"/>
    <w:semiHidden/>
    <w:rsid w:val="00526047"/>
    <w:rPr>
      <w:b/>
      <w:bCs/>
    </w:rPr>
  </w:style>
  <w:style w:type="character" w:customStyle="1" w:styleId="CommentSubjectChar">
    <w:name w:val="Comment Subject Char"/>
    <w:basedOn w:val="CommentTextChar"/>
    <w:link w:val="CommentSubject"/>
    <w:uiPriority w:val="99"/>
    <w:semiHidden/>
    <w:locked/>
    <w:rsid w:val="00526047"/>
    <w:rPr>
      <w:b/>
    </w:rPr>
  </w:style>
  <w:style w:type="paragraph" w:customStyle="1" w:styleId="Default">
    <w:name w:val="Default"/>
    <w:uiPriority w:val="99"/>
    <w:rsid w:val="00FE35BA"/>
    <w:pPr>
      <w:autoSpaceDE w:val="0"/>
      <w:autoSpaceDN w:val="0"/>
      <w:adjustRightInd w:val="0"/>
    </w:pPr>
    <w:rPr>
      <w:rFonts w:ascii="Verdana" w:hAnsi="Verdana" w:cs="Verdana"/>
      <w:color w:val="000000"/>
      <w:sz w:val="24"/>
      <w:szCs w:val="24"/>
      <w:lang w:val="en-US" w:eastAsia="en-US"/>
    </w:rPr>
  </w:style>
  <w:style w:type="paragraph" w:customStyle="1" w:styleId="Oggettoo">
    <w:name w:val="Oggetto.o"/>
    <w:basedOn w:val="Normal"/>
    <w:next w:val="Normal"/>
    <w:link w:val="OggettooCarattere"/>
    <w:uiPriority w:val="99"/>
    <w:rsid w:val="00750C57"/>
    <w:pPr>
      <w:spacing w:after="260" w:line="260" w:lineRule="exact"/>
      <w:jc w:val="both"/>
    </w:pPr>
    <w:rPr>
      <w:rFonts w:ascii="Times" w:hAnsi="Times"/>
      <w:b/>
      <w:sz w:val="22"/>
      <w:szCs w:val="20"/>
      <w:lang w:val="it-IT" w:eastAsia="it-IT"/>
    </w:rPr>
  </w:style>
  <w:style w:type="character" w:customStyle="1" w:styleId="OggettooCarattere">
    <w:name w:val="Oggetto.o Carattere"/>
    <w:link w:val="Oggettoo"/>
    <w:uiPriority w:val="99"/>
    <w:locked/>
    <w:rsid w:val="00750C57"/>
    <w:rPr>
      <w:rFonts w:ascii="Times" w:hAnsi="Times"/>
      <w:b/>
      <w:sz w:val="22"/>
    </w:rPr>
  </w:style>
  <w:style w:type="paragraph" w:styleId="BodyText">
    <w:name w:val="Body Text"/>
    <w:basedOn w:val="Normal"/>
    <w:link w:val="BodyTextChar"/>
    <w:uiPriority w:val="99"/>
    <w:rsid w:val="00712BA9"/>
    <w:pPr>
      <w:spacing w:after="120"/>
    </w:pPr>
  </w:style>
  <w:style w:type="character" w:customStyle="1" w:styleId="BodyTextChar">
    <w:name w:val="Body Text Char"/>
    <w:basedOn w:val="DefaultParagraphFont"/>
    <w:link w:val="BodyText"/>
    <w:uiPriority w:val="99"/>
    <w:locked/>
    <w:rsid w:val="00712BA9"/>
    <w:rPr>
      <w:rFonts w:ascii="Times New Roman" w:hAnsi="Times New Roman" w:cs="Times New Roman"/>
      <w:sz w:val="24"/>
      <w:szCs w:val="24"/>
      <w:lang w:val="en-US" w:eastAsia="en-US"/>
    </w:rPr>
  </w:style>
  <w:style w:type="paragraph" w:customStyle="1" w:styleId="INPS052headint">
    <w:name w:val="INPS052_head_int"/>
    <w:basedOn w:val="Normal"/>
    <w:uiPriority w:val="99"/>
    <w:rsid w:val="00310024"/>
    <w:pPr>
      <w:keepNext/>
      <w:spacing w:before="120" w:after="120" w:line="192" w:lineRule="exact"/>
      <w:ind w:left="-113"/>
      <w:jc w:val="both"/>
      <w:outlineLvl w:val="3"/>
    </w:pPr>
    <w:rPr>
      <w:rFonts w:ascii="Verdana" w:eastAsia="Calibri" w:hAnsi="Verdana"/>
      <w:bCs/>
      <w:sz w:val="20"/>
      <w:szCs w:val="22"/>
      <w:lang w:val="it-IT" w:eastAsia="it-IT"/>
    </w:rPr>
  </w:style>
</w:styles>
</file>

<file path=word/webSettings.xml><?xml version="1.0" encoding="utf-8"?>
<w:webSettings xmlns:r="http://schemas.openxmlformats.org/officeDocument/2006/relationships" xmlns:w="http://schemas.openxmlformats.org/wordprocessingml/2006/main">
  <w:divs>
    <w:div w:id="1157500233">
      <w:marLeft w:val="0"/>
      <w:marRight w:val="0"/>
      <w:marTop w:val="0"/>
      <w:marBottom w:val="0"/>
      <w:divBdr>
        <w:top w:val="none" w:sz="0" w:space="0" w:color="auto"/>
        <w:left w:val="none" w:sz="0" w:space="0" w:color="auto"/>
        <w:bottom w:val="none" w:sz="0" w:space="0" w:color="auto"/>
        <w:right w:val="none" w:sz="0" w:space="0" w:color="auto"/>
      </w:divBdr>
    </w:div>
    <w:div w:id="1157500234">
      <w:marLeft w:val="0"/>
      <w:marRight w:val="0"/>
      <w:marTop w:val="0"/>
      <w:marBottom w:val="0"/>
      <w:divBdr>
        <w:top w:val="none" w:sz="0" w:space="0" w:color="auto"/>
        <w:left w:val="none" w:sz="0" w:space="0" w:color="auto"/>
        <w:bottom w:val="none" w:sz="0" w:space="0" w:color="auto"/>
        <w:right w:val="none" w:sz="0" w:space="0" w:color="auto"/>
      </w:divBdr>
    </w:div>
    <w:div w:id="1157500235">
      <w:marLeft w:val="0"/>
      <w:marRight w:val="0"/>
      <w:marTop w:val="0"/>
      <w:marBottom w:val="0"/>
      <w:divBdr>
        <w:top w:val="none" w:sz="0" w:space="0" w:color="auto"/>
        <w:left w:val="none" w:sz="0" w:space="0" w:color="auto"/>
        <w:bottom w:val="none" w:sz="0" w:space="0" w:color="auto"/>
        <w:right w:val="none" w:sz="0" w:space="0" w:color="auto"/>
      </w:divBdr>
    </w:div>
    <w:div w:id="1157500236">
      <w:marLeft w:val="0"/>
      <w:marRight w:val="0"/>
      <w:marTop w:val="0"/>
      <w:marBottom w:val="0"/>
      <w:divBdr>
        <w:top w:val="none" w:sz="0" w:space="0" w:color="auto"/>
        <w:left w:val="none" w:sz="0" w:space="0" w:color="auto"/>
        <w:bottom w:val="none" w:sz="0" w:space="0" w:color="auto"/>
        <w:right w:val="none" w:sz="0" w:space="0" w:color="auto"/>
      </w:divBdr>
    </w:div>
    <w:div w:id="1157500237">
      <w:marLeft w:val="0"/>
      <w:marRight w:val="0"/>
      <w:marTop w:val="0"/>
      <w:marBottom w:val="0"/>
      <w:divBdr>
        <w:top w:val="none" w:sz="0" w:space="0" w:color="auto"/>
        <w:left w:val="none" w:sz="0" w:space="0" w:color="auto"/>
        <w:bottom w:val="none" w:sz="0" w:space="0" w:color="auto"/>
        <w:right w:val="none" w:sz="0" w:space="0" w:color="auto"/>
      </w:divBdr>
    </w:div>
    <w:div w:id="1157500238">
      <w:marLeft w:val="0"/>
      <w:marRight w:val="0"/>
      <w:marTop w:val="0"/>
      <w:marBottom w:val="0"/>
      <w:divBdr>
        <w:top w:val="none" w:sz="0" w:space="0" w:color="auto"/>
        <w:left w:val="none" w:sz="0" w:space="0" w:color="auto"/>
        <w:bottom w:val="none" w:sz="0" w:space="0" w:color="auto"/>
        <w:right w:val="none" w:sz="0" w:space="0" w:color="auto"/>
      </w:divBdr>
    </w:div>
    <w:div w:id="1157500239">
      <w:marLeft w:val="0"/>
      <w:marRight w:val="0"/>
      <w:marTop w:val="0"/>
      <w:marBottom w:val="0"/>
      <w:divBdr>
        <w:top w:val="none" w:sz="0" w:space="0" w:color="auto"/>
        <w:left w:val="none" w:sz="0" w:space="0" w:color="auto"/>
        <w:bottom w:val="none" w:sz="0" w:space="0" w:color="auto"/>
        <w:right w:val="none" w:sz="0" w:space="0" w:color="auto"/>
      </w:divBdr>
    </w:div>
    <w:div w:id="1157500240">
      <w:marLeft w:val="0"/>
      <w:marRight w:val="0"/>
      <w:marTop w:val="0"/>
      <w:marBottom w:val="0"/>
      <w:divBdr>
        <w:top w:val="none" w:sz="0" w:space="0" w:color="auto"/>
        <w:left w:val="none" w:sz="0" w:space="0" w:color="auto"/>
        <w:bottom w:val="none" w:sz="0" w:space="0" w:color="auto"/>
        <w:right w:val="none" w:sz="0" w:space="0" w:color="auto"/>
      </w:divBdr>
    </w:div>
    <w:div w:id="1157500241">
      <w:marLeft w:val="0"/>
      <w:marRight w:val="0"/>
      <w:marTop w:val="0"/>
      <w:marBottom w:val="0"/>
      <w:divBdr>
        <w:top w:val="none" w:sz="0" w:space="0" w:color="auto"/>
        <w:left w:val="none" w:sz="0" w:space="0" w:color="auto"/>
        <w:bottom w:val="none" w:sz="0" w:space="0" w:color="auto"/>
        <w:right w:val="none" w:sz="0" w:space="0" w:color="auto"/>
      </w:divBdr>
    </w:div>
    <w:div w:id="11575002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udiolegale.leggiditalia.it/" TargetMode="External"/><Relationship Id="rId13" Type="http://schemas.openxmlformats.org/officeDocument/2006/relationships/hyperlink" Target="http://studiolegale.leggiditalia.it/"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tudiolegale.leggiditalia.it/" TargetMode="External"/><Relationship Id="rId12" Type="http://schemas.openxmlformats.org/officeDocument/2006/relationships/hyperlink" Target="http://studiolegale.leggiditalia.it/" TargetMode="External"/><Relationship Id="rId17" Type="http://schemas.openxmlformats.org/officeDocument/2006/relationships/hyperlink" Target="http://studiolegale.leggiditalia.it/" TargetMode="External"/><Relationship Id="rId2" Type="http://schemas.openxmlformats.org/officeDocument/2006/relationships/styles" Target="styles.xml"/><Relationship Id="rId16" Type="http://schemas.openxmlformats.org/officeDocument/2006/relationships/hyperlink" Target="http://studiolegale.leggiditalia.it/"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udiolegale.leggiditalia.it/" TargetMode="External"/><Relationship Id="rId5" Type="http://schemas.openxmlformats.org/officeDocument/2006/relationships/footnotes" Target="footnotes.xml"/><Relationship Id="rId15" Type="http://schemas.openxmlformats.org/officeDocument/2006/relationships/hyperlink" Target="http://studiolegale.leggiditalia.it/" TargetMode="External"/><Relationship Id="rId10" Type="http://schemas.openxmlformats.org/officeDocument/2006/relationships/hyperlink" Target="http://studiolegale.leggiditalia.it/"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tudiolegale.leggiditalia.it/" TargetMode="External"/><Relationship Id="rId14" Type="http://schemas.openxmlformats.org/officeDocument/2006/relationships/hyperlink" Target="http://studiolegale.leggiditalia.i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23</Pages>
  <Words>8738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2021-11-26T10:42:00Z</dcterms:created>
  <dcterms:modified xsi:type="dcterms:W3CDTF">2021-11-26T14:55:00Z</dcterms:modified>
</cp:coreProperties>
</file>